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63D3C" w14:textId="77777777" w:rsidR="0035686A" w:rsidRDefault="0035686A" w:rsidP="002F08A9">
      <w:pPr>
        <w:jc w:val="right"/>
        <w:rPr>
          <w:rFonts w:ascii="Arial" w:hAnsi="Arial" w:cs="Arial"/>
        </w:rPr>
      </w:pPr>
    </w:p>
    <w:p w14:paraId="3B281504" w14:textId="5103E3D6" w:rsidR="0035686A" w:rsidRDefault="0035686A" w:rsidP="002F08A9">
      <w:pPr>
        <w:jc w:val="right"/>
        <w:rPr>
          <w:rFonts w:ascii="Arial" w:hAnsi="Arial" w:cs="Arial"/>
        </w:rPr>
      </w:pPr>
    </w:p>
    <w:p w14:paraId="7B87B72D" w14:textId="7872F260" w:rsidR="002C3A29" w:rsidRPr="00534A4B" w:rsidRDefault="002C3A29" w:rsidP="002F08A9">
      <w:pPr>
        <w:jc w:val="right"/>
        <w:rPr>
          <w:rFonts w:ascii="Arial" w:hAnsi="Arial" w:cs="Arial"/>
        </w:rPr>
      </w:pPr>
    </w:p>
    <w:p w14:paraId="35B7CA59" w14:textId="7E667783" w:rsidR="00ED04BC" w:rsidRPr="00534A4B" w:rsidRDefault="00ED04BC" w:rsidP="002F08A9">
      <w:pPr>
        <w:rPr>
          <w:rFonts w:ascii="Arial" w:hAnsi="Arial" w:cs="Arial"/>
        </w:rPr>
      </w:pPr>
    </w:p>
    <w:p w14:paraId="66DA941E" w14:textId="3C03E0EA" w:rsidR="006E0EDD" w:rsidRDefault="004C7D4B" w:rsidP="002F08A9">
      <w:pPr>
        <w:pStyle w:val="Titre8"/>
        <w:tabs>
          <w:tab w:val="left" w:pos="2565"/>
          <w:tab w:val="center" w:pos="4677"/>
          <w:tab w:val="center" w:pos="4949"/>
          <w:tab w:val="left" w:pos="7995"/>
        </w:tabs>
        <w:rPr>
          <w:rFonts w:ascii="Arial" w:hAnsi="Arial" w:cs="Arial"/>
          <w:b/>
          <w:bCs/>
          <w:sz w:val="36"/>
          <w:szCs w:val="36"/>
        </w:rPr>
      </w:pPr>
      <w:r>
        <w:rPr>
          <w:noProof/>
        </w:rPr>
        <w:drawing>
          <wp:anchor distT="0" distB="0" distL="114300" distR="114300" simplePos="0" relativeHeight="251659264" behindDoc="1" locked="0" layoutInCell="1" allowOverlap="1" wp14:anchorId="5F4577E3" wp14:editId="58AD29BD">
            <wp:simplePos x="0" y="0"/>
            <wp:positionH relativeFrom="page">
              <wp:posOffset>1884459</wp:posOffset>
            </wp:positionH>
            <wp:positionV relativeFrom="paragraph">
              <wp:posOffset>153228</wp:posOffset>
            </wp:positionV>
            <wp:extent cx="3794760" cy="1351722"/>
            <wp:effectExtent l="0" t="0" r="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OFPPT DEF-vec.png"/>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3813679" cy="135846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2191060" w14:textId="133AA2DA" w:rsidR="004C7D4B" w:rsidRDefault="004C7D4B" w:rsidP="004C7D4B"/>
    <w:p w14:paraId="54939007" w14:textId="59B17141" w:rsidR="004C7D4B" w:rsidRDefault="004C7D4B" w:rsidP="004C7D4B"/>
    <w:p w14:paraId="7629715B" w14:textId="6FB9F517" w:rsidR="004C7D4B" w:rsidRDefault="004C7D4B" w:rsidP="004C7D4B"/>
    <w:p w14:paraId="0B209226" w14:textId="7307113C" w:rsidR="004C7D4B" w:rsidRDefault="004C7D4B" w:rsidP="004C7D4B"/>
    <w:p w14:paraId="4F1CFBC4" w14:textId="1950CCF5" w:rsidR="004C7D4B" w:rsidRDefault="004C7D4B" w:rsidP="004C7D4B"/>
    <w:p w14:paraId="569C589B" w14:textId="36DB0859" w:rsidR="004C7D4B" w:rsidRDefault="004C7D4B" w:rsidP="004C7D4B"/>
    <w:p w14:paraId="7F350676" w14:textId="36C348F5" w:rsidR="004C7D4B" w:rsidRDefault="004C7D4B" w:rsidP="004C7D4B"/>
    <w:p w14:paraId="7CD2B83D" w14:textId="465ED5F0" w:rsidR="004C7D4B" w:rsidRDefault="004C7D4B" w:rsidP="004C7D4B"/>
    <w:p w14:paraId="3F4237DF" w14:textId="6324D4E4" w:rsidR="004C7D4B" w:rsidRDefault="004C7D4B" w:rsidP="004C7D4B"/>
    <w:p w14:paraId="17081ED9" w14:textId="77777777" w:rsidR="004C7D4B" w:rsidRPr="004C7D4B" w:rsidRDefault="004C7D4B" w:rsidP="004C7D4B"/>
    <w:p w14:paraId="6A71304B" w14:textId="77777777" w:rsidR="006E0EDD" w:rsidRPr="00503F3C" w:rsidRDefault="006E0EDD" w:rsidP="002F08A9">
      <w:pPr>
        <w:pStyle w:val="Titre8"/>
        <w:tabs>
          <w:tab w:val="left" w:pos="2565"/>
          <w:tab w:val="center" w:pos="4677"/>
          <w:tab w:val="center" w:pos="4949"/>
          <w:tab w:val="left" w:pos="7995"/>
        </w:tabs>
        <w:rPr>
          <w:rFonts w:ascii="Century Gothic" w:hAnsi="Century Gothic" w:cs="Arial"/>
          <w:b/>
          <w:bCs/>
          <w:sz w:val="36"/>
          <w:szCs w:val="36"/>
        </w:rPr>
      </w:pPr>
    </w:p>
    <w:p w14:paraId="7AA89BBA" w14:textId="77777777" w:rsidR="006E0EDD" w:rsidRPr="00503F3C" w:rsidRDefault="006E0EDD" w:rsidP="002F08A9">
      <w:pPr>
        <w:pStyle w:val="Titre8"/>
        <w:tabs>
          <w:tab w:val="left" w:pos="2565"/>
          <w:tab w:val="center" w:pos="4677"/>
          <w:tab w:val="center" w:pos="4949"/>
          <w:tab w:val="left" w:pos="7995"/>
        </w:tabs>
        <w:rPr>
          <w:rFonts w:ascii="Century Gothic" w:hAnsi="Century Gothic" w:cs="Arial"/>
          <w:b/>
          <w:bCs/>
          <w:sz w:val="36"/>
          <w:szCs w:val="36"/>
        </w:rPr>
      </w:pPr>
    </w:p>
    <w:p w14:paraId="316B3837" w14:textId="77777777" w:rsidR="00B16013" w:rsidRPr="00503F3C" w:rsidRDefault="00EB02C1" w:rsidP="002F08A9">
      <w:pPr>
        <w:pStyle w:val="Titre8"/>
        <w:tabs>
          <w:tab w:val="left" w:pos="2565"/>
          <w:tab w:val="center" w:pos="4677"/>
          <w:tab w:val="center" w:pos="4949"/>
          <w:tab w:val="left" w:pos="7995"/>
        </w:tabs>
        <w:rPr>
          <w:rFonts w:ascii="Century Gothic" w:hAnsi="Century Gothic" w:cs="Arial"/>
          <w:b/>
          <w:bCs/>
          <w:noProof/>
          <w:sz w:val="36"/>
          <w:szCs w:val="36"/>
        </w:rPr>
      </w:pPr>
      <w:r w:rsidRPr="00503F3C">
        <w:rPr>
          <w:rFonts w:ascii="Century Gothic" w:hAnsi="Century Gothic" w:cs="Arial"/>
          <w:b/>
          <w:bCs/>
          <w:sz w:val="36"/>
          <w:szCs w:val="36"/>
        </w:rPr>
        <w:t xml:space="preserve">Dossier </w:t>
      </w:r>
      <w:r w:rsidR="00B16013" w:rsidRPr="00503F3C">
        <w:rPr>
          <w:rFonts w:ascii="Century Gothic" w:hAnsi="Century Gothic" w:cs="Arial"/>
          <w:b/>
          <w:bCs/>
          <w:sz w:val="36"/>
          <w:szCs w:val="36"/>
        </w:rPr>
        <w:t>d’Appel</w:t>
      </w:r>
    </w:p>
    <w:p w14:paraId="79586361" w14:textId="186B2C11" w:rsidR="00B16013" w:rsidRPr="00503F3C" w:rsidRDefault="009F4BC1" w:rsidP="002F08A9">
      <w:pPr>
        <w:pStyle w:val="Titre8"/>
        <w:rPr>
          <w:rFonts w:ascii="Century Gothic" w:hAnsi="Century Gothic" w:cs="Arial"/>
          <w:b/>
          <w:bCs/>
          <w:noProof/>
          <w:sz w:val="44"/>
          <w:szCs w:val="12"/>
        </w:rPr>
      </w:pPr>
      <w:r w:rsidRPr="00503F3C">
        <w:rPr>
          <w:rFonts w:ascii="Century Gothic" w:hAnsi="Century Gothic" w:cs="Arial"/>
          <w:b/>
          <w:bCs/>
          <w:i/>
          <w:iCs/>
          <w:sz w:val="32"/>
          <w:szCs w:val="12"/>
        </w:rPr>
        <w:t>d</w:t>
      </w:r>
      <w:r w:rsidR="00471A87" w:rsidRPr="00503F3C">
        <w:rPr>
          <w:rFonts w:ascii="Century Gothic" w:hAnsi="Century Gothic" w:cs="Arial"/>
          <w:b/>
          <w:bCs/>
          <w:i/>
          <w:iCs/>
          <w:sz w:val="32"/>
          <w:szCs w:val="12"/>
        </w:rPr>
        <w:t>’Offres</w:t>
      </w:r>
    </w:p>
    <w:p w14:paraId="4EE9726E" w14:textId="77777777" w:rsidR="00B16013" w:rsidRPr="00503F3C" w:rsidRDefault="00520FE7" w:rsidP="009B0612">
      <w:pPr>
        <w:pStyle w:val="Titre8"/>
        <w:rPr>
          <w:rFonts w:ascii="Century Gothic" w:hAnsi="Century Gothic" w:cs="Arial"/>
          <w:b/>
          <w:bCs/>
          <w:i/>
          <w:iCs/>
          <w:sz w:val="32"/>
          <w:szCs w:val="12"/>
        </w:rPr>
      </w:pPr>
      <w:r w:rsidRPr="00503F3C">
        <w:rPr>
          <w:rFonts w:ascii="Century Gothic" w:hAnsi="Century Gothic" w:cs="Arial"/>
          <w:b/>
          <w:bCs/>
          <w:i/>
          <w:iCs/>
          <w:sz w:val="32"/>
          <w:szCs w:val="12"/>
        </w:rPr>
        <w:t>Ouvert</w:t>
      </w:r>
      <w:r w:rsidR="00B16013" w:rsidRPr="00503F3C">
        <w:rPr>
          <w:rFonts w:ascii="Century Gothic" w:hAnsi="Century Gothic" w:cs="Arial"/>
          <w:b/>
          <w:bCs/>
          <w:i/>
          <w:iCs/>
          <w:sz w:val="32"/>
          <w:szCs w:val="12"/>
        </w:rPr>
        <w:t xml:space="preserve"> sur offres de prix</w:t>
      </w:r>
    </w:p>
    <w:p w14:paraId="6CD7B8E7" w14:textId="21C7C26F" w:rsidR="00B16013" w:rsidRPr="00503F3C" w:rsidRDefault="00B16013" w:rsidP="00543EBC">
      <w:pPr>
        <w:pStyle w:val="Titre8"/>
        <w:rPr>
          <w:rFonts w:ascii="Century Gothic" w:hAnsi="Century Gothic" w:cs="Arial"/>
          <w:b/>
          <w:bCs/>
          <w:i/>
          <w:iCs/>
          <w:sz w:val="32"/>
          <w:szCs w:val="12"/>
        </w:rPr>
      </w:pPr>
      <w:r w:rsidRPr="00503F3C">
        <w:rPr>
          <w:rFonts w:ascii="Century Gothic" w:hAnsi="Century Gothic" w:cs="Arial"/>
          <w:b/>
          <w:bCs/>
          <w:i/>
          <w:iCs/>
          <w:sz w:val="32"/>
          <w:szCs w:val="12"/>
        </w:rPr>
        <w:t>N°</w:t>
      </w:r>
      <w:r w:rsidR="00222568">
        <w:rPr>
          <w:rFonts w:ascii="Century Gothic" w:hAnsi="Century Gothic" w:cs="Arial"/>
          <w:b/>
          <w:bCs/>
          <w:i/>
          <w:iCs/>
          <w:sz w:val="32"/>
          <w:szCs w:val="12"/>
        </w:rPr>
        <w:t xml:space="preserve"> 1</w:t>
      </w:r>
      <w:r w:rsidR="00543EBC">
        <w:rPr>
          <w:rFonts w:ascii="Century Gothic" w:hAnsi="Century Gothic" w:cs="Arial"/>
          <w:b/>
          <w:bCs/>
          <w:i/>
          <w:iCs/>
          <w:sz w:val="32"/>
          <w:szCs w:val="12"/>
        </w:rPr>
        <w:t>31</w:t>
      </w:r>
      <w:bookmarkStart w:id="0" w:name="_GoBack"/>
      <w:bookmarkEnd w:id="0"/>
      <w:r w:rsidR="009A1691" w:rsidRPr="00503F3C">
        <w:rPr>
          <w:rFonts w:ascii="Century Gothic" w:hAnsi="Century Gothic" w:cs="Arial"/>
          <w:b/>
          <w:bCs/>
          <w:i/>
          <w:iCs/>
          <w:sz w:val="32"/>
          <w:szCs w:val="12"/>
        </w:rPr>
        <w:t xml:space="preserve"> </w:t>
      </w:r>
      <w:r w:rsidRPr="00503F3C">
        <w:rPr>
          <w:rFonts w:ascii="Century Gothic" w:hAnsi="Century Gothic" w:cs="Arial"/>
          <w:b/>
          <w:bCs/>
          <w:i/>
          <w:iCs/>
          <w:sz w:val="32"/>
          <w:szCs w:val="12"/>
        </w:rPr>
        <w:t xml:space="preserve">/ </w:t>
      </w:r>
      <w:r w:rsidR="007A5758" w:rsidRPr="00503F3C">
        <w:rPr>
          <w:rFonts w:ascii="Century Gothic" w:hAnsi="Century Gothic" w:cs="Arial"/>
          <w:b/>
          <w:bCs/>
          <w:i/>
          <w:iCs/>
          <w:sz w:val="32"/>
          <w:szCs w:val="12"/>
        </w:rPr>
        <w:t>20</w:t>
      </w:r>
      <w:r w:rsidR="006650D4">
        <w:rPr>
          <w:rFonts w:ascii="Century Gothic" w:hAnsi="Century Gothic" w:cs="Arial"/>
          <w:b/>
          <w:bCs/>
          <w:i/>
          <w:iCs/>
          <w:sz w:val="32"/>
          <w:szCs w:val="12"/>
        </w:rPr>
        <w:t>22</w:t>
      </w:r>
    </w:p>
    <w:p w14:paraId="2ADD790B" w14:textId="77777777" w:rsidR="00B16013" w:rsidRPr="00503F3C" w:rsidRDefault="00B16013" w:rsidP="002F08A9">
      <w:pPr>
        <w:jc w:val="both"/>
        <w:rPr>
          <w:rFonts w:ascii="Century Gothic" w:hAnsi="Century Gothic" w:cs="Arial"/>
          <w:b/>
          <w:sz w:val="22"/>
          <w:szCs w:val="22"/>
        </w:rPr>
      </w:pPr>
    </w:p>
    <w:p w14:paraId="0D79700B" w14:textId="77777777" w:rsidR="006E0EDD" w:rsidRPr="00503F3C" w:rsidRDefault="006E0EDD" w:rsidP="002F08A9">
      <w:pPr>
        <w:jc w:val="both"/>
        <w:rPr>
          <w:rFonts w:ascii="Century Gothic" w:hAnsi="Century Gothic" w:cs="Arial"/>
          <w:b/>
          <w:sz w:val="22"/>
          <w:szCs w:val="22"/>
        </w:rPr>
      </w:pPr>
    </w:p>
    <w:p w14:paraId="06CC0FB2" w14:textId="77777777" w:rsidR="006E0EDD" w:rsidRPr="00503F3C" w:rsidRDefault="006E0EDD" w:rsidP="002F08A9">
      <w:pPr>
        <w:jc w:val="both"/>
        <w:rPr>
          <w:rFonts w:ascii="Century Gothic" w:hAnsi="Century Gothic" w:cs="Arial"/>
          <w:b/>
          <w:sz w:val="22"/>
          <w:szCs w:val="22"/>
        </w:rPr>
      </w:pPr>
    </w:p>
    <w:p w14:paraId="5D82CDE5" w14:textId="77777777" w:rsidR="00CA313E" w:rsidRPr="00503F3C" w:rsidRDefault="00CA313E" w:rsidP="002F08A9">
      <w:pPr>
        <w:jc w:val="both"/>
        <w:rPr>
          <w:rFonts w:ascii="Century Gothic" w:hAnsi="Century Gothic" w:cs="Arial"/>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446"/>
      </w:tblGrid>
      <w:tr w:rsidR="00B16013" w:rsidRPr="00503F3C" w14:paraId="4B52DBA5" w14:textId="77777777" w:rsidTr="0021018C">
        <w:trPr>
          <w:cantSplit/>
          <w:jc w:val="center"/>
        </w:trPr>
        <w:tc>
          <w:tcPr>
            <w:tcW w:w="8446" w:type="dxa"/>
          </w:tcPr>
          <w:p w14:paraId="7E21A6CD" w14:textId="77777777" w:rsidR="00B16013" w:rsidRPr="00503F3C" w:rsidRDefault="00B16013" w:rsidP="002F08A9">
            <w:pPr>
              <w:pStyle w:val="BodyText21"/>
              <w:numPr>
                <w:ilvl w:val="12"/>
                <w:numId w:val="0"/>
              </w:numPr>
              <w:jc w:val="both"/>
              <w:rPr>
                <w:rFonts w:ascii="Century Gothic" w:hAnsi="Century Gothic" w:cs="Arial"/>
                <w:bCs/>
                <w:i/>
                <w:iCs/>
                <w:sz w:val="24"/>
                <w:szCs w:val="24"/>
                <w:u w:val="single"/>
              </w:rPr>
            </w:pPr>
          </w:p>
          <w:p w14:paraId="6C08F3CA" w14:textId="77777777" w:rsidR="00D80F74" w:rsidRPr="00503F3C" w:rsidRDefault="0058274D" w:rsidP="002F08A9">
            <w:pPr>
              <w:pStyle w:val="Corpsdetexte2"/>
              <w:jc w:val="center"/>
              <w:rPr>
                <w:rFonts w:ascii="Century Gothic" w:hAnsi="Century Gothic" w:cs="Arial"/>
                <w:b/>
                <w:bCs/>
                <w:i/>
                <w:iCs/>
                <w:szCs w:val="24"/>
              </w:rPr>
            </w:pPr>
            <w:r w:rsidRPr="00503F3C">
              <w:rPr>
                <w:rFonts w:ascii="Century Gothic" w:hAnsi="Century Gothic" w:cs="Arial"/>
                <w:b/>
                <w:bCs/>
                <w:i/>
                <w:iCs/>
                <w:szCs w:val="24"/>
              </w:rPr>
              <w:t xml:space="preserve">Financement : </w:t>
            </w:r>
          </w:p>
          <w:p w14:paraId="2E7D8D30" w14:textId="298A6470" w:rsidR="0058274D" w:rsidRPr="00503F3C" w:rsidRDefault="0058274D" w:rsidP="002F08A9">
            <w:pPr>
              <w:pStyle w:val="Corpsdetexte2"/>
              <w:jc w:val="center"/>
              <w:rPr>
                <w:rFonts w:ascii="Century Gothic" w:hAnsi="Century Gothic" w:cs="Arial"/>
                <w:b/>
                <w:bCs/>
                <w:i/>
                <w:iCs/>
                <w:szCs w:val="24"/>
              </w:rPr>
            </w:pPr>
            <w:r w:rsidRPr="00503F3C">
              <w:rPr>
                <w:rFonts w:ascii="Century Gothic" w:hAnsi="Century Gothic" w:cs="Arial"/>
                <w:b/>
                <w:bCs/>
                <w:i/>
                <w:iCs/>
                <w:szCs w:val="24"/>
              </w:rPr>
              <w:t xml:space="preserve">Projet </w:t>
            </w:r>
            <w:r w:rsidR="00D80F74" w:rsidRPr="00503F3C">
              <w:rPr>
                <w:rFonts w:ascii="Century Gothic" w:hAnsi="Century Gothic" w:cs="Arial"/>
                <w:b/>
                <w:bCs/>
                <w:i/>
                <w:iCs/>
                <w:szCs w:val="24"/>
              </w:rPr>
              <w:t>de l’</w:t>
            </w:r>
            <w:r w:rsidR="00410013" w:rsidRPr="00503F3C">
              <w:rPr>
                <w:rFonts w:ascii="Century Gothic" w:hAnsi="Century Gothic" w:cs="Arial"/>
                <w:b/>
                <w:bCs/>
                <w:i/>
                <w:iCs/>
                <w:szCs w:val="24"/>
              </w:rPr>
              <w:t>O.F.P.</w:t>
            </w:r>
            <w:r w:rsidR="00DD1F5E" w:rsidRPr="00503F3C">
              <w:rPr>
                <w:rFonts w:ascii="Century Gothic" w:hAnsi="Century Gothic" w:cs="Arial"/>
                <w:b/>
                <w:bCs/>
                <w:i/>
                <w:iCs/>
                <w:szCs w:val="24"/>
              </w:rPr>
              <w:t>P.</w:t>
            </w:r>
            <w:r w:rsidR="00B86A18" w:rsidRPr="00503F3C">
              <w:rPr>
                <w:rFonts w:ascii="Century Gothic" w:hAnsi="Century Gothic" w:cs="Arial"/>
                <w:b/>
                <w:bCs/>
                <w:i/>
                <w:iCs/>
                <w:szCs w:val="24"/>
              </w:rPr>
              <w:t>T</w:t>
            </w:r>
            <w:r w:rsidRPr="00503F3C">
              <w:rPr>
                <w:rFonts w:ascii="Century Gothic" w:hAnsi="Century Gothic" w:cs="Arial"/>
                <w:b/>
                <w:bCs/>
                <w:i/>
                <w:iCs/>
                <w:szCs w:val="24"/>
              </w:rPr>
              <w:t xml:space="preserve"> </w:t>
            </w:r>
            <w:r w:rsidR="00D80F74" w:rsidRPr="00503F3C">
              <w:rPr>
                <w:rFonts w:ascii="Century Gothic" w:hAnsi="Century Gothic" w:cs="Arial"/>
                <w:b/>
                <w:bCs/>
                <w:i/>
                <w:iCs/>
                <w:szCs w:val="24"/>
              </w:rPr>
              <w:t xml:space="preserve">et </w:t>
            </w:r>
            <w:r w:rsidRPr="00503F3C">
              <w:rPr>
                <w:rFonts w:ascii="Century Gothic" w:hAnsi="Century Gothic" w:cs="Arial"/>
                <w:b/>
                <w:bCs/>
                <w:i/>
                <w:iCs/>
                <w:szCs w:val="24"/>
              </w:rPr>
              <w:t xml:space="preserve">hors </w:t>
            </w:r>
            <w:r w:rsidR="00D80F74" w:rsidRPr="00503F3C">
              <w:rPr>
                <w:rFonts w:ascii="Century Gothic" w:hAnsi="Century Gothic" w:cs="Arial"/>
                <w:b/>
                <w:bCs/>
                <w:i/>
                <w:iCs/>
                <w:szCs w:val="24"/>
              </w:rPr>
              <w:t>C</w:t>
            </w:r>
            <w:r w:rsidRPr="00503F3C">
              <w:rPr>
                <w:rFonts w:ascii="Century Gothic" w:hAnsi="Century Gothic" w:cs="Arial"/>
                <w:b/>
                <w:bCs/>
                <w:i/>
                <w:iCs/>
                <w:szCs w:val="24"/>
              </w:rPr>
              <w:t>oopération</w:t>
            </w:r>
          </w:p>
          <w:p w14:paraId="219E2735" w14:textId="77777777" w:rsidR="00B16013" w:rsidRPr="00503F3C" w:rsidRDefault="00B16013" w:rsidP="002F08A9">
            <w:pPr>
              <w:pStyle w:val="BodyText21"/>
              <w:numPr>
                <w:ilvl w:val="12"/>
                <w:numId w:val="0"/>
              </w:numPr>
              <w:jc w:val="both"/>
              <w:rPr>
                <w:rFonts w:ascii="Century Gothic" w:hAnsi="Century Gothic" w:cs="Arial"/>
                <w:bCs/>
                <w:sz w:val="24"/>
                <w:szCs w:val="24"/>
              </w:rPr>
            </w:pPr>
          </w:p>
        </w:tc>
      </w:tr>
    </w:tbl>
    <w:p w14:paraId="44C1160B" w14:textId="77777777" w:rsidR="00B16013" w:rsidRPr="00503F3C" w:rsidRDefault="00B16013" w:rsidP="002F08A9">
      <w:pPr>
        <w:jc w:val="both"/>
        <w:rPr>
          <w:rFonts w:ascii="Century Gothic" w:hAnsi="Century Gothic" w:cs="Arial"/>
        </w:rPr>
      </w:pPr>
    </w:p>
    <w:p w14:paraId="3E777A50" w14:textId="77777777" w:rsidR="00CA313E" w:rsidRPr="00503F3C" w:rsidRDefault="00CA313E" w:rsidP="002F08A9">
      <w:pPr>
        <w:jc w:val="both"/>
        <w:rPr>
          <w:rFonts w:ascii="Century Gothic" w:hAnsi="Century Gothic" w:cs="Arial"/>
        </w:rPr>
      </w:pPr>
    </w:p>
    <w:p w14:paraId="089C327F" w14:textId="77777777" w:rsidR="006E0EDD" w:rsidRPr="00503F3C" w:rsidRDefault="006E0EDD" w:rsidP="002F08A9">
      <w:pPr>
        <w:jc w:val="both"/>
        <w:rPr>
          <w:rFonts w:ascii="Century Gothic" w:hAnsi="Century Gothic" w:cs="Arial"/>
        </w:rPr>
      </w:pPr>
    </w:p>
    <w:p w14:paraId="6B49E709" w14:textId="77777777" w:rsidR="006E0EDD" w:rsidRPr="00503F3C" w:rsidRDefault="006E0EDD" w:rsidP="002F08A9">
      <w:pPr>
        <w:jc w:val="both"/>
        <w:rPr>
          <w:rFonts w:ascii="Century Gothic" w:hAnsi="Century Gothic" w:cs="Arial"/>
        </w:rPr>
      </w:pPr>
    </w:p>
    <w:p w14:paraId="0D312741" w14:textId="77777777" w:rsidR="006E0EDD" w:rsidRPr="00503F3C" w:rsidRDefault="006E0EDD" w:rsidP="002F08A9">
      <w:pPr>
        <w:jc w:val="both"/>
        <w:rPr>
          <w:rFonts w:ascii="Century Gothic" w:hAnsi="Century Gothic" w:cs="Arial"/>
        </w:rPr>
      </w:pPr>
    </w:p>
    <w:p w14:paraId="31BB9A24" w14:textId="77777777" w:rsidR="006E0EDD" w:rsidRPr="00503F3C" w:rsidRDefault="006E0EDD" w:rsidP="002F08A9">
      <w:pPr>
        <w:jc w:val="both"/>
        <w:rPr>
          <w:rFonts w:ascii="Century Gothic" w:hAnsi="Century Gothic" w:cs="Arial"/>
        </w:rPr>
      </w:pPr>
    </w:p>
    <w:tbl>
      <w:tblPr>
        <w:tblW w:w="981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816"/>
      </w:tblGrid>
      <w:tr w:rsidR="00B16013" w:rsidRPr="00503F3C" w14:paraId="61CF7279" w14:textId="77777777" w:rsidTr="00726A01">
        <w:trPr>
          <w:trHeight w:val="1735"/>
        </w:trPr>
        <w:tc>
          <w:tcPr>
            <w:tcW w:w="9816" w:type="dxa"/>
            <w:tcBorders>
              <w:bottom w:val="single" w:sz="4" w:space="0" w:color="auto"/>
            </w:tcBorders>
          </w:tcPr>
          <w:p w14:paraId="05153365" w14:textId="77777777" w:rsidR="00ED3124" w:rsidRPr="00503F3C" w:rsidRDefault="00ED3124" w:rsidP="00593731">
            <w:pPr>
              <w:pStyle w:val="Corpsdetexte"/>
              <w:jc w:val="both"/>
              <w:rPr>
                <w:rFonts w:ascii="Century Gothic" w:hAnsi="Century Gothic" w:cs="Arial"/>
                <w:snapToGrid/>
                <w:sz w:val="24"/>
                <w:szCs w:val="32"/>
              </w:rPr>
            </w:pPr>
            <w:bookmarkStart w:id="1" w:name="_Hlk22204245"/>
          </w:p>
          <w:bookmarkEnd w:id="1"/>
          <w:p w14:paraId="5D940BFF" w14:textId="4BFFF504" w:rsidR="00057B6D" w:rsidRDefault="003B04A4" w:rsidP="00E57116">
            <w:pPr>
              <w:widowControl w:val="0"/>
              <w:autoSpaceDE w:val="0"/>
              <w:autoSpaceDN w:val="0"/>
              <w:adjustRightInd w:val="0"/>
              <w:spacing w:line="385" w:lineRule="exact"/>
              <w:ind w:left="65" w:right="422"/>
              <w:jc w:val="both"/>
              <w:rPr>
                <w:rFonts w:ascii="Century Gothic" w:hAnsi="Century Gothic" w:cs="Calibri"/>
                <w:b/>
                <w:bCs/>
                <w:spacing w:val="1"/>
                <w:position w:val="1"/>
                <w:szCs w:val="32"/>
              </w:rPr>
            </w:pPr>
            <w:r w:rsidRPr="00503F3C">
              <w:rPr>
                <w:rFonts w:ascii="Century Gothic" w:hAnsi="Century Gothic" w:cs="Arial"/>
                <w:b/>
                <w:bCs/>
                <w:spacing w:val="1"/>
                <w:position w:val="1"/>
                <w:szCs w:val="32"/>
              </w:rPr>
              <w:t xml:space="preserve">Objet : </w:t>
            </w:r>
            <w:r w:rsidR="00E57116">
              <w:rPr>
                <w:rFonts w:ascii="Century Gothic" w:hAnsi="Century Gothic" w:cs="Calibri"/>
                <w:b/>
                <w:bCs/>
                <w:spacing w:val="1"/>
                <w:position w:val="1"/>
                <w:szCs w:val="32"/>
              </w:rPr>
              <w:t>A</w:t>
            </w:r>
            <w:r w:rsidR="006650D4">
              <w:rPr>
                <w:rFonts w:ascii="Century Gothic" w:hAnsi="Century Gothic" w:cs="Calibri"/>
                <w:b/>
                <w:bCs/>
                <w:spacing w:val="1"/>
                <w:position w:val="1"/>
                <w:szCs w:val="32"/>
              </w:rPr>
              <w:t xml:space="preserve">cquisition de matière d’œuvre et petit outillage pour le </w:t>
            </w:r>
            <w:r w:rsidR="00057B6D">
              <w:rPr>
                <w:rFonts w:ascii="Century Gothic" w:hAnsi="Century Gothic" w:cs="Calibri"/>
                <w:b/>
                <w:bCs/>
                <w:spacing w:val="1"/>
                <w:position w:val="1"/>
                <w:szCs w:val="32"/>
              </w:rPr>
              <w:t>sec</w:t>
            </w:r>
            <w:r w:rsidR="006650D4">
              <w:rPr>
                <w:rFonts w:ascii="Century Gothic" w:hAnsi="Century Gothic" w:cs="Calibri"/>
                <w:b/>
                <w:bCs/>
                <w:spacing w:val="1"/>
                <w:position w:val="1"/>
                <w:szCs w:val="32"/>
              </w:rPr>
              <w:t xml:space="preserve">teur </w:t>
            </w:r>
            <w:r w:rsidR="00E57116">
              <w:rPr>
                <w:rFonts w:ascii="Century Gothic" w:hAnsi="Century Gothic" w:cs="Calibri"/>
                <w:b/>
                <w:bCs/>
                <w:spacing w:val="1"/>
                <w:position w:val="1"/>
                <w:szCs w:val="32"/>
              </w:rPr>
              <w:t xml:space="preserve">maintenance automobile </w:t>
            </w:r>
            <w:r w:rsidR="006650D4">
              <w:rPr>
                <w:rFonts w:ascii="Century Gothic" w:hAnsi="Century Gothic" w:cs="Calibri"/>
                <w:b/>
                <w:bCs/>
                <w:spacing w:val="1"/>
                <w:position w:val="1"/>
                <w:szCs w:val="32"/>
              </w:rPr>
              <w:t xml:space="preserve">destinés aux </w:t>
            </w:r>
            <w:r w:rsidR="00057B6D">
              <w:rPr>
                <w:rFonts w:ascii="Century Gothic" w:hAnsi="Century Gothic" w:cs="Calibri"/>
                <w:b/>
                <w:bCs/>
                <w:spacing w:val="1"/>
                <w:position w:val="1"/>
                <w:szCs w:val="32"/>
              </w:rPr>
              <w:t>Unité</w:t>
            </w:r>
            <w:r w:rsidR="006650D4">
              <w:rPr>
                <w:rFonts w:ascii="Century Gothic" w:hAnsi="Century Gothic" w:cs="Calibri"/>
                <w:b/>
                <w:bCs/>
                <w:spacing w:val="1"/>
                <w:position w:val="1"/>
                <w:szCs w:val="32"/>
              </w:rPr>
              <w:t>s Mobiles de Formation</w:t>
            </w:r>
            <w:r w:rsidR="009765A2">
              <w:rPr>
                <w:rFonts w:ascii="Century Gothic" w:hAnsi="Century Gothic" w:cs="Calibri"/>
                <w:b/>
                <w:bCs/>
                <w:spacing w:val="1"/>
                <w:position w:val="1"/>
                <w:szCs w:val="32"/>
              </w:rPr>
              <w:t>, répartie</w:t>
            </w:r>
            <w:r w:rsidR="00057B6D">
              <w:rPr>
                <w:rFonts w:ascii="Century Gothic" w:hAnsi="Century Gothic" w:cs="Calibri"/>
                <w:b/>
                <w:bCs/>
                <w:spacing w:val="1"/>
                <w:position w:val="1"/>
                <w:szCs w:val="32"/>
              </w:rPr>
              <w:t xml:space="preserve"> en lots suivants :</w:t>
            </w:r>
          </w:p>
          <w:p w14:paraId="0F6E0E98" w14:textId="5EB785FB" w:rsidR="00057B6D" w:rsidRPr="00901A07" w:rsidRDefault="00057B6D" w:rsidP="00E57116">
            <w:pPr>
              <w:pStyle w:val="Paragraphedeliste"/>
              <w:widowControl w:val="0"/>
              <w:numPr>
                <w:ilvl w:val="0"/>
                <w:numId w:val="83"/>
              </w:numPr>
              <w:tabs>
                <w:tab w:val="left" w:pos="851"/>
              </w:tabs>
              <w:autoSpaceDE w:val="0"/>
              <w:autoSpaceDN w:val="0"/>
              <w:adjustRightInd w:val="0"/>
              <w:spacing w:line="276" w:lineRule="auto"/>
              <w:ind w:right="-20"/>
              <w:contextualSpacing/>
              <w:rPr>
                <w:rFonts w:ascii="Century Gothic" w:hAnsi="Century Gothic" w:cs="Calibri"/>
                <w:b/>
                <w:szCs w:val="32"/>
              </w:rPr>
            </w:pPr>
            <w:r w:rsidRPr="00901A07">
              <w:rPr>
                <w:rFonts w:ascii="Century Gothic" w:hAnsi="Century Gothic" w:cs="Calibri"/>
                <w:b/>
                <w:szCs w:val="32"/>
              </w:rPr>
              <w:t>Lot N°0</w:t>
            </w:r>
            <w:r w:rsidR="006650D4">
              <w:rPr>
                <w:rFonts w:ascii="Century Gothic" w:hAnsi="Century Gothic" w:cs="Calibri"/>
                <w:b/>
                <w:szCs w:val="32"/>
              </w:rPr>
              <w:t>1</w:t>
            </w:r>
            <w:r w:rsidRPr="00901A07">
              <w:rPr>
                <w:rFonts w:ascii="Century Gothic" w:hAnsi="Century Gothic" w:cs="Calibri"/>
                <w:b/>
                <w:szCs w:val="32"/>
              </w:rPr>
              <w:t> : Matière d’œuvre</w:t>
            </w:r>
            <w:r w:rsidR="00E57116">
              <w:rPr>
                <w:rFonts w:ascii="Century Gothic" w:hAnsi="Century Gothic" w:cs="Calibri"/>
                <w:b/>
                <w:szCs w:val="32"/>
              </w:rPr>
              <w:t xml:space="preserve"> en mécanique automobile (RVA-REM)</w:t>
            </w:r>
          </w:p>
          <w:p w14:paraId="7A760405" w14:textId="77777777" w:rsidR="003B04A4" w:rsidRPr="00F32D39" w:rsidRDefault="00057B6D" w:rsidP="00E57116">
            <w:pPr>
              <w:pStyle w:val="Paragraphedeliste"/>
              <w:widowControl w:val="0"/>
              <w:numPr>
                <w:ilvl w:val="0"/>
                <w:numId w:val="83"/>
              </w:numPr>
              <w:tabs>
                <w:tab w:val="left" w:pos="851"/>
              </w:tabs>
              <w:autoSpaceDE w:val="0"/>
              <w:autoSpaceDN w:val="0"/>
              <w:adjustRightInd w:val="0"/>
              <w:spacing w:line="276" w:lineRule="auto"/>
              <w:ind w:right="-20"/>
              <w:contextualSpacing/>
              <w:rPr>
                <w:rFonts w:ascii="Century Gothic" w:hAnsi="Century Gothic" w:cs="Arial"/>
                <w:b/>
                <w:bCs/>
                <w:spacing w:val="1"/>
                <w:position w:val="1"/>
              </w:rPr>
            </w:pPr>
            <w:r w:rsidRPr="00901A07">
              <w:rPr>
                <w:rFonts w:ascii="Century Gothic" w:hAnsi="Century Gothic" w:cs="Calibri"/>
                <w:b/>
                <w:szCs w:val="32"/>
              </w:rPr>
              <w:t>Lot N°0</w:t>
            </w:r>
            <w:r w:rsidR="006650D4">
              <w:rPr>
                <w:rFonts w:ascii="Century Gothic" w:hAnsi="Century Gothic" w:cs="Calibri"/>
                <w:b/>
                <w:szCs w:val="32"/>
              </w:rPr>
              <w:t>2</w:t>
            </w:r>
            <w:r w:rsidRPr="00901A07">
              <w:rPr>
                <w:rFonts w:ascii="Century Gothic" w:hAnsi="Century Gothic" w:cs="Calibri"/>
                <w:b/>
                <w:szCs w:val="32"/>
              </w:rPr>
              <w:t> : Petit Outillage</w:t>
            </w:r>
            <w:r w:rsidR="00E57116">
              <w:rPr>
                <w:rFonts w:ascii="Century Gothic" w:hAnsi="Century Gothic" w:cs="Calibri"/>
                <w:b/>
                <w:szCs w:val="32"/>
              </w:rPr>
              <w:t xml:space="preserve"> en mécanique automobile (RVA-REM)</w:t>
            </w:r>
          </w:p>
          <w:p w14:paraId="42EB8EBB" w14:textId="28A5C4A7" w:rsidR="00F32D39" w:rsidRPr="00F32D39" w:rsidRDefault="00F32D39" w:rsidP="00F32D39">
            <w:pPr>
              <w:widowControl w:val="0"/>
              <w:tabs>
                <w:tab w:val="left" w:pos="851"/>
              </w:tabs>
              <w:autoSpaceDE w:val="0"/>
              <w:autoSpaceDN w:val="0"/>
              <w:adjustRightInd w:val="0"/>
              <w:spacing w:line="276" w:lineRule="auto"/>
              <w:ind w:left="360" w:right="-20"/>
              <w:contextualSpacing/>
              <w:rPr>
                <w:rFonts w:ascii="Century Gothic" w:hAnsi="Century Gothic" w:cs="Arial"/>
                <w:b/>
                <w:bCs/>
                <w:spacing w:val="1"/>
                <w:position w:val="1"/>
                <w:sz w:val="20"/>
                <w:szCs w:val="20"/>
              </w:rPr>
            </w:pPr>
          </w:p>
        </w:tc>
      </w:tr>
    </w:tbl>
    <w:p w14:paraId="6E67844A" w14:textId="77777777" w:rsidR="00B16013" w:rsidRPr="00503F3C" w:rsidRDefault="00B16013" w:rsidP="00593731">
      <w:pPr>
        <w:pStyle w:val="Normalcentr"/>
        <w:ind w:left="0"/>
        <w:jc w:val="both"/>
        <w:rPr>
          <w:rFonts w:ascii="Century Gothic" w:hAnsi="Century Gothic" w:cs="Arial"/>
          <w:sz w:val="32"/>
          <w:szCs w:val="32"/>
        </w:rPr>
      </w:pPr>
    </w:p>
    <w:p w14:paraId="14304F52" w14:textId="7176B278" w:rsidR="00612C9A" w:rsidRPr="00503F3C" w:rsidRDefault="00612C9A" w:rsidP="002F08A9">
      <w:pPr>
        <w:rPr>
          <w:rFonts w:ascii="Century Gothic" w:hAnsi="Century Gothic" w:cs="Arial"/>
          <w:sz w:val="22"/>
          <w:szCs w:val="22"/>
        </w:rPr>
        <w:sectPr w:rsidR="00612C9A" w:rsidRPr="00503F3C" w:rsidSect="00BE2B26">
          <w:headerReference w:type="default" r:id="rId9"/>
          <w:footerReference w:type="default" r:id="rId10"/>
          <w:pgSz w:w="11906" w:h="16838"/>
          <w:pgMar w:top="1134" w:right="1133" w:bottom="993" w:left="1134" w:header="426" w:footer="221" w:gutter="0"/>
          <w:cols w:space="708"/>
          <w:docGrid w:linePitch="360"/>
        </w:sectPr>
      </w:pPr>
    </w:p>
    <w:p w14:paraId="507B4FBD" w14:textId="7E0A0EF7" w:rsidR="0036095A" w:rsidRPr="00503F3C" w:rsidRDefault="0036095A" w:rsidP="00033BAB">
      <w:pPr>
        <w:autoSpaceDE w:val="0"/>
        <w:autoSpaceDN w:val="0"/>
        <w:adjustRightInd w:val="0"/>
        <w:jc w:val="center"/>
        <w:rPr>
          <w:rFonts w:ascii="Century Gothic" w:hAnsi="Century Gothic" w:cs="Arial"/>
          <w:b/>
          <w:bCs/>
        </w:rPr>
      </w:pPr>
      <w:r w:rsidRPr="00503F3C">
        <w:rPr>
          <w:rFonts w:ascii="Century Gothic" w:hAnsi="Century Gothic" w:cs="Arial"/>
          <w:b/>
          <w:bCs/>
        </w:rPr>
        <w:lastRenderedPageBreak/>
        <w:t>MODELE DE L'ACTE D'ENGAGEMENT</w:t>
      </w:r>
    </w:p>
    <w:p w14:paraId="25AEEB91" w14:textId="77777777" w:rsidR="0036095A" w:rsidRPr="00503F3C" w:rsidRDefault="0036095A" w:rsidP="00794BDB">
      <w:pPr>
        <w:autoSpaceDE w:val="0"/>
        <w:autoSpaceDN w:val="0"/>
        <w:adjustRightInd w:val="0"/>
        <w:jc w:val="center"/>
        <w:rPr>
          <w:rFonts w:ascii="Century Gothic" w:hAnsi="Century Gothic" w:cs="Arial"/>
        </w:rPr>
      </w:pPr>
      <w:r w:rsidRPr="00503F3C">
        <w:rPr>
          <w:rFonts w:ascii="Century Gothic" w:hAnsi="Century Gothic" w:cs="Arial"/>
          <w:b/>
          <w:bCs/>
        </w:rPr>
        <w:t>***********</w:t>
      </w:r>
    </w:p>
    <w:p w14:paraId="428FCE5A" w14:textId="77777777" w:rsidR="0036095A" w:rsidRPr="00503F3C" w:rsidRDefault="0036095A" w:rsidP="00794BDB">
      <w:pPr>
        <w:pStyle w:val="Titre2"/>
        <w:rPr>
          <w:rFonts w:ascii="Century Gothic" w:hAnsi="Century Gothic" w:cs="Arial"/>
          <w:sz w:val="24"/>
          <w:szCs w:val="24"/>
        </w:rPr>
      </w:pPr>
      <w:r w:rsidRPr="00503F3C">
        <w:rPr>
          <w:rFonts w:ascii="Century Gothic" w:hAnsi="Century Gothic" w:cs="Arial"/>
          <w:sz w:val="24"/>
          <w:szCs w:val="24"/>
        </w:rPr>
        <w:t>ACTE D'ENGAGEMENT</w:t>
      </w:r>
    </w:p>
    <w:p w14:paraId="21EC20C6" w14:textId="77777777" w:rsidR="0036095A" w:rsidRPr="00503F3C" w:rsidRDefault="0036095A" w:rsidP="00794BDB">
      <w:pPr>
        <w:autoSpaceDE w:val="0"/>
        <w:autoSpaceDN w:val="0"/>
        <w:adjustRightInd w:val="0"/>
        <w:jc w:val="center"/>
        <w:rPr>
          <w:rFonts w:ascii="Century Gothic" w:hAnsi="Century Gothic" w:cs="Arial"/>
          <w:b/>
          <w:bCs/>
        </w:rPr>
      </w:pPr>
    </w:p>
    <w:p w14:paraId="7AB209BE" w14:textId="77777777" w:rsidR="0036095A" w:rsidRPr="00503F3C" w:rsidRDefault="0036095A" w:rsidP="00794BDB">
      <w:pPr>
        <w:autoSpaceDE w:val="0"/>
        <w:autoSpaceDN w:val="0"/>
        <w:adjustRightInd w:val="0"/>
        <w:ind w:left="426" w:hanging="426"/>
        <w:rPr>
          <w:rFonts w:ascii="Century Gothic" w:hAnsi="Century Gothic" w:cs="Arial"/>
        </w:rPr>
      </w:pPr>
      <w:r w:rsidRPr="00503F3C">
        <w:rPr>
          <w:rFonts w:ascii="Century Gothic" w:hAnsi="Century Gothic" w:cs="Arial"/>
          <w:b/>
          <w:bCs/>
        </w:rPr>
        <w:t>A -</w:t>
      </w:r>
      <w:r w:rsidRPr="00503F3C">
        <w:rPr>
          <w:rFonts w:ascii="Century Gothic" w:hAnsi="Century Gothic" w:cs="Arial"/>
        </w:rPr>
        <w:t xml:space="preserve"> </w:t>
      </w:r>
      <w:r w:rsidRPr="00503F3C">
        <w:rPr>
          <w:rFonts w:ascii="Century Gothic" w:hAnsi="Century Gothic" w:cs="Arial"/>
          <w:b/>
          <w:bCs/>
        </w:rPr>
        <w:t>Partie réservée à l</w:t>
      </w:r>
      <w:r w:rsidRPr="00503F3C">
        <w:rPr>
          <w:rFonts w:ascii="Century Gothic" w:hAnsi="Century Gothic" w:cs="Arial"/>
        </w:rPr>
        <w:t>'</w:t>
      </w:r>
      <w:r w:rsidRPr="00503F3C">
        <w:rPr>
          <w:rFonts w:ascii="Century Gothic" w:hAnsi="Century Gothic" w:cs="Arial"/>
          <w:b/>
          <w:bCs/>
        </w:rPr>
        <w:t>Office de la Formation Professionnelle et de la Promotion du Travail</w:t>
      </w:r>
    </w:p>
    <w:p w14:paraId="1B2CB89C" w14:textId="77777777" w:rsidR="0036095A" w:rsidRPr="00503F3C" w:rsidRDefault="0036095A" w:rsidP="00794BDB">
      <w:pPr>
        <w:autoSpaceDE w:val="0"/>
        <w:autoSpaceDN w:val="0"/>
        <w:adjustRightInd w:val="0"/>
        <w:spacing w:line="276" w:lineRule="auto"/>
        <w:jc w:val="both"/>
        <w:rPr>
          <w:rFonts w:ascii="Century Gothic" w:hAnsi="Century Gothic" w:cs="Arial"/>
        </w:rPr>
      </w:pPr>
    </w:p>
    <w:p w14:paraId="1DB2F272" w14:textId="7C065ED1" w:rsidR="0036095A" w:rsidRPr="00503F3C" w:rsidRDefault="0036095A" w:rsidP="00D61551">
      <w:pPr>
        <w:autoSpaceDE w:val="0"/>
        <w:autoSpaceDN w:val="0"/>
        <w:adjustRightInd w:val="0"/>
        <w:spacing w:line="276" w:lineRule="auto"/>
        <w:jc w:val="both"/>
        <w:rPr>
          <w:rFonts w:ascii="Century Gothic" w:hAnsi="Century Gothic" w:cs="Arial"/>
        </w:rPr>
      </w:pPr>
      <w:r w:rsidRPr="00503F3C">
        <w:rPr>
          <w:rFonts w:ascii="Century Gothic" w:hAnsi="Century Gothic" w:cs="Arial"/>
        </w:rPr>
        <w:t>Appel d'offres ouvert sur offres des prix n°..........</w:t>
      </w:r>
      <w:r w:rsidR="00931EAC" w:rsidRPr="00503F3C">
        <w:rPr>
          <w:rFonts w:ascii="Century Gothic" w:hAnsi="Century Gothic" w:cs="Arial"/>
        </w:rPr>
        <w:t>/</w:t>
      </w:r>
      <w:r w:rsidR="00D61551">
        <w:rPr>
          <w:rFonts w:ascii="Century Gothic" w:hAnsi="Century Gothic" w:cs="Arial"/>
        </w:rPr>
        <w:t>2022</w:t>
      </w:r>
      <w:r w:rsidR="00931EAC" w:rsidRPr="00503F3C">
        <w:rPr>
          <w:rFonts w:ascii="Century Gothic" w:hAnsi="Century Gothic" w:cs="Arial"/>
        </w:rPr>
        <w:t xml:space="preserve"> </w:t>
      </w:r>
      <w:r w:rsidRPr="00503F3C">
        <w:rPr>
          <w:rFonts w:ascii="Century Gothic" w:hAnsi="Century Gothic" w:cs="Arial"/>
        </w:rPr>
        <w:t>du  ......</w:t>
      </w:r>
      <w:r w:rsidR="00757979" w:rsidRPr="00503F3C">
        <w:rPr>
          <w:rFonts w:ascii="Century Gothic" w:hAnsi="Century Gothic" w:cs="Arial"/>
        </w:rPr>
        <w:t>/</w:t>
      </w:r>
      <w:r w:rsidRPr="00503F3C">
        <w:rPr>
          <w:rFonts w:ascii="Century Gothic" w:hAnsi="Century Gothic" w:cs="Arial"/>
        </w:rPr>
        <w:t>.......</w:t>
      </w:r>
      <w:r w:rsidR="00D61551">
        <w:rPr>
          <w:rFonts w:ascii="Century Gothic" w:hAnsi="Century Gothic" w:cs="Arial"/>
        </w:rPr>
        <w:t>/2022</w:t>
      </w:r>
    </w:p>
    <w:p w14:paraId="750BB49C" w14:textId="77777777" w:rsidR="00650278" w:rsidRPr="00503F3C" w:rsidRDefault="00650278" w:rsidP="00794BDB">
      <w:pPr>
        <w:autoSpaceDE w:val="0"/>
        <w:autoSpaceDN w:val="0"/>
        <w:adjustRightInd w:val="0"/>
        <w:spacing w:line="276" w:lineRule="auto"/>
        <w:jc w:val="both"/>
        <w:rPr>
          <w:rFonts w:ascii="Century Gothic" w:hAnsi="Century Gothic" w:cs="Arial"/>
        </w:rPr>
      </w:pPr>
    </w:p>
    <w:p w14:paraId="6B44D85A" w14:textId="17682A5D" w:rsidR="00057B6D" w:rsidRDefault="0036095A" w:rsidP="00E97508">
      <w:pPr>
        <w:widowControl w:val="0"/>
        <w:autoSpaceDE w:val="0"/>
        <w:autoSpaceDN w:val="0"/>
        <w:adjustRightInd w:val="0"/>
        <w:spacing w:line="385" w:lineRule="exact"/>
        <w:ind w:left="65" w:right="422"/>
        <w:jc w:val="both"/>
        <w:rPr>
          <w:rFonts w:ascii="Century Gothic" w:hAnsi="Century Gothic" w:cs="Calibri"/>
          <w:b/>
          <w:bCs/>
          <w:spacing w:val="1"/>
          <w:position w:val="1"/>
          <w:szCs w:val="32"/>
        </w:rPr>
      </w:pPr>
      <w:r w:rsidRPr="00503F3C">
        <w:rPr>
          <w:rFonts w:ascii="Century Gothic" w:hAnsi="Century Gothic" w:cs="Arial"/>
          <w:b/>
          <w:bCs/>
          <w:u w:val="single"/>
        </w:rPr>
        <w:t>Objet</w:t>
      </w:r>
      <w:r w:rsidR="00DF6498" w:rsidRPr="00503F3C">
        <w:rPr>
          <w:rFonts w:ascii="Century Gothic" w:hAnsi="Century Gothic" w:cs="Arial"/>
          <w:b/>
          <w:bCs/>
          <w:u w:val="single"/>
        </w:rPr>
        <w:t> </w:t>
      </w:r>
      <w:r w:rsidR="00DF6498" w:rsidRPr="00503F3C">
        <w:rPr>
          <w:rFonts w:ascii="Century Gothic" w:hAnsi="Century Gothic" w:cs="Arial"/>
          <w:b/>
          <w:bCs/>
        </w:rPr>
        <w:t>:</w:t>
      </w:r>
      <w:r w:rsidR="00A50CE9" w:rsidRPr="00503F3C">
        <w:rPr>
          <w:rFonts w:ascii="Century Gothic" w:hAnsi="Century Gothic" w:cs="Arial"/>
          <w:b/>
          <w:bCs/>
        </w:rPr>
        <w:t xml:space="preserve"> </w:t>
      </w:r>
      <w:r w:rsidR="00E97508">
        <w:rPr>
          <w:rFonts w:ascii="Century Gothic" w:hAnsi="Century Gothic" w:cs="Calibri"/>
          <w:b/>
          <w:bCs/>
          <w:spacing w:val="1"/>
          <w:position w:val="1"/>
          <w:szCs w:val="32"/>
        </w:rPr>
        <w:t>Acquisition de matière d’œuvre et petit outillage pour le secteur maintenance automobile destinés aux Unité</w:t>
      </w:r>
      <w:r w:rsidR="009765A2">
        <w:rPr>
          <w:rFonts w:ascii="Century Gothic" w:hAnsi="Century Gothic" w:cs="Calibri"/>
          <w:b/>
          <w:bCs/>
          <w:spacing w:val="1"/>
          <w:position w:val="1"/>
          <w:szCs w:val="32"/>
        </w:rPr>
        <w:t>s Mobiles de Formation, répartie</w:t>
      </w:r>
      <w:r w:rsidR="00E97508">
        <w:rPr>
          <w:rFonts w:ascii="Century Gothic" w:hAnsi="Century Gothic" w:cs="Calibri"/>
          <w:b/>
          <w:bCs/>
          <w:spacing w:val="1"/>
          <w:position w:val="1"/>
          <w:szCs w:val="32"/>
        </w:rPr>
        <w:t xml:space="preserve"> en lots suivants :</w:t>
      </w:r>
    </w:p>
    <w:p w14:paraId="4B2CD44E" w14:textId="77C2E2AB" w:rsidR="00057B6D" w:rsidRPr="00057B6D" w:rsidRDefault="00057B6D" w:rsidP="00057B6D">
      <w:pPr>
        <w:pStyle w:val="Paragraphedeliste"/>
        <w:widowControl w:val="0"/>
        <w:numPr>
          <w:ilvl w:val="0"/>
          <w:numId w:val="83"/>
        </w:numPr>
        <w:tabs>
          <w:tab w:val="left" w:pos="851"/>
        </w:tabs>
        <w:autoSpaceDE w:val="0"/>
        <w:autoSpaceDN w:val="0"/>
        <w:adjustRightInd w:val="0"/>
        <w:spacing w:line="276" w:lineRule="auto"/>
        <w:ind w:right="-20"/>
        <w:contextualSpacing/>
        <w:rPr>
          <w:rFonts w:ascii="Century Gothic" w:hAnsi="Century Gothic" w:cs="Calibri"/>
          <w:b/>
          <w:szCs w:val="32"/>
        </w:rPr>
      </w:pPr>
      <w:r w:rsidRPr="00057B6D">
        <w:rPr>
          <w:rFonts w:ascii="Century Gothic" w:hAnsi="Century Gothic" w:cs="Calibri"/>
          <w:b/>
          <w:szCs w:val="32"/>
        </w:rPr>
        <w:t>Lot N°</w:t>
      </w:r>
      <w:r w:rsidR="00901A07">
        <w:rPr>
          <w:rFonts w:ascii="Century Gothic" w:hAnsi="Century Gothic" w:cs="Calibri"/>
          <w:b/>
          <w:szCs w:val="32"/>
        </w:rPr>
        <w:t>……..</w:t>
      </w:r>
      <w:r w:rsidRPr="00057B6D">
        <w:rPr>
          <w:rFonts w:ascii="Century Gothic" w:hAnsi="Century Gothic" w:cs="Calibri"/>
          <w:b/>
          <w:szCs w:val="32"/>
        </w:rPr>
        <w:t xml:space="preserve"> : </w:t>
      </w:r>
      <w:r w:rsidR="00901A07">
        <w:rPr>
          <w:rFonts w:ascii="Century Gothic" w:hAnsi="Century Gothic" w:cs="Calibri"/>
          <w:b/>
          <w:szCs w:val="32"/>
        </w:rPr>
        <w:t>……………………………………………….</w:t>
      </w:r>
    </w:p>
    <w:p w14:paraId="1914DA38" w14:textId="44BFA74A" w:rsidR="009B0612" w:rsidRPr="00503F3C" w:rsidRDefault="009B0612" w:rsidP="0047390A">
      <w:pPr>
        <w:pStyle w:val="Corpsdetexte"/>
        <w:spacing w:line="276" w:lineRule="auto"/>
        <w:ind w:left="709"/>
        <w:jc w:val="both"/>
        <w:rPr>
          <w:rFonts w:ascii="Century Gothic" w:hAnsi="Century Gothic" w:cs="Arial"/>
          <w:sz w:val="24"/>
          <w:szCs w:val="24"/>
        </w:rPr>
      </w:pPr>
    </w:p>
    <w:p w14:paraId="50045522"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Passé en application de l'alinéa 2, paragraphe 1 de l'article 16 et paragraphe 1 de l’article 17 et alinéa 3 paragraphe 3 </w:t>
      </w:r>
      <w:r w:rsidR="00C92D57" w:rsidRPr="00503F3C">
        <w:rPr>
          <w:rFonts w:ascii="Century Gothic" w:hAnsi="Century Gothic" w:cs="Arial"/>
        </w:rPr>
        <w:t>de l’article</w:t>
      </w:r>
      <w:r w:rsidRPr="00503F3C">
        <w:rPr>
          <w:rFonts w:ascii="Century Gothic" w:hAnsi="Century Gothic" w:cs="Arial"/>
        </w:rPr>
        <w:t xml:space="preserve"> 17, relatif aux marchés publics de l’Office de la Formation Professionnelle et de la Promotion du Travail (</w:t>
      </w:r>
      <w:r w:rsidR="00410013" w:rsidRPr="00503F3C">
        <w:rPr>
          <w:rFonts w:ascii="Century Gothic" w:hAnsi="Century Gothic" w:cs="Arial"/>
        </w:rPr>
        <w:t>O.F.P.P.T</w:t>
      </w:r>
      <w:r w:rsidRPr="00503F3C">
        <w:rPr>
          <w:rFonts w:ascii="Century Gothic" w:hAnsi="Century Gothic" w:cs="Arial"/>
        </w:rPr>
        <w:t>).</w:t>
      </w:r>
    </w:p>
    <w:p w14:paraId="5142DB6F" w14:textId="77777777" w:rsidR="00B364D6" w:rsidRPr="00503F3C" w:rsidRDefault="00B364D6" w:rsidP="00794BDB">
      <w:pPr>
        <w:autoSpaceDE w:val="0"/>
        <w:autoSpaceDN w:val="0"/>
        <w:adjustRightInd w:val="0"/>
        <w:spacing w:line="276" w:lineRule="auto"/>
        <w:jc w:val="both"/>
        <w:rPr>
          <w:rFonts w:ascii="Century Gothic" w:hAnsi="Century Gothic" w:cs="Arial"/>
          <w:b/>
        </w:rPr>
      </w:pPr>
      <w:r w:rsidRPr="00503F3C">
        <w:rPr>
          <w:rFonts w:ascii="Century Gothic" w:hAnsi="Century Gothic" w:cs="Arial"/>
          <w:b/>
        </w:rPr>
        <w:t>B - Partie réservée au concurrent</w:t>
      </w:r>
    </w:p>
    <w:p w14:paraId="0CE90240"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w:t>
      </w:r>
      <w:r w:rsidRPr="00503F3C">
        <w:rPr>
          <w:rFonts w:ascii="Century Gothic" w:hAnsi="Century Gothic" w:cs="Arial"/>
        </w:rPr>
        <w:tab/>
        <w:t>Pour les personnes physiques</w:t>
      </w:r>
    </w:p>
    <w:p w14:paraId="62080B5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Je (1), soussigné : ......................................... (Prénom, nom et qualité) agissant en mon nom personnel et pour mon propre compte, adresse du domicile élu ..................................................... ................................affilié à la CNSS sous le ................................ (2) inscrit au registre du commerce de................................... (Localité) sous le n° ...................................... (2) n° de patente.......................... (2) :</w:t>
      </w:r>
    </w:p>
    <w:p w14:paraId="69A719DC" w14:textId="37ADD5C3"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w:t>
      </w:r>
      <w:r w:rsidR="00AC5E6D" w:rsidRPr="00503F3C">
        <w:rPr>
          <w:rFonts w:ascii="Century Gothic" w:hAnsi="Century Gothic" w:cs="Arial"/>
        </w:rPr>
        <w:t>-----------</w:t>
      </w:r>
    </w:p>
    <w:p w14:paraId="4A97FB4A"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b)</w:t>
      </w:r>
      <w:r w:rsidRPr="00503F3C">
        <w:rPr>
          <w:rFonts w:ascii="Century Gothic" w:hAnsi="Century Gothic" w:cs="Arial"/>
        </w:rPr>
        <w:tab/>
        <w:t>Pour les personnes morales</w:t>
      </w:r>
    </w:p>
    <w:p w14:paraId="43903514"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Je (1), soussigné .......................... (Prénom, nom et qualité au sein de l'entreprise) </w:t>
      </w:r>
    </w:p>
    <w:p w14:paraId="0E510906"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Agissant au nom et pour le compte de...................................... (Raison sociale et forme juridique de la société) </w:t>
      </w:r>
    </w:p>
    <w:p w14:paraId="55D3ECF7"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Au capital de:.....................................................................................................</w:t>
      </w:r>
    </w:p>
    <w:p w14:paraId="3E36AC0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Adresse du siège social de la société....................................................................</w:t>
      </w:r>
    </w:p>
    <w:p w14:paraId="527167E5"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Adresse du domicile élu........................................................................................</w:t>
      </w:r>
    </w:p>
    <w:p w14:paraId="63ABAB9C"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Affiliée à la CNSS sous le n°..............................(2) et (3)</w:t>
      </w:r>
    </w:p>
    <w:p w14:paraId="4BE35D55" w14:textId="0B0DD958"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Inscrite au registre du commerce............................... (Localit</w:t>
      </w:r>
      <w:r w:rsidR="003C2E0F" w:rsidRPr="00503F3C">
        <w:rPr>
          <w:rFonts w:ascii="Century Gothic" w:hAnsi="Century Gothic" w:cs="Arial"/>
        </w:rPr>
        <w:t>é) sous le N</w:t>
      </w:r>
      <w:r w:rsidR="00C04FE9" w:rsidRPr="00503F3C">
        <w:rPr>
          <w:rFonts w:ascii="Century Gothic" w:hAnsi="Century Gothic" w:cs="Arial"/>
        </w:rPr>
        <w:t>°................</w:t>
      </w:r>
      <w:r w:rsidRPr="00503F3C">
        <w:rPr>
          <w:rFonts w:ascii="Century Gothic" w:hAnsi="Century Gothic" w:cs="Arial"/>
        </w:rPr>
        <w:t>................. (2) et (3)</w:t>
      </w:r>
    </w:p>
    <w:p w14:paraId="6C8061AA"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de patente........................(2</w:t>
      </w:r>
      <w:r w:rsidR="00C92D57" w:rsidRPr="00503F3C">
        <w:rPr>
          <w:rFonts w:ascii="Century Gothic" w:hAnsi="Century Gothic" w:cs="Arial"/>
        </w:rPr>
        <w:t>) et</w:t>
      </w:r>
      <w:r w:rsidRPr="00503F3C">
        <w:rPr>
          <w:rFonts w:ascii="Century Gothic" w:hAnsi="Century Gothic" w:cs="Arial"/>
        </w:rPr>
        <w:t xml:space="preserve"> (3)</w:t>
      </w:r>
    </w:p>
    <w:p w14:paraId="142FA428" w14:textId="3696C791"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d’identification fiscale……………………………………</w:t>
      </w:r>
      <w:r w:rsidR="00C77E08" w:rsidRPr="00503F3C">
        <w:rPr>
          <w:rFonts w:ascii="Century Gothic" w:hAnsi="Century Gothic" w:cs="Arial"/>
        </w:rPr>
        <w:t>…………….</w:t>
      </w:r>
    </w:p>
    <w:p w14:paraId="02B94D8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de l’Identifiant Commun de l’Entreprise : ........................(2</w:t>
      </w:r>
      <w:r w:rsidR="00C92D57" w:rsidRPr="00503F3C">
        <w:rPr>
          <w:rFonts w:ascii="Century Gothic" w:hAnsi="Century Gothic" w:cs="Arial"/>
        </w:rPr>
        <w:t>) et</w:t>
      </w:r>
      <w:r w:rsidRPr="00503F3C">
        <w:rPr>
          <w:rFonts w:ascii="Century Gothic" w:hAnsi="Century Gothic" w:cs="Arial"/>
        </w:rPr>
        <w:t xml:space="preserve"> (3)</w:t>
      </w:r>
    </w:p>
    <w:p w14:paraId="19DEFF78"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En vertu des pouvoirs qui me sont conférés :</w:t>
      </w:r>
    </w:p>
    <w:p w14:paraId="1AFB5B84" w14:textId="3245BB76" w:rsidR="00B364D6" w:rsidRPr="00503F3C" w:rsidRDefault="00B364D6" w:rsidP="00794BDB">
      <w:pPr>
        <w:autoSpaceDE w:val="0"/>
        <w:autoSpaceDN w:val="0"/>
        <w:adjustRightInd w:val="0"/>
        <w:spacing w:line="360" w:lineRule="auto"/>
        <w:jc w:val="both"/>
        <w:rPr>
          <w:rFonts w:ascii="Century Gothic" w:hAnsi="Century Gothic" w:cs="Arial"/>
        </w:rPr>
      </w:pPr>
      <w:r w:rsidRPr="00503F3C">
        <w:rPr>
          <w:rFonts w:ascii="Century Gothic" w:hAnsi="Century Gothic" w:cs="Arial"/>
        </w:rPr>
        <w:t>----------------------------------------------------------------------------------------------------------------</w:t>
      </w:r>
      <w:r w:rsidR="00AC5E6D" w:rsidRPr="00503F3C">
        <w:rPr>
          <w:rFonts w:ascii="Century Gothic" w:hAnsi="Century Gothic" w:cs="Arial"/>
        </w:rPr>
        <w:t>------------</w:t>
      </w:r>
    </w:p>
    <w:p w14:paraId="37F294EB"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lastRenderedPageBreak/>
        <w:t>Après avoir pris connaissance du dossier d'appel d'offres, concernant les prestations précisées en objet de la partie A ci-dessus ;</w:t>
      </w:r>
    </w:p>
    <w:p w14:paraId="7047DD86"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Après avoir apprécié à mon point de vue et sous ma responsabilité la nature et les difficultés que comportent ces prestations :</w:t>
      </w:r>
    </w:p>
    <w:p w14:paraId="195FCC2D" w14:textId="77777777" w:rsidR="00113070" w:rsidRPr="00503F3C" w:rsidRDefault="00113070" w:rsidP="00794BDB">
      <w:pPr>
        <w:autoSpaceDE w:val="0"/>
        <w:autoSpaceDN w:val="0"/>
        <w:adjustRightInd w:val="0"/>
        <w:spacing w:line="276" w:lineRule="auto"/>
        <w:jc w:val="both"/>
        <w:rPr>
          <w:rFonts w:ascii="Century Gothic" w:hAnsi="Century Gothic" w:cs="Arial"/>
        </w:rPr>
      </w:pPr>
    </w:p>
    <w:p w14:paraId="100A5BF0" w14:textId="68E81A76" w:rsidR="00B56011" w:rsidRPr="00503F3C" w:rsidRDefault="005F4EAA"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1) R</w:t>
      </w:r>
      <w:r w:rsidR="00B364D6" w:rsidRPr="00503F3C">
        <w:rPr>
          <w:rFonts w:ascii="Century Gothic" w:hAnsi="Century Gothic" w:cs="Arial"/>
        </w:rPr>
        <w:t>emets, revêtu (s) de ma signature un bordereau de prix - détail estimatif établi (s) conformément aux modèles figurant au dossier d'appel d'offres ;</w:t>
      </w:r>
    </w:p>
    <w:p w14:paraId="57C23C08" w14:textId="276B9290" w:rsidR="008136D0" w:rsidRPr="00503F3C" w:rsidRDefault="005F4EAA" w:rsidP="00E44AB0">
      <w:pPr>
        <w:autoSpaceDE w:val="0"/>
        <w:autoSpaceDN w:val="0"/>
        <w:adjustRightInd w:val="0"/>
        <w:spacing w:line="276" w:lineRule="auto"/>
        <w:jc w:val="both"/>
        <w:rPr>
          <w:rFonts w:ascii="Century Gothic" w:hAnsi="Century Gothic" w:cs="Arial"/>
        </w:rPr>
      </w:pPr>
      <w:r w:rsidRPr="00503F3C">
        <w:rPr>
          <w:rFonts w:ascii="Century Gothic" w:hAnsi="Century Gothic" w:cs="Arial"/>
        </w:rPr>
        <w:t>2) M</w:t>
      </w:r>
      <w:r w:rsidR="00B364D6" w:rsidRPr="00503F3C">
        <w:rPr>
          <w:rFonts w:ascii="Century Gothic" w:hAnsi="Century Gothic" w:cs="Arial"/>
        </w:rPr>
        <w:t>'engage à exécuter lesdites prestations conformément au cahier des prescriptions spéciales et moyennant les prix que j'ai établis moi-même, lesquels font ressortir :</w:t>
      </w:r>
    </w:p>
    <w:p w14:paraId="64E25E13" w14:textId="77777777" w:rsidR="00E44AB0" w:rsidRPr="00503F3C" w:rsidRDefault="00E44AB0" w:rsidP="00E44AB0">
      <w:pPr>
        <w:autoSpaceDE w:val="0"/>
        <w:autoSpaceDN w:val="0"/>
        <w:adjustRightInd w:val="0"/>
        <w:spacing w:line="276" w:lineRule="auto"/>
        <w:jc w:val="both"/>
        <w:rPr>
          <w:rFonts w:ascii="Century Gothic" w:hAnsi="Century Gothic" w:cs="Arial"/>
        </w:rPr>
      </w:pPr>
    </w:p>
    <w:p w14:paraId="5185E5A2"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total hors T.V.A. :……………….............................................(en lettres et en chiffres)</w:t>
      </w:r>
    </w:p>
    <w:p w14:paraId="18C752D1"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Taux de la TVA…………………………………………………….………(en pourcentage)</w:t>
      </w:r>
    </w:p>
    <w:p w14:paraId="31C0E309"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de la T.V.A. :………………....................................................(en lettres et en chiffres)</w:t>
      </w:r>
    </w:p>
    <w:p w14:paraId="4FD29235"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total T.V.A. comprise :...........................................................(en lettres et en chiffres)</w:t>
      </w:r>
    </w:p>
    <w:p w14:paraId="5C3FCF19" w14:textId="77777777" w:rsidR="00712131" w:rsidRPr="00503F3C" w:rsidRDefault="00712131"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p>
    <w:p w14:paraId="16F8D5BD" w14:textId="77777777" w:rsidR="00C0056C" w:rsidRPr="00503F3C" w:rsidRDefault="00C0056C" w:rsidP="00794BDB">
      <w:pPr>
        <w:autoSpaceDE w:val="0"/>
        <w:autoSpaceDN w:val="0"/>
        <w:adjustRightInd w:val="0"/>
        <w:spacing w:line="360" w:lineRule="auto"/>
        <w:jc w:val="lowKashida"/>
        <w:rPr>
          <w:rFonts w:ascii="Century Gothic" w:hAnsi="Century Gothic" w:cs="Arial"/>
        </w:rPr>
      </w:pPr>
      <w:r w:rsidRPr="00503F3C">
        <w:rPr>
          <w:rFonts w:ascii="Century Gothic" w:hAnsi="Century Gothic" w:cs="Arial"/>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14:paraId="632C7D76" w14:textId="77777777" w:rsidR="00794BDB" w:rsidRPr="00503F3C" w:rsidRDefault="00794BDB" w:rsidP="00794BDB">
      <w:pPr>
        <w:autoSpaceDE w:val="0"/>
        <w:autoSpaceDN w:val="0"/>
        <w:adjustRightInd w:val="0"/>
        <w:spacing w:line="360" w:lineRule="auto"/>
        <w:jc w:val="lowKashida"/>
        <w:rPr>
          <w:rFonts w:ascii="Century Gothic" w:hAnsi="Century Gothic" w:cs="Arial"/>
        </w:rPr>
      </w:pPr>
    </w:p>
    <w:p w14:paraId="3CD614D9" w14:textId="77777777" w:rsidR="00C0056C" w:rsidRPr="00503F3C" w:rsidRDefault="00C0056C" w:rsidP="00794BDB">
      <w:pPr>
        <w:autoSpaceDE w:val="0"/>
        <w:autoSpaceDN w:val="0"/>
        <w:adjustRightInd w:val="0"/>
        <w:spacing w:line="360" w:lineRule="auto"/>
        <w:jc w:val="center"/>
        <w:rPr>
          <w:rFonts w:ascii="Century Gothic" w:hAnsi="Century Gothic" w:cs="Arial"/>
          <w:b/>
          <w:bCs/>
        </w:rPr>
      </w:pPr>
      <w:r w:rsidRPr="00503F3C">
        <w:rPr>
          <w:rFonts w:ascii="Century Gothic" w:hAnsi="Century Gothic" w:cs="Arial"/>
          <w:b/>
          <w:bCs/>
        </w:rPr>
        <w:t>Fait à........................le....................</w:t>
      </w:r>
    </w:p>
    <w:p w14:paraId="734CF3B5" w14:textId="799B5543" w:rsidR="00794BDB" w:rsidRPr="00503F3C" w:rsidRDefault="00C0056C" w:rsidP="00BE2B26">
      <w:pPr>
        <w:autoSpaceDE w:val="0"/>
        <w:autoSpaceDN w:val="0"/>
        <w:adjustRightInd w:val="0"/>
        <w:spacing w:line="360" w:lineRule="auto"/>
        <w:jc w:val="center"/>
        <w:rPr>
          <w:rFonts w:ascii="Century Gothic" w:hAnsi="Century Gothic" w:cs="Arial"/>
        </w:rPr>
      </w:pPr>
      <w:r w:rsidRPr="00503F3C">
        <w:rPr>
          <w:rFonts w:ascii="Century Gothic" w:hAnsi="Century Gothic" w:cs="Arial"/>
        </w:rPr>
        <w:t>(Signature et cachet du concurrent)</w:t>
      </w:r>
    </w:p>
    <w:p w14:paraId="6A2E4B61" w14:textId="77777777" w:rsidR="00794BDB" w:rsidRPr="00503F3C" w:rsidRDefault="00794BDB" w:rsidP="00794BDB">
      <w:pPr>
        <w:autoSpaceDE w:val="0"/>
        <w:autoSpaceDN w:val="0"/>
        <w:adjustRightInd w:val="0"/>
        <w:spacing w:line="360" w:lineRule="auto"/>
        <w:jc w:val="center"/>
        <w:rPr>
          <w:rFonts w:ascii="Century Gothic" w:hAnsi="Century Gothic" w:cs="Arial"/>
        </w:rPr>
      </w:pPr>
    </w:p>
    <w:p w14:paraId="0D0EC659" w14:textId="77777777" w:rsidR="00C0056C" w:rsidRPr="00503F3C" w:rsidRDefault="00C0056C" w:rsidP="00794BDB">
      <w:pPr>
        <w:autoSpaceDE w:val="0"/>
        <w:autoSpaceDN w:val="0"/>
        <w:adjustRightInd w:val="0"/>
        <w:spacing w:line="360" w:lineRule="auto"/>
        <w:jc w:val="both"/>
        <w:rPr>
          <w:rFonts w:ascii="Century Gothic" w:hAnsi="Century Gothic" w:cs="Arial"/>
        </w:rPr>
      </w:pPr>
      <w:r w:rsidRPr="00503F3C">
        <w:rPr>
          <w:rFonts w:ascii="Century Gothic" w:hAnsi="Century Gothic" w:cs="Arial"/>
        </w:rPr>
        <w:t>(1) lorsqu'il s'agit d'un groupement, ses membres doivent :</w:t>
      </w:r>
    </w:p>
    <w:p w14:paraId="0ADBEC59" w14:textId="77777777" w:rsidR="00C0056C" w:rsidRPr="00503F3C" w:rsidRDefault="00C0056C" w:rsidP="00794BDB">
      <w:pPr>
        <w:pStyle w:val="Retraitcorpsdetexte"/>
        <w:numPr>
          <w:ilvl w:val="0"/>
          <w:numId w:val="5"/>
        </w:numPr>
        <w:autoSpaceDE w:val="0"/>
        <w:autoSpaceDN w:val="0"/>
        <w:adjustRightInd w:val="0"/>
        <w:spacing w:line="276" w:lineRule="auto"/>
        <w:rPr>
          <w:rFonts w:ascii="Century Gothic" w:hAnsi="Century Gothic" w:cs="Arial"/>
          <w:szCs w:val="24"/>
        </w:rPr>
      </w:pPr>
      <w:r w:rsidRPr="00503F3C">
        <w:rPr>
          <w:rFonts w:ascii="Century Gothic" w:hAnsi="Century Gothic" w:cs="Arial"/>
          <w:szCs w:val="24"/>
        </w:rPr>
        <w:t>mettre : «Nous, soussignés.................... nous obligeons conjointement/ou solidairement (choisir la mention adéquate et ajouter au reste de l'acte d'engagement les rectifications grammaticales correspondantes) ;</w:t>
      </w:r>
    </w:p>
    <w:p w14:paraId="3206C5A9" w14:textId="77777777" w:rsidR="00C0056C" w:rsidRPr="00503F3C" w:rsidRDefault="00C0056C" w:rsidP="00794BDB">
      <w:pPr>
        <w:numPr>
          <w:ilvl w:val="0"/>
          <w:numId w:val="5"/>
        </w:numPr>
        <w:autoSpaceDE w:val="0"/>
        <w:autoSpaceDN w:val="0"/>
        <w:adjustRightInd w:val="0"/>
        <w:spacing w:line="276" w:lineRule="auto"/>
        <w:jc w:val="both"/>
        <w:rPr>
          <w:rFonts w:ascii="Century Gothic" w:hAnsi="Century Gothic" w:cs="Arial"/>
        </w:rPr>
      </w:pPr>
      <w:r w:rsidRPr="00503F3C">
        <w:rPr>
          <w:rFonts w:ascii="Century Gothic" w:hAnsi="Century Gothic" w:cs="Arial"/>
        </w:rPr>
        <w:t>ajouter l'alinéa suivant : « désignons.................. (prénoms, noms et qualité) en tant que mandataire du groupement ».</w:t>
      </w:r>
    </w:p>
    <w:p w14:paraId="48D9A821" w14:textId="77777777" w:rsidR="00C0056C" w:rsidRPr="00503F3C" w:rsidRDefault="00C0056C" w:rsidP="00794BDB">
      <w:pPr>
        <w:tabs>
          <w:tab w:val="left" w:pos="927"/>
        </w:tabs>
        <w:spacing w:line="360" w:lineRule="auto"/>
        <w:ind w:right="72"/>
        <w:jc w:val="both"/>
        <w:rPr>
          <w:rFonts w:ascii="Century Gothic" w:hAnsi="Century Gothic" w:cs="Arial"/>
        </w:rPr>
      </w:pPr>
      <w:r w:rsidRPr="00503F3C">
        <w:rPr>
          <w:rFonts w:ascii="Century Gothic" w:hAnsi="Century Gothic" w:cs="Arial"/>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6113DB9E" w14:textId="77777777" w:rsidR="00C0056C" w:rsidRPr="00503F3C" w:rsidRDefault="00C0056C" w:rsidP="00794BDB">
      <w:pPr>
        <w:autoSpaceDE w:val="0"/>
        <w:autoSpaceDN w:val="0"/>
        <w:adjustRightInd w:val="0"/>
        <w:spacing w:line="360" w:lineRule="auto"/>
        <w:ind w:right="-186"/>
        <w:jc w:val="both"/>
        <w:rPr>
          <w:rFonts w:ascii="Century Gothic" w:hAnsi="Century Gothic" w:cs="Arial"/>
        </w:rPr>
      </w:pPr>
      <w:r w:rsidRPr="00503F3C">
        <w:rPr>
          <w:rFonts w:ascii="Century Gothic" w:hAnsi="Century Gothic" w:cs="Arial"/>
        </w:rPr>
        <w:t>(3) ces mentions ne concernent que les personnes assujetties à cette obligation.</w:t>
      </w:r>
    </w:p>
    <w:p w14:paraId="51DD303D" w14:textId="77777777" w:rsidR="0036095A" w:rsidRPr="00503F3C" w:rsidRDefault="00C0056C" w:rsidP="00794BDB">
      <w:pPr>
        <w:autoSpaceDE w:val="0"/>
        <w:autoSpaceDN w:val="0"/>
        <w:adjustRightInd w:val="0"/>
        <w:spacing w:line="360" w:lineRule="auto"/>
        <w:ind w:right="-186"/>
        <w:jc w:val="both"/>
        <w:rPr>
          <w:rFonts w:ascii="Century Gothic" w:hAnsi="Century Gothic" w:cs="Arial"/>
        </w:rPr>
      </w:pPr>
      <w:r w:rsidRPr="00503F3C">
        <w:rPr>
          <w:rFonts w:ascii="Century Gothic" w:hAnsi="Century Gothic" w:cs="Arial"/>
        </w:rPr>
        <w:t>(4) supprimer les mentions inutiles</w:t>
      </w:r>
      <w:r w:rsidR="008870E0" w:rsidRPr="00503F3C">
        <w:rPr>
          <w:rFonts w:ascii="Century Gothic" w:hAnsi="Century Gothic" w:cs="Arial"/>
        </w:rPr>
        <w:br w:type="page"/>
      </w:r>
    </w:p>
    <w:p w14:paraId="2D9066F5" w14:textId="77777777" w:rsidR="0036095A" w:rsidRPr="00503F3C" w:rsidRDefault="0036095A" w:rsidP="00794BDB">
      <w:pPr>
        <w:tabs>
          <w:tab w:val="left" w:pos="568"/>
        </w:tabs>
        <w:jc w:val="center"/>
        <w:rPr>
          <w:rFonts w:ascii="Century Gothic" w:hAnsi="Century Gothic" w:cs="Arial"/>
          <w:b/>
        </w:rPr>
      </w:pPr>
      <w:r w:rsidRPr="00503F3C">
        <w:rPr>
          <w:rFonts w:ascii="Century Gothic" w:hAnsi="Century Gothic" w:cs="Arial"/>
          <w:b/>
        </w:rPr>
        <w:lastRenderedPageBreak/>
        <w:t>MODELE DE DECLARATION SUR L’HONNEUR</w:t>
      </w:r>
    </w:p>
    <w:p w14:paraId="17CA93D5" w14:textId="77777777" w:rsidR="0036095A" w:rsidRPr="00503F3C" w:rsidRDefault="0036095A" w:rsidP="00794BDB">
      <w:pPr>
        <w:jc w:val="center"/>
        <w:rPr>
          <w:rFonts w:ascii="Century Gothic" w:hAnsi="Century Gothic" w:cs="Arial"/>
          <w:b/>
        </w:rPr>
      </w:pPr>
      <w:r w:rsidRPr="00503F3C">
        <w:rPr>
          <w:rFonts w:ascii="Century Gothic" w:hAnsi="Century Gothic" w:cs="Arial"/>
          <w:b/>
        </w:rPr>
        <w:t>***********</w:t>
      </w:r>
    </w:p>
    <w:p w14:paraId="51960927" w14:textId="77777777" w:rsidR="0036095A" w:rsidRPr="00503F3C" w:rsidRDefault="0036095A" w:rsidP="00794BDB">
      <w:pPr>
        <w:jc w:val="center"/>
        <w:outlineLvl w:val="0"/>
        <w:rPr>
          <w:rFonts w:ascii="Century Gothic" w:hAnsi="Century Gothic" w:cs="Arial"/>
          <w:b/>
        </w:rPr>
      </w:pPr>
      <w:r w:rsidRPr="00503F3C">
        <w:rPr>
          <w:rFonts w:ascii="Century Gothic" w:hAnsi="Century Gothic" w:cs="Arial"/>
          <w:b/>
        </w:rPr>
        <w:t xml:space="preserve">DECLARATION SUR L’HONNEUR </w:t>
      </w:r>
      <w:r w:rsidRPr="00503F3C">
        <w:rPr>
          <w:rFonts w:ascii="Century Gothic" w:hAnsi="Century Gothic" w:cs="Arial"/>
          <w:b/>
          <w:iCs/>
        </w:rPr>
        <w:t>(*)</w:t>
      </w:r>
    </w:p>
    <w:p w14:paraId="03E9EE8B" w14:textId="77777777" w:rsidR="0036095A" w:rsidRPr="00503F3C" w:rsidRDefault="0036095A" w:rsidP="00794BDB">
      <w:pPr>
        <w:rPr>
          <w:rFonts w:ascii="Century Gothic" w:hAnsi="Century Gothic" w:cs="Arial"/>
          <w:b/>
        </w:rPr>
      </w:pPr>
    </w:p>
    <w:p w14:paraId="40710803" w14:textId="77777777" w:rsidR="0036095A" w:rsidRPr="00503F3C" w:rsidRDefault="0036095A" w:rsidP="00794BDB">
      <w:pPr>
        <w:jc w:val="both"/>
        <w:rPr>
          <w:rFonts w:ascii="Century Gothic" w:hAnsi="Century Gothic" w:cs="Arial"/>
          <w:b/>
        </w:rPr>
      </w:pPr>
    </w:p>
    <w:p w14:paraId="4B4D39CD" w14:textId="59378D3C" w:rsidR="0036095A" w:rsidRPr="00503F3C" w:rsidRDefault="0036095A" w:rsidP="00D61551">
      <w:pPr>
        <w:autoSpaceDE w:val="0"/>
        <w:autoSpaceDN w:val="0"/>
        <w:adjustRightInd w:val="0"/>
        <w:jc w:val="both"/>
        <w:rPr>
          <w:rFonts w:ascii="Century Gothic" w:hAnsi="Century Gothic" w:cs="Arial"/>
        </w:rPr>
      </w:pPr>
      <w:r w:rsidRPr="00503F3C">
        <w:rPr>
          <w:rFonts w:ascii="Century Gothic" w:hAnsi="Century Gothic" w:cs="Arial"/>
        </w:rPr>
        <w:t>- Mode de passation : Appel d'offres ouvert, sur offres des prix</w:t>
      </w:r>
      <w:r w:rsidR="00D61551">
        <w:rPr>
          <w:rFonts w:ascii="Century Gothic" w:hAnsi="Century Gothic" w:cs="Arial"/>
        </w:rPr>
        <w:t xml:space="preserve"> N°……/2022</w:t>
      </w:r>
      <w:r w:rsidR="00E44AB0" w:rsidRPr="00503F3C">
        <w:rPr>
          <w:rFonts w:ascii="Century Gothic" w:hAnsi="Century Gothic" w:cs="Arial"/>
        </w:rPr>
        <w:t xml:space="preserve"> du </w:t>
      </w:r>
      <w:r w:rsidR="00757979" w:rsidRPr="00503F3C">
        <w:rPr>
          <w:rFonts w:ascii="Century Gothic" w:hAnsi="Century Gothic" w:cs="Arial"/>
        </w:rPr>
        <w:t>.</w:t>
      </w:r>
      <w:r w:rsidR="00E44AB0" w:rsidRPr="00503F3C">
        <w:rPr>
          <w:rFonts w:ascii="Century Gothic" w:hAnsi="Century Gothic" w:cs="Arial"/>
        </w:rPr>
        <w:t>…</w:t>
      </w:r>
      <w:r w:rsidR="00757979" w:rsidRPr="00503F3C">
        <w:rPr>
          <w:rFonts w:ascii="Century Gothic" w:hAnsi="Century Gothic" w:cs="Arial"/>
        </w:rPr>
        <w:t>/</w:t>
      </w:r>
      <w:r w:rsidR="00E44AB0" w:rsidRPr="00503F3C">
        <w:rPr>
          <w:rFonts w:ascii="Century Gothic" w:hAnsi="Century Gothic" w:cs="Arial"/>
        </w:rPr>
        <w:t>…</w:t>
      </w:r>
      <w:r w:rsidR="00D61551">
        <w:rPr>
          <w:rFonts w:ascii="Century Gothic" w:hAnsi="Century Gothic" w:cs="Arial"/>
        </w:rPr>
        <w:t>../2022</w:t>
      </w:r>
    </w:p>
    <w:p w14:paraId="6CAF37B9" w14:textId="77777777" w:rsidR="0036095A" w:rsidRPr="00503F3C" w:rsidRDefault="0036095A" w:rsidP="00794BDB">
      <w:pPr>
        <w:autoSpaceDE w:val="0"/>
        <w:autoSpaceDN w:val="0"/>
        <w:adjustRightInd w:val="0"/>
        <w:jc w:val="both"/>
        <w:rPr>
          <w:rFonts w:ascii="Century Gothic" w:hAnsi="Century Gothic" w:cs="Arial"/>
          <w:b/>
          <w:bCs/>
        </w:rPr>
      </w:pPr>
    </w:p>
    <w:p w14:paraId="16B9401A" w14:textId="3D54C3DB" w:rsidR="00901A07" w:rsidRDefault="0036095A" w:rsidP="00E97508">
      <w:pPr>
        <w:widowControl w:val="0"/>
        <w:autoSpaceDE w:val="0"/>
        <w:autoSpaceDN w:val="0"/>
        <w:adjustRightInd w:val="0"/>
        <w:spacing w:line="385" w:lineRule="exact"/>
        <w:ind w:left="65" w:right="422"/>
        <w:jc w:val="both"/>
        <w:rPr>
          <w:rFonts w:ascii="Century Gothic" w:hAnsi="Century Gothic" w:cs="Calibri"/>
          <w:b/>
          <w:bCs/>
          <w:spacing w:val="1"/>
          <w:position w:val="1"/>
          <w:szCs w:val="32"/>
        </w:rPr>
      </w:pPr>
      <w:r w:rsidRPr="002A625C">
        <w:rPr>
          <w:rFonts w:ascii="Century Gothic" w:hAnsi="Century Gothic" w:cs="Arial"/>
          <w:b/>
          <w:bCs/>
        </w:rPr>
        <w:t>Objet :</w:t>
      </w:r>
      <w:r w:rsidR="00A12EF2" w:rsidRPr="00503F3C">
        <w:rPr>
          <w:rFonts w:ascii="Century Gothic" w:hAnsi="Century Gothic" w:cs="Arial"/>
          <w:b/>
          <w:bCs/>
        </w:rPr>
        <w:t xml:space="preserve"> </w:t>
      </w:r>
      <w:r w:rsidR="00E97508">
        <w:rPr>
          <w:rFonts w:ascii="Century Gothic" w:hAnsi="Century Gothic" w:cs="Calibri"/>
          <w:b/>
          <w:bCs/>
          <w:spacing w:val="1"/>
          <w:position w:val="1"/>
          <w:szCs w:val="32"/>
        </w:rPr>
        <w:t>Acquisition de matière d’œuvre et petit outillage pour le secteur maintenance automobile destinés aux Unité</w:t>
      </w:r>
      <w:r w:rsidR="009765A2">
        <w:rPr>
          <w:rFonts w:ascii="Century Gothic" w:hAnsi="Century Gothic" w:cs="Calibri"/>
          <w:b/>
          <w:bCs/>
          <w:spacing w:val="1"/>
          <w:position w:val="1"/>
          <w:szCs w:val="32"/>
        </w:rPr>
        <w:t>s Mobiles de Formation, répartie</w:t>
      </w:r>
      <w:r w:rsidR="00E97508">
        <w:rPr>
          <w:rFonts w:ascii="Century Gothic" w:hAnsi="Century Gothic" w:cs="Calibri"/>
          <w:b/>
          <w:bCs/>
          <w:spacing w:val="1"/>
          <w:position w:val="1"/>
          <w:szCs w:val="32"/>
        </w:rPr>
        <w:t xml:space="preserve"> en lots suivants :</w:t>
      </w:r>
    </w:p>
    <w:p w14:paraId="5BDCD014" w14:textId="76A96276" w:rsidR="00901A07" w:rsidRPr="00057B6D" w:rsidRDefault="00901A07" w:rsidP="00901A07">
      <w:pPr>
        <w:pStyle w:val="Paragraphedeliste"/>
        <w:widowControl w:val="0"/>
        <w:numPr>
          <w:ilvl w:val="0"/>
          <w:numId w:val="83"/>
        </w:numPr>
        <w:tabs>
          <w:tab w:val="left" w:pos="851"/>
        </w:tabs>
        <w:autoSpaceDE w:val="0"/>
        <w:autoSpaceDN w:val="0"/>
        <w:adjustRightInd w:val="0"/>
        <w:spacing w:line="276" w:lineRule="auto"/>
        <w:ind w:right="-20"/>
        <w:contextualSpacing/>
        <w:rPr>
          <w:rFonts w:ascii="Century Gothic" w:hAnsi="Century Gothic" w:cs="Calibri"/>
          <w:b/>
          <w:szCs w:val="32"/>
        </w:rPr>
      </w:pPr>
      <w:r w:rsidRPr="00057B6D">
        <w:rPr>
          <w:rFonts w:ascii="Century Gothic" w:hAnsi="Century Gothic" w:cs="Calibri"/>
          <w:b/>
          <w:szCs w:val="32"/>
        </w:rPr>
        <w:t>Lot N°</w:t>
      </w:r>
      <w:r>
        <w:rPr>
          <w:rFonts w:ascii="Century Gothic" w:hAnsi="Century Gothic" w:cs="Calibri"/>
          <w:b/>
          <w:szCs w:val="32"/>
        </w:rPr>
        <w:t>…………….</w:t>
      </w:r>
      <w:r w:rsidRPr="00057B6D">
        <w:rPr>
          <w:rFonts w:ascii="Century Gothic" w:hAnsi="Century Gothic" w:cs="Calibri"/>
          <w:b/>
          <w:szCs w:val="32"/>
        </w:rPr>
        <w:t xml:space="preserve"> : </w:t>
      </w:r>
      <w:r>
        <w:rPr>
          <w:rFonts w:ascii="Century Gothic" w:hAnsi="Century Gothic" w:cs="Calibri"/>
          <w:b/>
          <w:szCs w:val="32"/>
        </w:rPr>
        <w:t>…………………………………………………….</w:t>
      </w:r>
    </w:p>
    <w:p w14:paraId="6CFC8E0A" w14:textId="0A7EB408" w:rsidR="00794BDB" w:rsidRPr="00503F3C" w:rsidRDefault="00794BDB" w:rsidP="0047390A">
      <w:pPr>
        <w:pStyle w:val="Corpsdetexte"/>
        <w:jc w:val="both"/>
        <w:rPr>
          <w:rFonts w:ascii="Century Gothic" w:hAnsi="Century Gothic" w:cs="Arial"/>
          <w:sz w:val="24"/>
          <w:szCs w:val="24"/>
        </w:rPr>
      </w:pPr>
    </w:p>
    <w:p w14:paraId="2FE1FDEF" w14:textId="77777777" w:rsidR="00C0056C" w:rsidRPr="00503F3C" w:rsidRDefault="00C0056C" w:rsidP="00794BDB">
      <w:pPr>
        <w:pStyle w:val="Corpsdetexte"/>
        <w:jc w:val="both"/>
        <w:rPr>
          <w:rFonts w:ascii="Century Gothic" w:hAnsi="Century Gothic" w:cs="Arial"/>
          <w:b/>
          <w:bCs/>
          <w:sz w:val="24"/>
          <w:szCs w:val="24"/>
        </w:rPr>
      </w:pPr>
      <w:r w:rsidRPr="00503F3C">
        <w:rPr>
          <w:rFonts w:ascii="Century Gothic" w:hAnsi="Century Gothic" w:cs="Arial"/>
          <w:b/>
          <w:bCs/>
          <w:sz w:val="24"/>
          <w:szCs w:val="24"/>
        </w:rPr>
        <w:t>A - Pour les personnes physiques</w:t>
      </w:r>
    </w:p>
    <w:p w14:paraId="0BD78DAC"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rPr>
        <w:t>Je, soussigné : ................................................................... (</w:t>
      </w:r>
      <w:r w:rsidR="00C92D57" w:rsidRPr="00503F3C">
        <w:rPr>
          <w:rFonts w:ascii="Century Gothic" w:hAnsi="Century Gothic" w:cs="Arial"/>
        </w:rPr>
        <w:t>Prénom</w:t>
      </w:r>
      <w:r w:rsidRPr="00503F3C">
        <w:rPr>
          <w:rFonts w:ascii="Century Gothic" w:hAnsi="Century Gothic" w:cs="Arial"/>
        </w:rPr>
        <w:t>, nom et qualité)</w:t>
      </w:r>
    </w:p>
    <w:p w14:paraId="6762BCC6"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Agissant</w:t>
      </w:r>
      <w:r w:rsidR="00C0056C" w:rsidRPr="00503F3C">
        <w:rPr>
          <w:rFonts w:ascii="Century Gothic" w:hAnsi="Century Gothic" w:cs="Arial"/>
        </w:rPr>
        <w:t xml:space="preserve"> en mon nom personnel et pour mon propre compte,</w:t>
      </w:r>
    </w:p>
    <w:p w14:paraId="51F0E819"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Adresse</w:t>
      </w:r>
      <w:r w:rsidR="00C0056C" w:rsidRPr="00503F3C">
        <w:rPr>
          <w:rFonts w:ascii="Century Gothic" w:hAnsi="Century Gothic" w:cs="Arial"/>
        </w:rPr>
        <w:t xml:space="preserve"> du domicile élu :.........................................................................................</w:t>
      </w:r>
    </w:p>
    <w:p w14:paraId="2204DDB4"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Affilié</w:t>
      </w:r>
      <w:r w:rsidR="00C0056C" w:rsidRPr="00503F3C">
        <w:rPr>
          <w:rFonts w:ascii="Century Gothic" w:hAnsi="Century Gothic" w:cs="Arial"/>
        </w:rPr>
        <w:t xml:space="preserve"> à la CNSS sous le n° :................................. (1)</w:t>
      </w:r>
    </w:p>
    <w:p w14:paraId="2FB9F4F8"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I</w:t>
      </w:r>
      <w:r w:rsidR="00C0056C" w:rsidRPr="00503F3C">
        <w:rPr>
          <w:rFonts w:ascii="Century Gothic" w:hAnsi="Century Gothic" w:cs="Arial"/>
        </w:rPr>
        <w:t>nscrit au registre du commerce de..........................</w:t>
      </w:r>
      <w:r w:rsidR="00794BDB" w:rsidRPr="00503F3C">
        <w:rPr>
          <w:rFonts w:ascii="Century Gothic" w:hAnsi="Century Gothic" w:cs="Arial"/>
        </w:rPr>
        <w:t>................(localité) sous le n° .................</w:t>
      </w:r>
      <w:r w:rsidR="00C0056C" w:rsidRPr="00503F3C">
        <w:rPr>
          <w:rFonts w:ascii="Century Gothic" w:hAnsi="Century Gothic" w:cs="Arial"/>
        </w:rPr>
        <w:t>...... (1) n° de patente.......................... (1)</w:t>
      </w:r>
    </w:p>
    <w:p w14:paraId="0BF798E0" w14:textId="6E578F1B"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du compte courant postal, bancaire ou à la TGR…………………..(RIB)</w:t>
      </w:r>
      <w:r w:rsidR="00757979" w:rsidRPr="00503F3C">
        <w:rPr>
          <w:rFonts w:ascii="Century Gothic" w:hAnsi="Century Gothic" w:cs="Arial"/>
        </w:rPr>
        <w:t xml:space="preserve"> ouvert après de ………………………..</w:t>
      </w:r>
    </w:p>
    <w:p w14:paraId="34B0877E" w14:textId="77777777" w:rsidR="00E82624" w:rsidRPr="00503F3C" w:rsidRDefault="00E82624" w:rsidP="00794BDB">
      <w:pPr>
        <w:autoSpaceDE w:val="0"/>
        <w:autoSpaceDN w:val="0"/>
        <w:adjustRightInd w:val="0"/>
        <w:jc w:val="both"/>
        <w:rPr>
          <w:rFonts w:ascii="Century Gothic" w:hAnsi="Century Gothic" w:cs="Arial"/>
        </w:rPr>
      </w:pPr>
      <w:r w:rsidRPr="00503F3C">
        <w:rPr>
          <w:rFonts w:ascii="Century Gothic" w:hAnsi="Century Gothic" w:cs="Arial"/>
        </w:rPr>
        <w:t>Identifiant commun de l’Entreprise: n° ………. (ICE)</w:t>
      </w:r>
    </w:p>
    <w:p w14:paraId="734AB680" w14:textId="77777777" w:rsidR="00C0056C" w:rsidRPr="00503F3C" w:rsidRDefault="00C0056C" w:rsidP="00794BDB">
      <w:pPr>
        <w:autoSpaceDE w:val="0"/>
        <w:autoSpaceDN w:val="0"/>
        <w:adjustRightInd w:val="0"/>
        <w:jc w:val="both"/>
        <w:rPr>
          <w:rFonts w:ascii="Century Gothic" w:hAnsi="Century Gothic" w:cs="Arial"/>
        </w:rPr>
      </w:pPr>
    </w:p>
    <w:p w14:paraId="14484284" w14:textId="77777777" w:rsidR="00C0056C" w:rsidRPr="00503F3C" w:rsidRDefault="00C0056C" w:rsidP="00794BDB">
      <w:pPr>
        <w:autoSpaceDE w:val="0"/>
        <w:autoSpaceDN w:val="0"/>
        <w:adjustRightInd w:val="0"/>
        <w:jc w:val="both"/>
        <w:rPr>
          <w:rFonts w:ascii="Century Gothic" w:hAnsi="Century Gothic" w:cs="Arial"/>
          <w:b/>
          <w:bCs/>
        </w:rPr>
      </w:pPr>
      <w:r w:rsidRPr="00503F3C">
        <w:rPr>
          <w:rFonts w:ascii="Century Gothic" w:hAnsi="Century Gothic" w:cs="Arial"/>
          <w:b/>
          <w:bCs/>
        </w:rPr>
        <w:t>B - Pour les personnes morales</w:t>
      </w:r>
    </w:p>
    <w:p w14:paraId="332C78BA"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rPr>
        <w:t>Je, soussigné ..........................                (</w:t>
      </w:r>
      <w:r w:rsidR="002906A0" w:rsidRPr="00503F3C">
        <w:rPr>
          <w:rFonts w:ascii="Century Gothic" w:hAnsi="Century Gothic" w:cs="Arial"/>
        </w:rPr>
        <w:t>Prénom</w:t>
      </w:r>
      <w:r w:rsidRPr="00503F3C">
        <w:rPr>
          <w:rFonts w:ascii="Century Gothic" w:hAnsi="Century Gothic" w:cs="Arial"/>
        </w:rPr>
        <w:t>, nom et qualité au sein de l'entreprise)</w:t>
      </w:r>
    </w:p>
    <w:p w14:paraId="4C2048F1"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Agissant</w:t>
      </w:r>
      <w:r w:rsidR="00C0056C" w:rsidRPr="00503F3C">
        <w:rPr>
          <w:rFonts w:ascii="Century Gothic" w:hAnsi="Century Gothic" w:cs="Arial"/>
        </w:rPr>
        <w:t xml:space="preserve"> au nom et pour le compte de...................................... (</w:t>
      </w:r>
      <w:r w:rsidRPr="00503F3C">
        <w:rPr>
          <w:rFonts w:ascii="Century Gothic" w:hAnsi="Century Gothic" w:cs="Arial"/>
        </w:rPr>
        <w:t>Raison</w:t>
      </w:r>
      <w:r w:rsidR="00C0056C" w:rsidRPr="00503F3C">
        <w:rPr>
          <w:rFonts w:ascii="Century Gothic" w:hAnsi="Century Gothic" w:cs="Arial"/>
        </w:rPr>
        <w:t xml:space="preserve"> sociale et forme juridique de la société) au capital de:.....................................................................................................</w:t>
      </w:r>
    </w:p>
    <w:p w14:paraId="0D9B296F"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Adresse</w:t>
      </w:r>
      <w:r w:rsidR="00C0056C" w:rsidRPr="00503F3C">
        <w:rPr>
          <w:rFonts w:ascii="Century Gothic" w:hAnsi="Century Gothic" w:cs="Arial"/>
        </w:rPr>
        <w:t xml:space="preserve"> du siège social de la société..................................................................... adresse du domicile élu..........................................................................................</w:t>
      </w:r>
    </w:p>
    <w:p w14:paraId="14913FAC"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Affiliée</w:t>
      </w:r>
      <w:r w:rsidR="00C0056C" w:rsidRPr="00503F3C">
        <w:rPr>
          <w:rFonts w:ascii="Century Gothic" w:hAnsi="Century Gothic" w:cs="Arial"/>
        </w:rPr>
        <w:t xml:space="preserve"> à la CNSS sous le n°..............................(1)</w:t>
      </w:r>
    </w:p>
    <w:p w14:paraId="234473BE"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Inscrite</w:t>
      </w:r>
      <w:r w:rsidR="00C0056C" w:rsidRPr="00503F3C">
        <w:rPr>
          <w:rFonts w:ascii="Century Gothic" w:hAnsi="Century Gothic" w:cs="Arial"/>
        </w:rPr>
        <w:t xml:space="preserve"> au registre du commerce............................... (</w:t>
      </w:r>
      <w:r w:rsidRPr="00503F3C">
        <w:rPr>
          <w:rFonts w:ascii="Century Gothic" w:hAnsi="Century Gothic" w:cs="Arial"/>
        </w:rPr>
        <w:t>Localité</w:t>
      </w:r>
      <w:r w:rsidR="00C0056C" w:rsidRPr="00503F3C">
        <w:rPr>
          <w:rFonts w:ascii="Century Gothic" w:hAnsi="Century Gothic" w:cs="Arial"/>
        </w:rPr>
        <w:t>) sous le n°....................................(1)</w:t>
      </w:r>
    </w:p>
    <w:p w14:paraId="1418F3BA"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de patente........................(1)</w:t>
      </w:r>
    </w:p>
    <w:p w14:paraId="1C4AE6C9" w14:textId="2173645C"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du compte courant postal, bancaire ou à la TGR…………………..(RIB)</w:t>
      </w:r>
      <w:r w:rsidR="00757979" w:rsidRPr="00503F3C">
        <w:rPr>
          <w:rFonts w:ascii="Century Gothic" w:hAnsi="Century Gothic" w:cs="Arial"/>
        </w:rPr>
        <w:t>, ouvert après de ………………………..</w:t>
      </w:r>
    </w:p>
    <w:p w14:paraId="00847A0D" w14:textId="77777777" w:rsidR="00E82624" w:rsidRPr="00503F3C" w:rsidRDefault="00E82624" w:rsidP="00794BDB">
      <w:pPr>
        <w:autoSpaceDE w:val="0"/>
        <w:autoSpaceDN w:val="0"/>
        <w:adjustRightInd w:val="0"/>
        <w:jc w:val="both"/>
        <w:rPr>
          <w:rFonts w:ascii="Century Gothic" w:hAnsi="Century Gothic" w:cs="Arial"/>
        </w:rPr>
      </w:pPr>
      <w:r w:rsidRPr="00503F3C">
        <w:rPr>
          <w:rFonts w:ascii="Century Gothic" w:hAnsi="Century Gothic" w:cs="Arial"/>
        </w:rPr>
        <w:t>Identifiant commun de l’Entreprise: n° ………. (ICE)</w:t>
      </w:r>
    </w:p>
    <w:p w14:paraId="754AEDB5" w14:textId="77777777" w:rsidR="00C0056C" w:rsidRPr="00503F3C" w:rsidRDefault="00C0056C" w:rsidP="00794BDB">
      <w:pPr>
        <w:autoSpaceDE w:val="0"/>
        <w:autoSpaceDN w:val="0"/>
        <w:adjustRightInd w:val="0"/>
        <w:jc w:val="both"/>
        <w:rPr>
          <w:rFonts w:ascii="Century Gothic" w:hAnsi="Century Gothic" w:cs="Arial"/>
        </w:rPr>
      </w:pPr>
    </w:p>
    <w:p w14:paraId="568E204E"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b/>
          <w:bCs/>
        </w:rPr>
        <w:t>- Déclare sur l'honneur</w:t>
      </w:r>
      <w:r w:rsidRPr="00503F3C">
        <w:rPr>
          <w:rFonts w:ascii="Century Gothic" w:hAnsi="Century Gothic" w:cs="Arial"/>
        </w:rPr>
        <w:t xml:space="preserve"> :</w:t>
      </w:r>
    </w:p>
    <w:p w14:paraId="257A36C4" w14:textId="77777777" w:rsidR="00C0056C" w:rsidRPr="00503F3C" w:rsidRDefault="00C0056C" w:rsidP="00794BDB">
      <w:pPr>
        <w:autoSpaceDE w:val="0"/>
        <w:autoSpaceDN w:val="0"/>
        <w:adjustRightInd w:val="0"/>
        <w:ind w:firstLine="708"/>
        <w:jc w:val="both"/>
        <w:rPr>
          <w:rFonts w:ascii="Century Gothic" w:hAnsi="Century Gothic" w:cs="Arial"/>
        </w:rPr>
      </w:pPr>
    </w:p>
    <w:p w14:paraId="5C93BC4B"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1- m'engager à couvrir, dans les limites fixées dans le cahier des charges, par une police d'assurance, les risques découlant de mon activité professionnelle ;</w:t>
      </w:r>
    </w:p>
    <w:p w14:paraId="2AAB60D7"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2- que je remplie les conditions prévues à l'article 24 du Règlement des Marché de l’</w:t>
      </w:r>
      <w:r w:rsidR="00410013" w:rsidRPr="00503F3C">
        <w:rPr>
          <w:rFonts w:ascii="Century Gothic" w:hAnsi="Century Gothic" w:cs="Arial"/>
          <w:snapToGrid w:val="0"/>
        </w:rPr>
        <w:t>O.F.P.P.T</w:t>
      </w:r>
      <w:r w:rsidRPr="00503F3C">
        <w:rPr>
          <w:rFonts w:ascii="Century Gothic" w:hAnsi="Century Gothic" w:cs="Arial"/>
          <w:snapToGrid w:val="0"/>
        </w:rPr>
        <w:t xml:space="preserve"> </w:t>
      </w:r>
      <w:r w:rsidR="00C239C7" w:rsidRPr="00503F3C">
        <w:rPr>
          <w:rFonts w:ascii="Century Gothic" w:hAnsi="Century Gothic" w:cs="Arial"/>
        </w:rPr>
        <w:t>approuvé le 18 Chaâ</w:t>
      </w:r>
      <w:r w:rsidR="0036068E" w:rsidRPr="00503F3C">
        <w:rPr>
          <w:rFonts w:ascii="Century Gothic" w:hAnsi="Century Gothic" w:cs="Arial"/>
        </w:rPr>
        <w:t>bane 1435 (16 Juin 2014)</w:t>
      </w:r>
      <w:r w:rsidRPr="00503F3C">
        <w:rPr>
          <w:rFonts w:ascii="Century Gothic" w:hAnsi="Century Gothic" w:cs="Arial"/>
          <w:snapToGrid w:val="0"/>
        </w:rPr>
        <w:t>;</w:t>
      </w:r>
    </w:p>
    <w:p w14:paraId="0BAED88C"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3- Etant en redressement judiciaire j'atteste que je suis autorisé par l'autorité judiciaire compétente à poursuivre l'exercice de mon activité (2) ;</w:t>
      </w:r>
    </w:p>
    <w:p w14:paraId="611FF4F2" w14:textId="79C35B2B" w:rsidR="0083726A" w:rsidRPr="00503F3C" w:rsidRDefault="00C0056C" w:rsidP="00794BDB">
      <w:pPr>
        <w:autoSpaceDE w:val="0"/>
        <w:autoSpaceDN w:val="0"/>
        <w:adjustRightInd w:val="0"/>
        <w:jc w:val="both"/>
        <w:rPr>
          <w:rFonts w:ascii="Century Gothic" w:hAnsi="Century Gothic" w:cs="Arial"/>
          <w:snapToGrid w:val="0"/>
        </w:rPr>
      </w:pPr>
      <w:r w:rsidRPr="00503F3C">
        <w:rPr>
          <w:rFonts w:ascii="Century Gothic" w:hAnsi="Century Gothic" w:cs="Arial"/>
          <w:snapToGrid w:val="0"/>
        </w:rPr>
        <w:t>4- m'engager, si j'envisage de recourir à la sous-traitance :</w:t>
      </w:r>
    </w:p>
    <w:p w14:paraId="2EF7FC43" w14:textId="4F55B326" w:rsidR="00113070" w:rsidRPr="00503F3C" w:rsidRDefault="00C0056C" w:rsidP="002A625C">
      <w:pPr>
        <w:autoSpaceDE w:val="0"/>
        <w:autoSpaceDN w:val="0"/>
        <w:adjustRightInd w:val="0"/>
        <w:ind w:left="709" w:hanging="425"/>
        <w:jc w:val="both"/>
        <w:rPr>
          <w:rFonts w:ascii="Century Gothic" w:hAnsi="Century Gothic" w:cs="Arial"/>
          <w:snapToGrid w:val="0"/>
        </w:rPr>
      </w:pPr>
      <w:r w:rsidRPr="00503F3C">
        <w:rPr>
          <w:rFonts w:ascii="Century Gothic" w:hAnsi="Century Gothic" w:cs="Arial"/>
          <w:snapToGrid w:val="0"/>
        </w:rPr>
        <w:lastRenderedPageBreak/>
        <w:t>-</w:t>
      </w:r>
      <w:r w:rsidRPr="00503F3C">
        <w:rPr>
          <w:rFonts w:ascii="Century Gothic" w:hAnsi="Century Gothic" w:cs="Arial"/>
          <w:snapToGrid w:val="0"/>
        </w:rPr>
        <w:tab/>
        <w:t>à m'assurer que les sous-traitants remplissent également les conditions prévues par l'article 24 du Règlement des Marchés de l’</w:t>
      </w:r>
      <w:r w:rsidR="00410013" w:rsidRPr="00503F3C">
        <w:rPr>
          <w:rFonts w:ascii="Century Gothic" w:hAnsi="Century Gothic" w:cs="Arial"/>
          <w:snapToGrid w:val="0"/>
        </w:rPr>
        <w:t>O.F.P.P.T</w:t>
      </w:r>
      <w:r w:rsidRPr="00503F3C">
        <w:rPr>
          <w:rFonts w:ascii="Century Gothic" w:hAnsi="Century Gothic" w:cs="Arial"/>
          <w:snapToGrid w:val="0"/>
        </w:rPr>
        <w:t xml:space="preserve"> ;</w:t>
      </w:r>
    </w:p>
    <w:p w14:paraId="2DC3012E" w14:textId="77777777" w:rsidR="00C0056C" w:rsidRPr="00503F3C" w:rsidRDefault="00C0056C" w:rsidP="00794BDB">
      <w:pPr>
        <w:autoSpaceDE w:val="0"/>
        <w:autoSpaceDN w:val="0"/>
        <w:adjustRightInd w:val="0"/>
        <w:ind w:left="709" w:hanging="425"/>
        <w:jc w:val="both"/>
        <w:rPr>
          <w:rFonts w:ascii="Century Gothic" w:hAnsi="Century Gothic" w:cs="Arial"/>
          <w:snapToGrid w:val="0"/>
        </w:rPr>
      </w:pPr>
      <w:r w:rsidRPr="00503F3C">
        <w:rPr>
          <w:rFonts w:ascii="Century Gothic" w:hAnsi="Century Gothic" w:cs="Arial"/>
          <w:snapToGrid w:val="0"/>
        </w:rPr>
        <w:t>-</w:t>
      </w:r>
      <w:r w:rsidRPr="00503F3C">
        <w:rPr>
          <w:rFonts w:ascii="Century Gothic" w:hAnsi="Century Gothic" w:cs="Arial"/>
          <w:snapToGrid w:val="0"/>
        </w:rPr>
        <w:tab/>
        <w:t xml:space="preserve">que celle-ci ne peut dépasser 50% du montant du marché, ni porter sur les prestations constituant le lot ou le corps d'état principal prévues dans le cahier des prescriptions spéciales, ni sur celles que </w:t>
      </w:r>
      <w:r w:rsidR="00C92D57" w:rsidRPr="00503F3C">
        <w:rPr>
          <w:rFonts w:ascii="Century Gothic" w:hAnsi="Century Gothic" w:cs="Arial"/>
          <w:snapToGrid w:val="0"/>
        </w:rPr>
        <w:t>le maitre</w:t>
      </w:r>
      <w:r w:rsidRPr="00503F3C">
        <w:rPr>
          <w:rFonts w:ascii="Century Gothic" w:hAnsi="Century Gothic" w:cs="Arial"/>
          <w:snapToGrid w:val="0"/>
        </w:rPr>
        <w:t xml:space="preserve"> d'ouvrage a prévues dans ledit cahier ;</w:t>
      </w:r>
    </w:p>
    <w:p w14:paraId="2D1110C3" w14:textId="77777777" w:rsidR="00C0056C" w:rsidRPr="00503F3C" w:rsidRDefault="00C0056C" w:rsidP="00794BDB">
      <w:pPr>
        <w:autoSpaceDE w:val="0"/>
        <w:autoSpaceDN w:val="0"/>
        <w:adjustRightInd w:val="0"/>
        <w:ind w:left="284"/>
        <w:jc w:val="both"/>
        <w:rPr>
          <w:rFonts w:ascii="Century Gothic" w:hAnsi="Century Gothic" w:cs="Arial"/>
          <w:snapToGrid w:val="0"/>
        </w:rPr>
      </w:pPr>
      <w:r w:rsidRPr="00503F3C">
        <w:rPr>
          <w:rFonts w:ascii="Century Gothic" w:hAnsi="Century Gothic" w:cs="Arial"/>
          <w:snapToGrid w:val="0"/>
        </w:rPr>
        <w:t>-</w:t>
      </w:r>
      <w:r w:rsidRPr="00503F3C">
        <w:rPr>
          <w:rFonts w:ascii="Century Gothic" w:hAnsi="Century Gothic" w:cs="Arial"/>
          <w:snapToGrid w:val="0"/>
        </w:rPr>
        <w:tab/>
        <w:t>à confier les prestations à sous-traiter à des PME installées aux Maroc ; (3)</w:t>
      </w:r>
    </w:p>
    <w:p w14:paraId="02BCD486" w14:textId="77777777" w:rsidR="0032104B"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131B754" w14:textId="77777777" w:rsidR="00670DE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6- m'engage à ne pas faire par moi-même ou par personne interposées, des promesses, des dons ou des présents en vue d'influer sur les différentes procédures de conclusions du présent marché.</w:t>
      </w:r>
    </w:p>
    <w:p w14:paraId="0B52D029"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7- atteste que je remplis les conditions prévues par l'article 1er du dahir n° 1-02-188 du 12 JOUMADA I 1423 (23 juillet 2002) portant promulgation de la loi n°53-00 formant charte de la petite et moyenne entreprises (4).</w:t>
      </w:r>
    </w:p>
    <w:p w14:paraId="030879AF" w14:textId="77777777" w:rsidR="00C0056C" w:rsidRPr="00503F3C" w:rsidRDefault="00C0056C" w:rsidP="00794BDB">
      <w:pPr>
        <w:autoSpaceDE w:val="0"/>
        <w:autoSpaceDN w:val="0"/>
        <w:adjustRightInd w:val="0"/>
        <w:ind w:left="284"/>
        <w:jc w:val="both"/>
        <w:rPr>
          <w:rFonts w:ascii="Century Gothic" w:hAnsi="Century Gothic" w:cs="Arial"/>
          <w:snapToGrid w:val="0"/>
        </w:rPr>
      </w:pPr>
      <w:r w:rsidRPr="00503F3C">
        <w:rPr>
          <w:rFonts w:ascii="Century Gothic" w:hAnsi="Century Gothic" w:cs="Arial"/>
          <w:snapToGrid w:val="0"/>
        </w:rPr>
        <w:t xml:space="preserve">8- atteste que je ne suis pas en situation de conflit d'intérêt tel que prévu à l'article 151 </w:t>
      </w:r>
      <w:r w:rsidR="00C92D57" w:rsidRPr="00503F3C">
        <w:rPr>
          <w:rFonts w:ascii="Century Gothic" w:hAnsi="Century Gothic" w:cs="Arial"/>
          <w:snapToGrid w:val="0"/>
        </w:rPr>
        <w:t>du Règlement</w:t>
      </w:r>
      <w:r w:rsidRPr="00503F3C">
        <w:rPr>
          <w:rFonts w:ascii="Century Gothic" w:hAnsi="Century Gothic" w:cs="Arial"/>
          <w:snapToGrid w:val="0"/>
        </w:rPr>
        <w:t xml:space="preserve"> des Marchés de l’</w:t>
      </w:r>
      <w:r w:rsidR="00410013" w:rsidRPr="00503F3C">
        <w:rPr>
          <w:rFonts w:ascii="Century Gothic" w:hAnsi="Century Gothic" w:cs="Arial"/>
          <w:snapToGrid w:val="0"/>
        </w:rPr>
        <w:t>O.F.P.P.T</w:t>
      </w:r>
      <w:r w:rsidRPr="00503F3C">
        <w:rPr>
          <w:rFonts w:ascii="Century Gothic" w:hAnsi="Century Gothic" w:cs="Arial"/>
          <w:snapToGrid w:val="0"/>
        </w:rPr>
        <w:t>.</w:t>
      </w:r>
    </w:p>
    <w:p w14:paraId="7730D84E"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9- je certifie l'exactitude des renseignements contenus dans la présente déclaration sur l'honneur et dans les pièces fournies dans mon dossier de candidature.</w:t>
      </w:r>
    </w:p>
    <w:p w14:paraId="27E72F36" w14:textId="77777777" w:rsidR="00C0056C" w:rsidRPr="00503F3C" w:rsidRDefault="00C0056C" w:rsidP="00794BDB">
      <w:pPr>
        <w:autoSpaceDE w:val="0"/>
        <w:autoSpaceDN w:val="0"/>
        <w:adjustRightInd w:val="0"/>
        <w:ind w:left="284" w:hanging="284"/>
        <w:jc w:val="both"/>
        <w:rPr>
          <w:rFonts w:ascii="Century Gothic" w:hAnsi="Century Gothic" w:cs="Arial"/>
        </w:rPr>
      </w:pPr>
      <w:r w:rsidRPr="00503F3C">
        <w:rPr>
          <w:rFonts w:ascii="Century Gothic" w:hAnsi="Century Gothic" w:cs="Arial"/>
          <w:snapToGrid w:val="0"/>
        </w:rPr>
        <w:t>10- je reconnais avoir pris connaissance des sanctions prévues par l’article 142 du Règlement des Marchés de l’</w:t>
      </w:r>
      <w:r w:rsidR="00410013" w:rsidRPr="00503F3C">
        <w:rPr>
          <w:rFonts w:ascii="Century Gothic" w:hAnsi="Century Gothic" w:cs="Arial"/>
          <w:snapToGrid w:val="0"/>
        </w:rPr>
        <w:t>O.F.P.P.T</w:t>
      </w:r>
      <w:r w:rsidRPr="00503F3C">
        <w:rPr>
          <w:rFonts w:ascii="Century Gothic" w:hAnsi="Century Gothic" w:cs="Arial"/>
          <w:snapToGrid w:val="0"/>
        </w:rPr>
        <w:t>, relatives à l'inexactitude de la déclaration sur l'honneur.</w:t>
      </w:r>
    </w:p>
    <w:p w14:paraId="6B0AF35F" w14:textId="77777777" w:rsidR="00C0056C" w:rsidRPr="00503F3C" w:rsidRDefault="00C0056C" w:rsidP="00794BDB">
      <w:pPr>
        <w:autoSpaceDE w:val="0"/>
        <w:autoSpaceDN w:val="0"/>
        <w:adjustRightInd w:val="0"/>
        <w:jc w:val="both"/>
        <w:rPr>
          <w:rFonts w:ascii="Century Gothic" w:hAnsi="Century Gothic" w:cs="Arial"/>
        </w:rPr>
      </w:pPr>
    </w:p>
    <w:p w14:paraId="1E276BAA" w14:textId="77777777" w:rsidR="00C0056C" w:rsidRPr="00503F3C" w:rsidRDefault="00C0056C" w:rsidP="00794BDB">
      <w:pPr>
        <w:autoSpaceDE w:val="0"/>
        <w:autoSpaceDN w:val="0"/>
        <w:adjustRightInd w:val="0"/>
        <w:jc w:val="both"/>
        <w:rPr>
          <w:rFonts w:ascii="Century Gothic" w:hAnsi="Century Gothic" w:cs="Arial"/>
        </w:rPr>
      </w:pPr>
    </w:p>
    <w:p w14:paraId="695A1ED0" w14:textId="77777777" w:rsidR="00C0056C" w:rsidRPr="00503F3C" w:rsidRDefault="00C0056C" w:rsidP="00712131">
      <w:pPr>
        <w:autoSpaceDE w:val="0"/>
        <w:autoSpaceDN w:val="0"/>
        <w:adjustRightInd w:val="0"/>
        <w:jc w:val="center"/>
        <w:rPr>
          <w:rFonts w:ascii="Century Gothic" w:hAnsi="Century Gothic" w:cs="Arial"/>
        </w:rPr>
      </w:pPr>
      <w:r w:rsidRPr="00503F3C">
        <w:rPr>
          <w:rFonts w:ascii="Century Gothic" w:hAnsi="Century Gothic" w:cs="Arial"/>
        </w:rPr>
        <w:t>Fait à.....................le...........................</w:t>
      </w:r>
    </w:p>
    <w:p w14:paraId="415D0B65" w14:textId="77777777" w:rsidR="00C0056C" w:rsidRPr="00503F3C" w:rsidRDefault="00C0056C" w:rsidP="00712131">
      <w:pPr>
        <w:autoSpaceDE w:val="0"/>
        <w:autoSpaceDN w:val="0"/>
        <w:adjustRightInd w:val="0"/>
        <w:jc w:val="center"/>
        <w:rPr>
          <w:rFonts w:ascii="Century Gothic" w:hAnsi="Century Gothic" w:cs="Arial"/>
        </w:rPr>
      </w:pPr>
    </w:p>
    <w:p w14:paraId="298B08DF" w14:textId="77777777" w:rsidR="00C0056C" w:rsidRPr="00503F3C" w:rsidRDefault="00C0056C" w:rsidP="00712131">
      <w:pPr>
        <w:autoSpaceDE w:val="0"/>
        <w:autoSpaceDN w:val="0"/>
        <w:adjustRightInd w:val="0"/>
        <w:jc w:val="center"/>
        <w:rPr>
          <w:rFonts w:ascii="Century Gothic" w:hAnsi="Century Gothic" w:cs="Arial"/>
        </w:rPr>
      </w:pPr>
    </w:p>
    <w:p w14:paraId="55E00B0F" w14:textId="77777777" w:rsidR="00C0056C" w:rsidRPr="00503F3C" w:rsidRDefault="00C0056C" w:rsidP="00712131">
      <w:pPr>
        <w:autoSpaceDE w:val="0"/>
        <w:autoSpaceDN w:val="0"/>
        <w:adjustRightInd w:val="0"/>
        <w:jc w:val="center"/>
        <w:rPr>
          <w:rFonts w:ascii="Century Gothic" w:hAnsi="Century Gothic" w:cs="Arial"/>
        </w:rPr>
      </w:pPr>
    </w:p>
    <w:p w14:paraId="0F151332" w14:textId="77777777" w:rsidR="00C0056C" w:rsidRPr="00503F3C" w:rsidRDefault="00C0056C" w:rsidP="00712131">
      <w:pPr>
        <w:autoSpaceDE w:val="0"/>
        <w:autoSpaceDN w:val="0"/>
        <w:adjustRightInd w:val="0"/>
        <w:jc w:val="center"/>
        <w:rPr>
          <w:rFonts w:ascii="Century Gothic" w:hAnsi="Century Gothic" w:cs="Arial"/>
        </w:rPr>
      </w:pPr>
      <w:r w:rsidRPr="00503F3C">
        <w:rPr>
          <w:rFonts w:ascii="Century Gothic" w:hAnsi="Century Gothic" w:cs="Arial"/>
        </w:rPr>
        <w:t>Signature et cachet du concurrent</w:t>
      </w:r>
    </w:p>
    <w:p w14:paraId="368E295A" w14:textId="77777777" w:rsidR="00C0056C" w:rsidRPr="00503F3C" w:rsidRDefault="00C0056C" w:rsidP="00712131">
      <w:pPr>
        <w:autoSpaceDE w:val="0"/>
        <w:autoSpaceDN w:val="0"/>
        <w:adjustRightInd w:val="0"/>
        <w:jc w:val="center"/>
        <w:rPr>
          <w:rFonts w:ascii="Century Gothic" w:hAnsi="Century Gothic" w:cs="Arial"/>
        </w:rPr>
      </w:pPr>
    </w:p>
    <w:p w14:paraId="06D5206A" w14:textId="77777777" w:rsidR="00C0056C" w:rsidRPr="00503F3C" w:rsidRDefault="00C0056C" w:rsidP="00794BDB">
      <w:pPr>
        <w:autoSpaceDE w:val="0"/>
        <w:autoSpaceDN w:val="0"/>
        <w:adjustRightInd w:val="0"/>
        <w:jc w:val="both"/>
        <w:rPr>
          <w:rFonts w:ascii="Century Gothic" w:hAnsi="Century Gothic" w:cs="Arial"/>
        </w:rPr>
      </w:pPr>
    </w:p>
    <w:p w14:paraId="39493742" w14:textId="77777777" w:rsidR="00C0056C" w:rsidRPr="00503F3C" w:rsidRDefault="00C0056C" w:rsidP="00794BDB">
      <w:pPr>
        <w:autoSpaceDE w:val="0"/>
        <w:autoSpaceDN w:val="0"/>
        <w:adjustRightInd w:val="0"/>
        <w:jc w:val="both"/>
        <w:rPr>
          <w:rFonts w:ascii="Century Gothic" w:hAnsi="Century Gothic" w:cs="Arial"/>
        </w:rPr>
      </w:pPr>
    </w:p>
    <w:p w14:paraId="48D9B405" w14:textId="77777777" w:rsidR="00C0056C" w:rsidRPr="00503F3C" w:rsidRDefault="00C0056C" w:rsidP="00794BDB">
      <w:pPr>
        <w:pStyle w:val="Corpsdutexte510"/>
        <w:numPr>
          <w:ilvl w:val="3"/>
          <w:numId w:val="6"/>
        </w:numPr>
        <w:shd w:val="clear" w:color="auto" w:fill="auto"/>
        <w:tabs>
          <w:tab w:val="left" w:pos="367"/>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 xml:space="preserve">Pour les concurrents non installés au </w:t>
      </w:r>
      <w:r w:rsidR="00670DEC" w:rsidRPr="00503F3C">
        <w:rPr>
          <w:rFonts w:ascii="Century Gothic" w:hAnsi="Century Gothic" w:cs="Arial"/>
          <w:i/>
          <w:sz w:val="24"/>
          <w:szCs w:val="24"/>
        </w:rPr>
        <w:t>Maroc,</w:t>
      </w:r>
      <w:r w:rsidRPr="00503F3C">
        <w:rPr>
          <w:rFonts w:ascii="Century Gothic" w:hAnsi="Century Gothic" w:cs="Arial"/>
          <w:i/>
          <w:sz w:val="24"/>
          <w:szCs w:val="24"/>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DC03DF" w14:textId="77777777" w:rsidR="00C0056C" w:rsidRPr="00503F3C" w:rsidRDefault="00C92D57" w:rsidP="00794BDB">
      <w:pPr>
        <w:pStyle w:val="Corpsdutexte510"/>
        <w:numPr>
          <w:ilvl w:val="3"/>
          <w:numId w:val="6"/>
        </w:numPr>
        <w:shd w:val="clear" w:color="auto" w:fill="auto"/>
        <w:tabs>
          <w:tab w:val="left" w:pos="360"/>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À</w:t>
      </w:r>
      <w:r w:rsidR="00C0056C" w:rsidRPr="00503F3C">
        <w:rPr>
          <w:rFonts w:ascii="Century Gothic" w:hAnsi="Century Gothic" w:cs="Arial"/>
          <w:i/>
          <w:sz w:val="24"/>
          <w:szCs w:val="24"/>
        </w:rPr>
        <w:t xml:space="preserve"> supprimer le cas échéant.</w:t>
      </w:r>
    </w:p>
    <w:p w14:paraId="2D8D7CF8" w14:textId="77777777" w:rsidR="00C0056C" w:rsidRPr="00503F3C" w:rsidRDefault="00C0056C" w:rsidP="00794BDB">
      <w:pPr>
        <w:pStyle w:val="Corpsdutexte510"/>
        <w:numPr>
          <w:ilvl w:val="3"/>
          <w:numId w:val="6"/>
        </w:numPr>
        <w:shd w:val="clear" w:color="auto" w:fill="auto"/>
        <w:tabs>
          <w:tab w:val="left" w:pos="371"/>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Lorsque le CPS le prévoit.</w:t>
      </w:r>
    </w:p>
    <w:p w14:paraId="280012B5" w14:textId="77777777" w:rsidR="00C0056C" w:rsidRPr="00503F3C" w:rsidRDefault="00C92D57" w:rsidP="00794BDB">
      <w:pPr>
        <w:pStyle w:val="Corpsdutexte510"/>
        <w:numPr>
          <w:ilvl w:val="3"/>
          <w:numId w:val="6"/>
        </w:numPr>
        <w:shd w:val="clear" w:color="auto" w:fill="auto"/>
        <w:tabs>
          <w:tab w:val="left" w:pos="360"/>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À</w:t>
      </w:r>
      <w:r w:rsidR="00C0056C" w:rsidRPr="00503F3C">
        <w:rPr>
          <w:rFonts w:ascii="Century Gothic" w:hAnsi="Century Gothic" w:cs="Arial"/>
          <w:i/>
          <w:sz w:val="24"/>
          <w:szCs w:val="24"/>
        </w:rPr>
        <w:t xml:space="preserve"> prévoir en cas d'application de l'article 139 du Règlement des Marchés de l’</w:t>
      </w:r>
      <w:r w:rsidR="00410013" w:rsidRPr="00503F3C">
        <w:rPr>
          <w:rFonts w:ascii="Century Gothic" w:hAnsi="Century Gothic" w:cs="Arial"/>
          <w:i/>
          <w:sz w:val="24"/>
          <w:szCs w:val="24"/>
        </w:rPr>
        <w:t>O.F.P.P.T</w:t>
      </w:r>
      <w:r w:rsidR="00C0056C" w:rsidRPr="00503F3C">
        <w:rPr>
          <w:rFonts w:ascii="Century Gothic" w:hAnsi="Century Gothic" w:cs="Arial"/>
          <w:i/>
          <w:sz w:val="24"/>
          <w:szCs w:val="24"/>
        </w:rPr>
        <w:t>.</w:t>
      </w:r>
    </w:p>
    <w:p w14:paraId="25DA70B7" w14:textId="727B37BF" w:rsidR="00C0056C" w:rsidRPr="00503F3C" w:rsidRDefault="00AE48E6" w:rsidP="00794BDB">
      <w:pPr>
        <w:pStyle w:val="Corpsdutexte510"/>
        <w:shd w:val="clear" w:color="auto" w:fill="auto"/>
        <w:spacing w:before="0" w:line="240" w:lineRule="auto"/>
        <w:ind w:firstLine="0"/>
        <w:jc w:val="both"/>
        <w:rPr>
          <w:rFonts w:ascii="Century Gothic" w:hAnsi="Century Gothic" w:cs="Arial"/>
          <w:b/>
          <w:bCs/>
          <w:sz w:val="24"/>
          <w:szCs w:val="24"/>
        </w:rPr>
      </w:pPr>
      <w:r w:rsidRPr="00503F3C">
        <w:rPr>
          <w:rFonts w:ascii="Century Gothic" w:hAnsi="Century Gothic" w:cs="Arial"/>
          <w:b/>
          <w:i/>
          <w:sz w:val="24"/>
          <w:szCs w:val="24"/>
        </w:rPr>
        <w:t xml:space="preserve">    </w:t>
      </w:r>
      <w:r w:rsidR="00C0056C" w:rsidRPr="00503F3C">
        <w:rPr>
          <w:rFonts w:ascii="Century Gothic" w:hAnsi="Century Gothic" w:cs="Arial"/>
          <w:b/>
          <w:i/>
          <w:sz w:val="24"/>
          <w:szCs w:val="24"/>
        </w:rPr>
        <w:t xml:space="preserve">(*) </w:t>
      </w:r>
      <w:r w:rsidR="00AC5E6D" w:rsidRPr="00503F3C">
        <w:rPr>
          <w:rFonts w:ascii="Century Gothic" w:hAnsi="Century Gothic" w:cs="Arial"/>
          <w:i/>
          <w:sz w:val="24"/>
          <w:szCs w:val="24"/>
        </w:rPr>
        <w:t>En</w:t>
      </w:r>
      <w:r w:rsidR="00C0056C" w:rsidRPr="00503F3C">
        <w:rPr>
          <w:rFonts w:ascii="Century Gothic" w:hAnsi="Century Gothic" w:cs="Arial"/>
          <w:i/>
          <w:sz w:val="24"/>
          <w:szCs w:val="24"/>
        </w:rPr>
        <w:t xml:space="preserve"> cas de groupement, chacun des membres doit présenter sa propre déclaration sur l'honneur.</w:t>
      </w:r>
    </w:p>
    <w:p w14:paraId="4822D07B" w14:textId="77777777" w:rsidR="0036095A" w:rsidRPr="00503F3C" w:rsidRDefault="0036095A" w:rsidP="00794BDB">
      <w:pPr>
        <w:tabs>
          <w:tab w:val="left" w:pos="568"/>
        </w:tabs>
        <w:jc w:val="both"/>
        <w:rPr>
          <w:rFonts w:ascii="Century Gothic" w:hAnsi="Century Gothic" w:cs="Arial"/>
        </w:rPr>
      </w:pPr>
    </w:p>
    <w:p w14:paraId="7AA4DAC4" w14:textId="77777777" w:rsidR="0036095A" w:rsidRPr="00503F3C" w:rsidRDefault="0036095A" w:rsidP="00794BDB">
      <w:pPr>
        <w:tabs>
          <w:tab w:val="left" w:pos="568"/>
        </w:tabs>
        <w:jc w:val="both"/>
        <w:rPr>
          <w:rFonts w:ascii="Century Gothic" w:hAnsi="Century Gothic" w:cs="Arial"/>
        </w:rPr>
      </w:pPr>
    </w:p>
    <w:p w14:paraId="21699A79" w14:textId="77777777" w:rsidR="0036095A" w:rsidRPr="00503F3C" w:rsidRDefault="0036095A" w:rsidP="00794BDB">
      <w:pPr>
        <w:tabs>
          <w:tab w:val="left" w:pos="568"/>
        </w:tabs>
        <w:jc w:val="both"/>
        <w:rPr>
          <w:rFonts w:ascii="Century Gothic" w:hAnsi="Century Gothic" w:cs="Arial"/>
        </w:rPr>
      </w:pPr>
    </w:p>
    <w:p w14:paraId="6B57E4CD" w14:textId="77777777" w:rsidR="0036095A" w:rsidRPr="00503F3C" w:rsidRDefault="0036095A" w:rsidP="00794BDB">
      <w:pPr>
        <w:tabs>
          <w:tab w:val="left" w:pos="568"/>
        </w:tabs>
        <w:jc w:val="both"/>
        <w:rPr>
          <w:rFonts w:ascii="Century Gothic" w:hAnsi="Century Gothic" w:cs="Arial"/>
        </w:rPr>
      </w:pPr>
    </w:p>
    <w:p w14:paraId="25F18C4D" w14:textId="77777777" w:rsidR="0036095A" w:rsidRPr="00503F3C" w:rsidRDefault="0036095A" w:rsidP="00794BDB">
      <w:pPr>
        <w:tabs>
          <w:tab w:val="left" w:pos="568"/>
        </w:tabs>
        <w:rPr>
          <w:rFonts w:ascii="Century Gothic" w:hAnsi="Century Gothic" w:cs="Arial"/>
        </w:rPr>
      </w:pPr>
    </w:p>
    <w:p w14:paraId="639BF34B" w14:textId="09C57C2B" w:rsidR="003E4D01" w:rsidRDefault="003E4D01" w:rsidP="0061096D">
      <w:pPr>
        <w:tabs>
          <w:tab w:val="left" w:pos="568"/>
        </w:tabs>
        <w:rPr>
          <w:rFonts w:ascii="Century Gothic" w:hAnsi="Century Gothic" w:cs="Arial"/>
        </w:rPr>
      </w:pPr>
    </w:p>
    <w:p w14:paraId="78E46E4F" w14:textId="66089EDD" w:rsidR="00941DDA" w:rsidRDefault="00941DDA" w:rsidP="00B6545F">
      <w:pPr>
        <w:jc w:val="center"/>
        <w:rPr>
          <w:rFonts w:ascii="Century Gothic" w:hAnsi="Century Gothic" w:cs="Arial"/>
        </w:rPr>
      </w:pPr>
    </w:p>
    <w:p w14:paraId="73C36491" w14:textId="6D2AF568" w:rsidR="00033BAB" w:rsidRDefault="00033BAB" w:rsidP="00B6545F">
      <w:pPr>
        <w:jc w:val="center"/>
        <w:rPr>
          <w:rFonts w:ascii="Century Gothic" w:hAnsi="Century Gothic" w:cs="Arial"/>
        </w:rPr>
      </w:pPr>
    </w:p>
    <w:p w14:paraId="2415774A" w14:textId="0761F1A0" w:rsidR="00033BAB" w:rsidRDefault="00033BAB" w:rsidP="00B6545F">
      <w:pPr>
        <w:jc w:val="center"/>
        <w:rPr>
          <w:rFonts w:ascii="Century Gothic" w:hAnsi="Century Gothic" w:cs="Arial"/>
        </w:rPr>
      </w:pPr>
    </w:p>
    <w:p w14:paraId="537F36B4" w14:textId="005AEADA" w:rsidR="00033BAB" w:rsidRDefault="00033BAB" w:rsidP="00B6545F">
      <w:pPr>
        <w:jc w:val="center"/>
        <w:rPr>
          <w:rFonts w:ascii="Century Gothic" w:hAnsi="Century Gothic" w:cs="Arial"/>
        </w:rPr>
      </w:pPr>
    </w:p>
    <w:p w14:paraId="3AF06637" w14:textId="6D19C5E5" w:rsidR="00033BAB" w:rsidRDefault="00033BAB" w:rsidP="00B6545F">
      <w:pPr>
        <w:jc w:val="center"/>
        <w:rPr>
          <w:rFonts w:ascii="Century Gothic" w:hAnsi="Century Gothic" w:cs="Arial"/>
        </w:rPr>
      </w:pPr>
    </w:p>
    <w:p w14:paraId="10C9CA92" w14:textId="3163E503" w:rsidR="00033BAB" w:rsidRDefault="00033BAB" w:rsidP="00B6545F">
      <w:pPr>
        <w:jc w:val="center"/>
        <w:rPr>
          <w:rFonts w:ascii="Century Gothic" w:hAnsi="Century Gothic" w:cs="Arial"/>
        </w:rPr>
      </w:pPr>
    </w:p>
    <w:p w14:paraId="60556EF1" w14:textId="3CCA3A95" w:rsidR="00033BAB" w:rsidRDefault="00033BAB" w:rsidP="00B6545F">
      <w:pPr>
        <w:jc w:val="center"/>
        <w:rPr>
          <w:rFonts w:ascii="Century Gothic" w:hAnsi="Century Gothic" w:cs="Arial"/>
        </w:rPr>
      </w:pPr>
    </w:p>
    <w:p w14:paraId="353645F7" w14:textId="116175E9" w:rsidR="00033BAB" w:rsidRDefault="00033BAB" w:rsidP="00B6545F">
      <w:pPr>
        <w:jc w:val="center"/>
        <w:rPr>
          <w:rFonts w:ascii="Century Gothic" w:hAnsi="Century Gothic" w:cs="Arial"/>
        </w:rPr>
      </w:pPr>
    </w:p>
    <w:p w14:paraId="62F5306D" w14:textId="56973234" w:rsidR="00033BAB" w:rsidRDefault="00033BAB" w:rsidP="00B6545F">
      <w:pPr>
        <w:jc w:val="center"/>
        <w:rPr>
          <w:rFonts w:ascii="Century Gothic" w:hAnsi="Century Gothic" w:cs="Arial"/>
        </w:rPr>
      </w:pPr>
    </w:p>
    <w:p w14:paraId="016DD840" w14:textId="0EC2392C" w:rsidR="00033BAB" w:rsidRDefault="00033BAB" w:rsidP="00B6545F">
      <w:pPr>
        <w:jc w:val="center"/>
        <w:rPr>
          <w:rFonts w:ascii="Century Gothic" w:hAnsi="Century Gothic" w:cs="Arial"/>
        </w:rPr>
      </w:pPr>
    </w:p>
    <w:p w14:paraId="4C1817C3" w14:textId="77777777" w:rsidR="00033BAB" w:rsidRDefault="00033BAB" w:rsidP="00B6545F">
      <w:pPr>
        <w:jc w:val="center"/>
        <w:rPr>
          <w:rFonts w:ascii="Century Gothic" w:hAnsi="Century Gothic" w:cs="Arial"/>
          <w:b/>
          <w:bCs/>
          <w:sz w:val="40"/>
          <w:szCs w:val="22"/>
        </w:rPr>
      </w:pPr>
    </w:p>
    <w:p w14:paraId="6E68C807" w14:textId="77777777" w:rsidR="00941DDA" w:rsidRDefault="00941DDA" w:rsidP="00B6545F">
      <w:pPr>
        <w:jc w:val="center"/>
        <w:rPr>
          <w:rFonts w:ascii="Century Gothic" w:hAnsi="Century Gothic" w:cs="Arial"/>
          <w:b/>
          <w:bCs/>
          <w:sz w:val="40"/>
          <w:szCs w:val="22"/>
        </w:rPr>
      </w:pPr>
    </w:p>
    <w:p w14:paraId="44CEB425" w14:textId="77777777" w:rsidR="00941DDA" w:rsidRDefault="00941DDA" w:rsidP="00B6545F">
      <w:pPr>
        <w:jc w:val="center"/>
        <w:rPr>
          <w:rFonts w:ascii="Century Gothic" w:hAnsi="Century Gothic" w:cs="Arial"/>
          <w:b/>
          <w:bCs/>
          <w:sz w:val="40"/>
          <w:szCs w:val="22"/>
        </w:rPr>
      </w:pPr>
    </w:p>
    <w:p w14:paraId="3DDA9FD6" w14:textId="0311F863" w:rsidR="00B6545F" w:rsidRDefault="00B6545F" w:rsidP="00B6545F">
      <w:pPr>
        <w:jc w:val="center"/>
        <w:rPr>
          <w:rFonts w:ascii="Century Gothic" w:hAnsi="Century Gothic" w:cs="Arial"/>
          <w:b/>
          <w:bCs/>
          <w:sz w:val="40"/>
          <w:szCs w:val="22"/>
        </w:rPr>
      </w:pPr>
      <w:r w:rsidRPr="00503F3C">
        <w:rPr>
          <w:rFonts w:ascii="Century Gothic" w:hAnsi="Century Gothic" w:cs="Arial"/>
          <w:b/>
          <w:bCs/>
          <w:sz w:val="40"/>
          <w:szCs w:val="22"/>
        </w:rPr>
        <w:t>Annexe :</w:t>
      </w:r>
    </w:p>
    <w:p w14:paraId="63728E7B" w14:textId="77777777" w:rsidR="00901A07" w:rsidRPr="00503F3C" w:rsidRDefault="00901A07" w:rsidP="00B6545F">
      <w:pPr>
        <w:jc w:val="center"/>
        <w:rPr>
          <w:rFonts w:ascii="Century Gothic" w:hAnsi="Century Gothic" w:cs="Arial"/>
          <w:b/>
          <w:bCs/>
          <w:sz w:val="40"/>
          <w:szCs w:val="22"/>
        </w:rPr>
      </w:pPr>
    </w:p>
    <w:p w14:paraId="0732AA9D" w14:textId="3CDBC593" w:rsidR="00B6545F" w:rsidRDefault="00B6545F" w:rsidP="00941DDA">
      <w:pPr>
        <w:pStyle w:val="Paragraphedeliste"/>
        <w:numPr>
          <w:ilvl w:val="0"/>
          <w:numId w:val="81"/>
        </w:numPr>
        <w:jc w:val="both"/>
        <w:rPr>
          <w:rFonts w:ascii="Century Gothic" w:hAnsi="Century Gothic" w:cs="Arial"/>
          <w:b/>
          <w:bCs/>
          <w:sz w:val="40"/>
          <w:szCs w:val="22"/>
        </w:rPr>
      </w:pPr>
      <w:r w:rsidRPr="00503F3C">
        <w:rPr>
          <w:rFonts w:ascii="Century Gothic" w:hAnsi="Century Gothic" w:cs="Arial"/>
          <w:b/>
          <w:bCs/>
          <w:sz w:val="40"/>
          <w:szCs w:val="22"/>
        </w:rPr>
        <w:t>Spécifications techniques des fournitures proposées p</w:t>
      </w:r>
      <w:r w:rsidR="000E09A8" w:rsidRPr="00503F3C">
        <w:rPr>
          <w:rFonts w:ascii="Century Gothic" w:hAnsi="Century Gothic" w:cs="Arial"/>
          <w:b/>
          <w:bCs/>
          <w:sz w:val="40"/>
          <w:szCs w:val="22"/>
        </w:rPr>
        <w:t xml:space="preserve">ar le concurrent </w:t>
      </w:r>
      <w:r w:rsidR="00941DDA">
        <w:rPr>
          <w:rFonts w:ascii="Century Gothic" w:hAnsi="Century Gothic" w:cs="Arial"/>
          <w:b/>
          <w:bCs/>
          <w:sz w:val="40"/>
          <w:szCs w:val="22"/>
        </w:rPr>
        <w:t>pour les lots N°01 et N°02</w:t>
      </w:r>
    </w:p>
    <w:p w14:paraId="19D7B39B" w14:textId="77777777" w:rsidR="00901A07" w:rsidRPr="00503F3C" w:rsidRDefault="00901A07" w:rsidP="00901A07">
      <w:pPr>
        <w:pStyle w:val="Paragraphedeliste"/>
        <w:ind w:left="720"/>
        <w:jc w:val="both"/>
        <w:rPr>
          <w:rFonts w:ascii="Century Gothic" w:hAnsi="Century Gothic" w:cs="Arial"/>
          <w:b/>
          <w:bCs/>
          <w:sz w:val="40"/>
          <w:szCs w:val="22"/>
        </w:rPr>
      </w:pPr>
    </w:p>
    <w:p w14:paraId="4AAD857D" w14:textId="3E12657F" w:rsidR="005567F5" w:rsidRDefault="005567F5" w:rsidP="005567F5">
      <w:pPr>
        <w:pStyle w:val="Paragraphedeliste"/>
        <w:numPr>
          <w:ilvl w:val="0"/>
          <w:numId w:val="81"/>
        </w:numPr>
        <w:rPr>
          <w:rFonts w:ascii="Century Gothic" w:hAnsi="Century Gothic" w:cs="Arial"/>
          <w:b/>
          <w:bCs/>
          <w:sz w:val="40"/>
          <w:szCs w:val="22"/>
        </w:rPr>
      </w:pPr>
      <w:r w:rsidRPr="00503F3C">
        <w:rPr>
          <w:rFonts w:ascii="Century Gothic" w:hAnsi="Century Gothic" w:cs="Arial"/>
          <w:b/>
          <w:bCs/>
          <w:sz w:val="40"/>
          <w:szCs w:val="22"/>
        </w:rPr>
        <w:t>Bordereau des prix – détail estimatif</w:t>
      </w:r>
    </w:p>
    <w:p w14:paraId="1AE20A96" w14:textId="77777777" w:rsidR="00941DDA" w:rsidRPr="00941DDA" w:rsidRDefault="00941DDA" w:rsidP="00941DDA">
      <w:pPr>
        <w:pStyle w:val="Paragraphedeliste"/>
        <w:rPr>
          <w:rFonts w:ascii="Century Gothic" w:hAnsi="Century Gothic" w:cs="Arial"/>
          <w:b/>
          <w:bCs/>
          <w:sz w:val="40"/>
          <w:szCs w:val="22"/>
        </w:rPr>
      </w:pPr>
    </w:p>
    <w:p w14:paraId="48E1D62B" w14:textId="77777777" w:rsidR="00941DDA" w:rsidRDefault="00941DDA" w:rsidP="00941DDA">
      <w:pPr>
        <w:rPr>
          <w:rFonts w:ascii="Century Gothic" w:hAnsi="Century Gothic" w:cs="Arial"/>
          <w:b/>
          <w:bCs/>
          <w:sz w:val="40"/>
          <w:szCs w:val="22"/>
        </w:rPr>
      </w:pPr>
    </w:p>
    <w:p w14:paraId="077397A0" w14:textId="77777777" w:rsidR="00941DDA" w:rsidRDefault="00941DDA" w:rsidP="00941DDA">
      <w:pPr>
        <w:rPr>
          <w:rFonts w:ascii="Century Gothic" w:hAnsi="Century Gothic" w:cs="Arial"/>
          <w:b/>
          <w:bCs/>
          <w:sz w:val="40"/>
          <w:szCs w:val="22"/>
        </w:rPr>
      </w:pPr>
    </w:p>
    <w:p w14:paraId="788C9CE7" w14:textId="77777777" w:rsidR="00941DDA" w:rsidRDefault="00941DDA" w:rsidP="00941DDA">
      <w:pPr>
        <w:rPr>
          <w:rFonts w:ascii="Century Gothic" w:hAnsi="Century Gothic" w:cs="Arial"/>
          <w:b/>
          <w:bCs/>
          <w:sz w:val="40"/>
          <w:szCs w:val="22"/>
        </w:rPr>
      </w:pPr>
    </w:p>
    <w:p w14:paraId="10E7AF61" w14:textId="77777777" w:rsidR="00FC615A" w:rsidRDefault="00FC615A" w:rsidP="005F0056">
      <w:pPr>
        <w:tabs>
          <w:tab w:val="left" w:pos="2925"/>
          <w:tab w:val="right" w:pos="6887"/>
        </w:tabs>
        <w:rPr>
          <w:rFonts w:ascii="Century Gothic" w:hAnsi="Century Gothic" w:cstheme="minorBidi"/>
          <w:b/>
          <w:bCs/>
          <w:sz w:val="22"/>
          <w:szCs w:val="22"/>
        </w:rPr>
        <w:sectPr w:rsidR="00FC615A" w:rsidSect="00941DDA">
          <w:headerReference w:type="default" r:id="rId11"/>
          <w:footerReference w:type="default" r:id="rId12"/>
          <w:pgSz w:w="11906" w:h="16838"/>
          <w:pgMar w:top="1106" w:right="1134" w:bottom="992" w:left="1134" w:header="284" w:footer="221" w:gutter="0"/>
          <w:cols w:space="708"/>
          <w:docGrid w:linePitch="360"/>
        </w:sectPr>
      </w:pPr>
    </w:p>
    <w:p w14:paraId="31BF7319" w14:textId="0E98125A" w:rsidR="005A7A89" w:rsidRPr="00901A07" w:rsidRDefault="005A7A89" w:rsidP="005A7A89">
      <w:pPr>
        <w:pStyle w:val="Paragraphedeliste"/>
        <w:widowControl w:val="0"/>
        <w:numPr>
          <w:ilvl w:val="0"/>
          <w:numId w:val="83"/>
        </w:numPr>
        <w:tabs>
          <w:tab w:val="left" w:pos="851"/>
        </w:tabs>
        <w:autoSpaceDE w:val="0"/>
        <w:autoSpaceDN w:val="0"/>
        <w:adjustRightInd w:val="0"/>
        <w:spacing w:line="276" w:lineRule="auto"/>
        <w:ind w:right="-20"/>
        <w:contextualSpacing/>
        <w:rPr>
          <w:rFonts w:ascii="Century Gothic" w:hAnsi="Century Gothic" w:cs="Calibri"/>
          <w:b/>
          <w:szCs w:val="32"/>
        </w:rPr>
      </w:pPr>
      <w:r w:rsidRPr="00901A07">
        <w:rPr>
          <w:rFonts w:ascii="Century Gothic" w:hAnsi="Century Gothic" w:cs="Calibri"/>
          <w:b/>
          <w:szCs w:val="32"/>
        </w:rPr>
        <w:lastRenderedPageBreak/>
        <w:t>Lot N°0</w:t>
      </w:r>
      <w:r>
        <w:rPr>
          <w:rFonts w:ascii="Century Gothic" w:hAnsi="Century Gothic" w:cs="Calibri"/>
          <w:b/>
          <w:szCs w:val="32"/>
        </w:rPr>
        <w:t>1</w:t>
      </w:r>
      <w:r w:rsidRPr="00901A07">
        <w:rPr>
          <w:rFonts w:ascii="Century Gothic" w:hAnsi="Century Gothic" w:cs="Calibri"/>
          <w:b/>
          <w:szCs w:val="32"/>
        </w:rPr>
        <w:t> : Matière d’œuvre</w:t>
      </w:r>
      <w:r>
        <w:rPr>
          <w:rFonts w:ascii="Century Gothic" w:hAnsi="Century Gothic" w:cs="Calibri"/>
          <w:b/>
          <w:szCs w:val="32"/>
        </w:rPr>
        <w:t xml:space="preserve"> en mécanique automobile (RVA-REM)</w:t>
      </w:r>
    </w:p>
    <w:p w14:paraId="70AC7285" w14:textId="01A70D5B" w:rsidR="00BD182D" w:rsidRPr="00787A3D" w:rsidRDefault="00BD182D" w:rsidP="00787A3D">
      <w:pPr>
        <w:widowControl w:val="0"/>
        <w:tabs>
          <w:tab w:val="left" w:pos="851"/>
        </w:tabs>
        <w:autoSpaceDE w:val="0"/>
        <w:autoSpaceDN w:val="0"/>
        <w:adjustRightInd w:val="0"/>
        <w:spacing w:line="276" w:lineRule="auto"/>
        <w:ind w:right="-20"/>
        <w:contextualSpacing/>
        <w:rPr>
          <w:rFonts w:ascii="Century Gothic" w:hAnsi="Century Gothic" w:cs="Calibri"/>
          <w:b/>
          <w:szCs w:val="32"/>
        </w:rPr>
      </w:pPr>
    </w:p>
    <w:p w14:paraId="54F2C005" w14:textId="77777777" w:rsidR="001F0CD9" w:rsidRPr="00503F3C" w:rsidRDefault="001F0CD9" w:rsidP="001F0CD9">
      <w:pPr>
        <w:ind w:left="426"/>
        <w:jc w:val="both"/>
        <w:rPr>
          <w:rFonts w:ascii="Century Gothic" w:hAnsi="Century Gothic" w:cs="Arial"/>
          <w:szCs w:val="14"/>
        </w:rPr>
      </w:pPr>
      <w:r w:rsidRPr="00503F3C">
        <w:rPr>
          <w:rFonts w:ascii="Century Gothic" w:hAnsi="Century Gothic" w:cs="Arial"/>
          <w:szCs w:val="14"/>
        </w:rPr>
        <w:t>N.B : Les soumissionnaires sont invités à remplir la case « Proposition du soumissionnaire » en précisant les caractéristiques du matériel proposé.</w:t>
      </w:r>
    </w:p>
    <w:p w14:paraId="7FBD65CA" w14:textId="77777777" w:rsidR="001F0CD9" w:rsidRPr="00972811" w:rsidRDefault="001F0CD9" w:rsidP="001F0CD9">
      <w:pPr>
        <w:pStyle w:val="Paragraphedeliste"/>
        <w:numPr>
          <w:ilvl w:val="0"/>
          <w:numId w:val="82"/>
        </w:numPr>
        <w:jc w:val="both"/>
        <w:rPr>
          <w:rFonts w:ascii="Century Gothic" w:hAnsi="Century Gothic" w:cs="Arial"/>
          <w:szCs w:val="14"/>
        </w:rPr>
      </w:pPr>
      <w:r w:rsidRPr="00972811">
        <w:rPr>
          <w:rFonts w:ascii="Century Gothic" w:hAnsi="Century Gothic" w:cs="Arial"/>
          <w:szCs w:val="14"/>
        </w:rPr>
        <w:t>Tout article ne répondant pas aux spécifications demandées sera déclaré non conforme.</w:t>
      </w:r>
    </w:p>
    <w:p w14:paraId="1FF6FEC1" w14:textId="77777777" w:rsidR="001F0CD9" w:rsidRPr="00972811" w:rsidRDefault="001F0CD9" w:rsidP="001F0CD9">
      <w:pPr>
        <w:pStyle w:val="Paragraphedeliste"/>
        <w:numPr>
          <w:ilvl w:val="0"/>
          <w:numId w:val="82"/>
        </w:numPr>
        <w:jc w:val="both"/>
        <w:rPr>
          <w:rFonts w:ascii="Century Gothic" w:hAnsi="Century Gothic" w:cs="Arial"/>
          <w:szCs w:val="14"/>
        </w:rPr>
      </w:pPr>
      <w:r w:rsidRPr="00972811">
        <w:rPr>
          <w:rFonts w:ascii="Century Gothic" w:hAnsi="Century Gothic" w:cs="Arial"/>
          <w:szCs w:val="14"/>
        </w:rPr>
        <w:t>Les colonnes « Désignation et caractéristiques techniques » et « Appréciation de l’administration » ne doivent pas être renseignées ou modifiées</w:t>
      </w:r>
    </w:p>
    <w:p w14:paraId="6197FC11" w14:textId="0CB139EE" w:rsidR="001F0CD9" w:rsidRDefault="001F0CD9" w:rsidP="001F0CD9">
      <w:pPr>
        <w:pStyle w:val="Paragraphedeliste"/>
        <w:numPr>
          <w:ilvl w:val="0"/>
          <w:numId w:val="82"/>
        </w:numPr>
        <w:jc w:val="both"/>
        <w:rPr>
          <w:rFonts w:ascii="Century Gothic" w:hAnsi="Century Gothic" w:cs="Arial"/>
          <w:szCs w:val="14"/>
        </w:rPr>
      </w:pPr>
      <w:r w:rsidRPr="00972811">
        <w:rPr>
          <w:rFonts w:ascii="Century Gothic" w:hAnsi="Century Gothic" w:cs="Arial"/>
          <w:szCs w:val="14"/>
        </w:rPr>
        <w:t>Le concurrent est tenu de renseigner pour chaque Item les caractéristiques des fournitures proposées et ce, dans le cadre de la colonne « Proposition du soumissionnaire » et la ligne correspondante à l’item.</w:t>
      </w:r>
    </w:p>
    <w:p w14:paraId="1EADFCBB" w14:textId="77777777" w:rsidR="001F0CD9" w:rsidRPr="00972811" w:rsidRDefault="001F0CD9" w:rsidP="001F0CD9">
      <w:pPr>
        <w:pStyle w:val="Paragraphedeliste"/>
        <w:numPr>
          <w:ilvl w:val="0"/>
          <w:numId w:val="82"/>
        </w:numPr>
        <w:jc w:val="both"/>
        <w:rPr>
          <w:rFonts w:ascii="Century Gothic" w:hAnsi="Century Gothic" w:cs="Arial"/>
          <w:szCs w:val="14"/>
        </w:rPr>
      </w:pPr>
      <w:r>
        <w:rPr>
          <w:rFonts w:ascii="Century Gothic" w:hAnsi="Century Gothic" w:cs="Arial"/>
          <w:szCs w:val="14"/>
        </w:rPr>
        <w:t>Les valeurs des dimensions, longueurs, capacités,…. Doivent être renseignés d’une manière précise dans la colonne « Proposition du soumissionnaire ».</w:t>
      </w:r>
    </w:p>
    <w:p w14:paraId="33B138FD" w14:textId="77777777" w:rsidR="00FC615A" w:rsidRPr="005F0056" w:rsidRDefault="00FC615A" w:rsidP="00672F55">
      <w:pPr>
        <w:widowControl w:val="0"/>
        <w:tabs>
          <w:tab w:val="left" w:pos="851"/>
        </w:tabs>
        <w:autoSpaceDE w:val="0"/>
        <w:autoSpaceDN w:val="0"/>
        <w:adjustRightInd w:val="0"/>
        <w:spacing w:line="276" w:lineRule="auto"/>
        <w:ind w:right="-20"/>
        <w:contextualSpacing/>
        <w:rPr>
          <w:rFonts w:ascii="Century Gothic" w:hAnsi="Century Gothic" w:cs="Calibri"/>
          <w:b/>
          <w:szCs w:val="32"/>
          <w:highlight w:val="yellow"/>
        </w:rPr>
      </w:pPr>
    </w:p>
    <w:tbl>
      <w:tblPr>
        <w:tblStyle w:val="Grilledutableau"/>
        <w:tblW w:w="9776" w:type="dxa"/>
        <w:jc w:val="center"/>
        <w:tblLayout w:type="fixed"/>
        <w:tblLook w:val="04A0" w:firstRow="1" w:lastRow="0" w:firstColumn="1" w:lastColumn="0" w:noHBand="0" w:noVBand="1"/>
      </w:tblPr>
      <w:tblGrid>
        <w:gridCol w:w="747"/>
        <w:gridCol w:w="4810"/>
        <w:gridCol w:w="2126"/>
        <w:gridCol w:w="2093"/>
      </w:tblGrid>
      <w:tr w:rsidR="00FC615A" w:rsidRPr="0061096D" w14:paraId="2C3A05D7" w14:textId="77777777" w:rsidTr="00787A3D">
        <w:trPr>
          <w:trHeight w:val="307"/>
          <w:tblHeader/>
          <w:jc w:val="center"/>
        </w:trPr>
        <w:tc>
          <w:tcPr>
            <w:tcW w:w="747" w:type="dxa"/>
            <w:vAlign w:val="center"/>
          </w:tcPr>
          <w:p w14:paraId="30E41EAC" w14:textId="77777777" w:rsidR="00FC615A" w:rsidRPr="0061096D" w:rsidRDefault="00FC615A" w:rsidP="00664EC3">
            <w:pPr>
              <w:jc w:val="center"/>
              <w:rPr>
                <w:rFonts w:ascii="Century Gothic" w:hAnsi="Century Gothic" w:cstheme="minorBidi"/>
                <w:b/>
                <w:bCs/>
                <w:sz w:val="22"/>
                <w:szCs w:val="22"/>
              </w:rPr>
            </w:pPr>
            <w:r w:rsidRPr="0061096D">
              <w:rPr>
                <w:rFonts w:ascii="Century Gothic" w:hAnsi="Century Gothic" w:cstheme="minorBidi"/>
                <w:b/>
                <w:bCs/>
                <w:sz w:val="22"/>
                <w:szCs w:val="22"/>
              </w:rPr>
              <w:t>Item N°</w:t>
            </w:r>
          </w:p>
        </w:tc>
        <w:tc>
          <w:tcPr>
            <w:tcW w:w="4810" w:type="dxa"/>
            <w:vAlign w:val="center"/>
          </w:tcPr>
          <w:p w14:paraId="3A798161" w14:textId="77777777" w:rsidR="00FC615A" w:rsidRPr="0061096D" w:rsidRDefault="00FC615A" w:rsidP="00664EC3">
            <w:pPr>
              <w:jc w:val="center"/>
              <w:rPr>
                <w:rFonts w:ascii="Century Gothic" w:hAnsi="Century Gothic" w:cstheme="minorBidi"/>
                <w:b/>
                <w:bCs/>
                <w:sz w:val="22"/>
                <w:szCs w:val="22"/>
              </w:rPr>
            </w:pPr>
            <w:r w:rsidRPr="0061096D">
              <w:rPr>
                <w:rFonts w:ascii="Century Gothic" w:hAnsi="Century Gothic" w:cstheme="minorBidi"/>
                <w:b/>
                <w:bCs/>
                <w:sz w:val="22"/>
                <w:szCs w:val="22"/>
              </w:rPr>
              <w:t>Désignation et caractéristiques techniques</w:t>
            </w:r>
          </w:p>
        </w:tc>
        <w:tc>
          <w:tcPr>
            <w:tcW w:w="2126" w:type="dxa"/>
            <w:vAlign w:val="center"/>
          </w:tcPr>
          <w:p w14:paraId="6265385C" w14:textId="77777777" w:rsidR="00FC615A" w:rsidRPr="0061096D" w:rsidRDefault="00FC615A" w:rsidP="00664EC3">
            <w:pPr>
              <w:jc w:val="center"/>
              <w:rPr>
                <w:rFonts w:ascii="Century Gothic" w:hAnsi="Century Gothic" w:cstheme="minorBidi"/>
                <w:b/>
                <w:bCs/>
                <w:sz w:val="22"/>
                <w:szCs w:val="22"/>
              </w:rPr>
            </w:pPr>
            <w:r w:rsidRPr="0061096D">
              <w:rPr>
                <w:rFonts w:ascii="Century Gothic" w:hAnsi="Century Gothic" w:cstheme="minorBidi"/>
                <w:b/>
                <w:bCs/>
                <w:sz w:val="22"/>
                <w:szCs w:val="22"/>
              </w:rPr>
              <w:t>Proposition du soumissionnaire</w:t>
            </w:r>
          </w:p>
        </w:tc>
        <w:tc>
          <w:tcPr>
            <w:tcW w:w="2093" w:type="dxa"/>
            <w:vAlign w:val="center"/>
          </w:tcPr>
          <w:p w14:paraId="602FFE42" w14:textId="77777777" w:rsidR="00FC615A" w:rsidRPr="0061096D" w:rsidRDefault="00FC615A" w:rsidP="00664EC3">
            <w:pPr>
              <w:jc w:val="center"/>
              <w:rPr>
                <w:rFonts w:ascii="Century Gothic" w:hAnsi="Century Gothic" w:cstheme="minorBidi"/>
                <w:b/>
                <w:bCs/>
                <w:sz w:val="22"/>
                <w:szCs w:val="22"/>
              </w:rPr>
            </w:pPr>
            <w:r w:rsidRPr="0061096D">
              <w:rPr>
                <w:rFonts w:ascii="Century Gothic" w:hAnsi="Century Gothic" w:cstheme="minorBidi"/>
                <w:b/>
                <w:bCs/>
                <w:sz w:val="22"/>
                <w:szCs w:val="22"/>
              </w:rPr>
              <w:t>Appréciation de l’administration</w:t>
            </w:r>
          </w:p>
        </w:tc>
      </w:tr>
      <w:tr w:rsidR="00B259DD" w:rsidRPr="0061096D" w14:paraId="4C782B66" w14:textId="77777777" w:rsidTr="00787A3D">
        <w:trPr>
          <w:jc w:val="center"/>
        </w:trPr>
        <w:tc>
          <w:tcPr>
            <w:tcW w:w="747" w:type="dxa"/>
            <w:vAlign w:val="center"/>
          </w:tcPr>
          <w:p w14:paraId="0A7D0577" w14:textId="602F6B30"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162FE82E" w14:textId="77777777" w:rsidR="00B259DD" w:rsidRPr="00D5211B" w:rsidRDefault="00B259DD" w:rsidP="00B259DD">
            <w:pPr>
              <w:rPr>
                <w:rFonts w:ascii="Century Gothic" w:hAnsi="Century Gothic"/>
                <w:b/>
                <w:sz w:val="22"/>
                <w:szCs w:val="22"/>
              </w:rPr>
            </w:pPr>
            <w:r w:rsidRPr="00D5211B">
              <w:rPr>
                <w:rFonts w:ascii="Century Gothic" w:hAnsi="Century Gothic"/>
                <w:b/>
                <w:sz w:val="22"/>
                <w:szCs w:val="22"/>
              </w:rPr>
              <w:t>Moteur thermique usagé pour démontage remontage</w:t>
            </w:r>
          </w:p>
          <w:p w14:paraId="46EAFB16" w14:textId="77777777" w:rsidR="00B259DD" w:rsidRPr="008D0DA0" w:rsidRDefault="00B259DD" w:rsidP="00B259DD">
            <w:pPr>
              <w:rPr>
                <w:rFonts w:ascii="Century Gothic" w:hAnsi="Century Gothic"/>
                <w:bCs/>
                <w:sz w:val="22"/>
                <w:szCs w:val="22"/>
              </w:rPr>
            </w:pPr>
            <w:r w:rsidRPr="008D0DA0">
              <w:rPr>
                <w:rFonts w:ascii="Century Gothic" w:hAnsi="Century Gothic"/>
                <w:bCs/>
                <w:sz w:val="22"/>
                <w:szCs w:val="22"/>
              </w:rPr>
              <w:t>Caractéristiques :</w:t>
            </w:r>
          </w:p>
          <w:p w14:paraId="3FAF54AF" w14:textId="77777777" w:rsidR="00B259DD" w:rsidRPr="008D0DA0" w:rsidRDefault="00B259DD" w:rsidP="00B259DD">
            <w:pPr>
              <w:rPr>
                <w:rFonts w:ascii="Century Gothic" w:hAnsi="Century Gothic" w:cs="Arial"/>
                <w:bCs/>
                <w:sz w:val="22"/>
                <w:szCs w:val="22"/>
              </w:rPr>
            </w:pPr>
            <w:r w:rsidRPr="008D0DA0">
              <w:rPr>
                <w:rFonts w:ascii="Century Gothic" w:hAnsi="Century Gothic" w:cs="Arial"/>
                <w:bCs/>
                <w:sz w:val="22"/>
                <w:szCs w:val="22"/>
              </w:rPr>
              <w:t>La cylindré minimum 1.4 cm</w:t>
            </w:r>
            <w:r w:rsidRPr="00C33391">
              <w:rPr>
                <w:rFonts w:ascii="Century Gothic" w:hAnsi="Century Gothic" w:cs="Arial"/>
                <w:bCs/>
                <w:sz w:val="22"/>
                <w:szCs w:val="22"/>
                <w:vertAlign w:val="superscript"/>
              </w:rPr>
              <w:t>3</w:t>
            </w:r>
            <w:r w:rsidRPr="008D0DA0">
              <w:rPr>
                <w:rFonts w:ascii="Century Gothic" w:hAnsi="Century Gothic" w:cs="Arial"/>
                <w:bCs/>
                <w:sz w:val="22"/>
                <w:szCs w:val="22"/>
              </w:rPr>
              <w:t xml:space="preserve">   </w:t>
            </w:r>
          </w:p>
          <w:p w14:paraId="79475090" w14:textId="4450814F" w:rsidR="00B259DD" w:rsidRPr="0061096D" w:rsidRDefault="00B259DD" w:rsidP="00B259DD">
            <w:pPr>
              <w:rPr>
                <w:rFonts w:ascii="Century Gothic" w:hAnsi="Century Gothic" w:cstheme="minorBidi"/>
                <w:bCs/>
                <w:sz w:val="22"/>
                <w:szCs w:val="22"/>
              </w:rPr>
            </w:pPr>
            <w:r w:rsidRPr="008D0DA0">
              <w:rPr>
                <w:rFonts w:ascii="Century Gothic" w:hAnsi="Century Gothic" w:cs="Arial"/>
                <w:bCs/>
                <w:sz w:val="22"/>
                <w:szCs w:val="22"/>
              </w:rPr>
              <w:t>livré avec : le bloc-moteur/la culasse/le carter inférieur/les pistons/le vilebrequin et/le volant moteur/les bielles/la distribution/les collecteurs…</w:t>
            </w:r>
          </w:p>
        </w:tc>
        <w:tc>
          <w:tcPr>
            <w:tcW w:w="2126" w:type="dxa"/>
            <w:vAlign w:val="center"/>
          </w:tcPr>
          <w:p w14:paraId="6758A4F0"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4EBC68FF"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3FEA9634" w14:textId="2D14E85D"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5912654" w14:textId="77777777" w:rsidR="00B259DD" w:rsidRPr="0061096D" w:rsidRDefault="00B259DD" w:rsidP="00B259DD">
            <w:pPr>
              <w:jc w:val="center"/>
              <w:rPr>
                <w:rFonts w:ascii="Century Gothic" w:hAnsi="Century Gothic" w:cstheme="minorBidi"/>
                <w:b/>
                <w:bCs/>
                <w:sz w:val="22"/>
                <w:szCs w:val="22"/>
              </w:rPr>
            </w:pPr>
          </w:p>
        </w:tc>
      </w:tr>
      <w:tr w:rsidR="00B259DD" w:rsidRPr="0061096D" w14:paraId="664543CA" w14:textId="77777777" w:rsidTr="00787A3D">
        <w:trPr>
          <w:jc w:val="center"/>
        </w:trPr>
        <w:tc>
          <w:tcPr>
            <w:tcW w:w="747" w:type="dxa"/>
            <w:vAlign w:val="center"/>
          </w:tcPr>
          <w:p w14:paraId="3925BB73" w14:textId="5F7D9554"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w:t>
            </w:r>
          </w:p>
        </w:tc>
        <w:tc>
          <w:tcPr>
            <w:tcW w:w="4810" w:type="dxa"/>
            <w:tcBorders>
              <w:top w:val="nil"/>
              <w:left w:val="single" w:sz="4" w:space="0" w:color="auto"/>
              <w:bottom w:val="single" w:sz="4" w:space="0" w:color="auto"/>
              <w:right w:val="single" w:sz="4" w:space="0" w:color="auto"/>
            </w:tcBorders>
            <w:shd w:val="clear" w:color="auto" w:fill="auto"/>
            <w:vAlign w:val="center"/>
          </w:tcPr>
          <w:p w14:paraId="6FD6AB5A" w14:textId="77777777" w:rsidR="00B259DD" w:rsidRPr="00D5211B" w:rsidRDefault="00B259DD" w:rsidP="00B259DD">
            <w:pPr>
              <w:rPr>
                <w:rFonts w:ascii="Century Gothic" w:hAnsi="Century Gothic" w:cs="Arial"/>
                <w:b/>
                <w:sz w:val="22"/>
                <w:szCs w:val="22"/>
              </w:rPr>
            </w:pPr>
            <w:r w:rsidRPr="00D5211B">
              <w:rPr>
                <w:rFonts w:ascii="Century Gothic" w:hAnsi="Century Gothic" w:cs="Arial"/>
                <w:b/>
                <w:sz w:val="22"/>
                <w:szCs w:val="22"/>
              </w:rPr>
              <w:t>Boite de vitesse manuelle usagée </w:t>
            </w:r>
          </w:p>
          <w:p w14:paraId="197894DB" w14:textId="77777777" w:rsidR="00B259DD" w:rsidRPr="008D0DA0" w:rsidRDefault="00B259DD" w:rsidP="00B259DD">
            <w:pPr>
              <w:rPr>
                <w:rFonts w:ascii="Century Gothic" w:hAnsi="Century Gothic"/>
                <w:bCs/>
                <w:sz w:val="22"/>
                <w:szCs w:val="22"/>
              </w:rPr>
            </w:pPr>
            <w:r w:rsidRPr="008D0DA0">
              <w:rPr>
                <w:rFonts w:ascii="Century Gothic" w:hAnsi="Century Gothic"/>
                <w:bCs/>
                <w:sz w:val="22"/>
                <w:szCs w:val="22"/>
              </w:rPr>
              <w:t>Caractéristiques :</w:t>
            </w:r>
          </w:p>
          <w:p w14:paraId="77950AFB" w14:textId="41F36475" w:rsidR="00B259DD" w:rsidRPr="0061096D" w:rsidRDefault="00B259DD" w:rsidP="00B259DD">
            <w:pPr>
              <w:rPr>
                <w:rFonts w:ascii="Century Gothic" w:hAnsi="Century Gothic" w:cstheme="minorBidi"/>
                <w:bCs/>
                <w:sz w:val="22"/>
                <w:szCs w:val="22"/>
              </w:rPr>
            </w:pPr>
            <w:r w:rsidRPr="008D0DA0">
              <w:rPr>
                <w:rFonts w:ascii="Century Gothic" w:hAnsi="Century Gothic" w:cs="Arial"/>
                <w:bCs/>
                <w:sz w:val="22"/>
                <w:szCs w:val="22"/>
              </w:rPr>
              <w:t>boite de vitesse manuelle minimum 5 rapports pour démontage remontage</w:t>
            </w:r>
          </w:p>
        </w:tc>
        <w:tc>
          <w:tcPr>
            <w:tcW w:w="2126" w:type="dxa"/>
            <w:vAlign w:val="center"/>
          </w:tcPr>
          <w:p w14:paraId="230E77B8"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7D13824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2BD34814" w14:textId="707A56C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380FBB5" w14:textId="77777777" w:rsidR="00B259DD" w:rsidRPr="0061096D" w:rsidRDefault="00B259DD" w:rsidP="00B259DD">
            <w:pPr>
              <w:jc w:val="center"/>
              <w:rPr>
                <w:rFonts w:ascii="Century Gothic" w:hAnsi="Century Gothic" w:cstheme="minorBidi"/>
                <w:b/>
                <w:bCs/>
                <w:sz w:val="22"/>
                <w:szCs w:val="22"/>
              </w:rPr>
            </w:pPr>
          </w:p>
        </w:tc>
      </w:tr>
      <w:tr w:rsidR="00B259DD" w:rsidRPr="0061096D" w14:paraId="2D8308C3" w14:textId="77777777" w:rsidTr="00787A3D">
        <w:trPr>
          <w:jc w:val="center"/>
        </w:trPr>
        <w:tc>
          <w:tcPr>
            <w:tcW w:w="747" w:type="dxa"/>
            <w:vAlign w:val="center"/>
          </w:tcPr>
          <w:p w14:paraId="0A4691F3" w14:textId="3161C09C"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w:t>
            </w:r>
          </w:p>
        </w:tc>
        <w:tc>
          <w:tcPr>
            <w:tcW w:w="4810" w:type="dxa"/>
            <w:tcBorders>
              <w:top w:val="nil"/>
              <w:left w:val="single" w:sz="4" w:space="0" w:color="auto"/>
              <w:bottom w:val="single" w:sz="4" w:space="0" w:color="auto"/>
              <w:right w:val="single" w:sz="4" w:space="0" w:color="auto"/>
            </w:tcBorders>
            <w:shd w:val="clear" w:color="auto" w:fill="auto"/>
            <w:vAlign w:val="center"/>
          </w:tcPr>
          <w:p w14:paraId="0E26EDED" w14:textId="77777777" w:rsidR="00B259DD" w:rsidRPr="00D5211B" w:rsidRDefault="00B259DD" w:rsidP="00B259DD">
            <w:pPr>
              <w:rPr>
                <w:rFonts w:ascii="Century Gothic" w:hAnsi="Century Gothic" w:cs="Arial"/>
                <w:b/>
                <w:sz w:val="22"/>
                <w:szCs w:val="22"/>
              </w:rPr>
            </w:pPr>
            <w:r w:rsidRPr="00D5211B">
              <w:rPr>
                <w:rFonts w:ascii="Century Gothic" w:hAnsi="Century Gothic" w:cs="Arial"/>
                <w:b/>
                <w:sz w:val="22"/>
                <w:szCs w:val="22"/>
              </w:rPr>
              <w:t>Boite de vitesse robotisée usagée</w:t>
            </w:r>
          </w:p>
          <w:p w14:paraId="06825AFE" w14:textId="77777777" w:rsidR="00B259DD" w:rsidRPr="008D0DA0" w:rsidRDefault="00B259DD" w:rsidP="00B259DD">
            <w:pPr>
              <w:rPr>
                <w:rFonts w:ascii="Century Gothic" w:hAnsi="Century Gothic"/>
                <w:bCs/>
                <w:sz w:val="22"/>
                <w:szCs w:val="22"/>
              </w:rPr>
            </w:pPr>
            <w:r w:rsidRPr="008D0DA0">
              <w:rPr>
                <w:rFonts w:ascii="Century Gothic" w:hAnsi="Century Gothic"/>
                <w:bCs/>
                <w:sz w:val="22"/>
                <w:szCs w:val="22"/>
              </w:rPr>
              <w:t>Caractéristiques :</w:t>
            </w:r>
          </w:p>
          <w:p w14:paraId="5059CA87" w14:textId="51E97719" w:rsidR="00B259DD" w:rsidRPr="0061096D" w:rsidRDefault="00B259DD" w:rsidP="00B259DD">
            <w:pPr>
              <w:rPr>
                <w:rFonts w:ascii="Century Gothic" w:hAnsi="Century Gothic" w:cstheme="minorBidi"/>
                <w:bCs/>
                <w:sz w:val="22"/>
                <w:szCs w:val="22"/>
              </w:rPr>
            </w:pPr>
            <w:r w:rsidRPr="008D0DA0">
              <w:rPr>
                <w:rFonts w:ascii="Century Gothic" w:hAnsi="Century Gothic" w:cs="Arial"/>
                <w:bCs/>
                <w:sz w:val="22"/>
                <w:szCs w:val="22"/>
              </w:rPr>
              <w:t>Boite de vitesse robotisée pour démontage remontage</w:t>
            </w:r>
          </w:p>
        </w:tc>
        <w:tc>
          <w:tcPr>
            <w:tcW w:w="2126" w:type="dxa"/>
            <w:vAlign w:val="center"/>
          </w:tcPr>
          <w:p w14:paraId="206000E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1E0FC4C9"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FBB802D" w14:textId="5DFD1A33"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730FDBC"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33945C7" w14:textId="77777777" w:rsidTr="00787A3D">
        <w:trPr>
          <w:jc w:val="center"/>
        </w:trPr>
        <w:tc>
          <w:tcPr>
            <w:tcW w:w="747" w:type="dxa"/>
            <w:vAlign w:val="center"/>
          </w:tcPr>
          <w:p w14:paraId="16F3F73C" w14:textId="048AD619"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4</w:t>
            </w:r>
          </w:p>
        </w:tc>
        <w:tc>
          <w:tcPr>
            <w:tcW w:w="4810" w:type="dxa"/>
            <w:tcBorders>
              <w:top w:val="nil"/>
              <w:left w:val="single" w:sz="4" w:space="0" w:color="auto"/>
              <w:bottom w:val="single" w:sz="4" w:space="0" w:color="auto"/>
              <w:right w:val="single" w:sz="4" w:space="0" w:color="auto"/>
            </w:tcBorders>
            <w:shd w:val="clear" w:color="auto" w:fill="auto"/>
            <w:vAlign w:val="center"/>
          </w:tcPr>
          <w:p w14:paraId="28607CD5" w14:textId="5D4432A8"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Démarreur automobile</w:t>
            </w:r>
          </w:p>
        </w:tc>
        <w:tc>
          <w:tcPr>
            <w:tcW w:w="2126" w:type="dxa"/>
            <w:vAlign w:val="center"/>
          </w:tcPr>
          <w:p w14:paraId="51E305CC"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0D6232D6"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8A1CE86" w14:textId="0B44F969"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27CA7AD"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4980D82" w14:textId="77777777" w:rsidTr="00787A3D">
        <w:trPr>
          <w:jc w:val="center"/>
        </w:trPr>
        <w:tc>
          <w:tcPr>
            <w:tcW w:w="747" w:type="dxa"/>
            <w:vAlign w:val="center"/>
          </w:tcPr>
          <w:p w14:paraId="5736CA65" w14:textId="1C582C01"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5</w:t>
            </w:r>
          </w:p>
        </w:tc>
        <w:tc>
          <w:tcPr>
            <w:tcW w:w="4810" w:type="dxa"/>
            <w:tcBorders>
              <w:top w:val="nil"/>
              <w:left w:val="single" w:sz="4" w:space="0" w:color="auto"/>
              <w:bottom w:val="single" w:sz="4" w:space="0" w:color="auto"/>
              <w:right w:val="single" w:sz="4" w:space="0" w:color="auto"/>
            </w:tcBorders>
            <w:shd w:val="clear" w:color="auto" w:fill="auto"/>
            <w:vAlign w:val="center"/>
          </w:tcPr>
          <w:p w14:paraId="6BFF5C21" w14:textId="7D9CD516"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Alternateur automobile</w:t>
            </w:r>
          </w:p>
        </w:tc>
        <w:tc>
          <w:tcPr>
            <w:tcW w:w="2126" w:type="dxa"/>
            <w:vAlign w:val="center"/>
          </w:tcPr>
          <w:p w14:paraId="7020F76D"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3BC0F8F9"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3E7E5D38" w14:textId="751C4358"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0CAF14F" w14:textId="77777777" w:rsidR="00B259DD" w:rsidRPr="0061096D" w:rsidRDefault="00B259DD" w:rsidP="00B259DD">
            <w:pPr>
              <w:jc w:val="center"/>
              <w:rPr>
                <w:rFonts w:ascii="Century Gothic" w:hAnsi="Century Gothic" w:cstheme="minorBidi"/>
                <w:b/>
                <w:bCs/>
                <w:sz w:val="22"/>
                <w:szCs w:val="22"/>
              </w:rPr>
            </w:pPr>
          </w:p>
        </w:tc>
      </w:tr>
      <w:tr w:rsidR="00B259DD" w:rsidRPr="0061096D" w14:paraId="113CBEBD" w14:textId="77777777" w:rsidTr="00787A3D">
        <w:trPr>
          <w:jc w:val="center"/>
        </w:trPr>
        <w:tc>
          <w:tcPr>
            <w:tcW w:w="747" w:type="dxa"/>
            <w:vAlign w:val="center"/>
          </w:tcPr>
          <w:p w14:paraId="684B1BB3" w14:textId="04A7AC13"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6</w:t>
            </w:r>
          </w:p>
        </w:tc>
        <w:tc>
          <w:tcPr>
            <w:tcW w:w="4810" w:type="dxa"/>
            <w:tcBorders>
              <w:top w:val="nil"/>
              <w:left w:val="single" w:sz="4" w:space="0" w:color="auto"/>
              <w:bottom w:val="single" w:sz="4" w:space="0" w:color="auto"/>
              <w:right w:val="single" w:sz="4" w:space="0" w:color="auto"/>
            </w:tcBorders>
            <w:shd w:val="clear" w:color="auto" w:fill="auto"/>
            <w:vAlign w:val="center"/>
          </w:tcPr>
          <w:p w14:paraId="2F810AC7"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 xml:space="preserve">Amortisseur de suspension </w:t>
            </w:r>
          </w:p>
          <w:p w14:paraId="24729C50" w14:textId="04873EC7" w:rsidR="00B259DD" w:rsidRPr="0061096D" w:rsidRDefault="00B259DD" w:rsidP="00B259DD">
            <w:pPr>
              <w:rPr>
                <w:rFonts w:ascii="Century Gothic" w:hAnsi="Century Gothic" w:cstheme="minorBidi"/>
                <w:bCs/>
                <w:sz w:val="22"/>
                <w:szCs w:val="22"/>
              </w:rPr>
            </w:pPr>
            <w:r>
              <w:rPr>
                <w:rFonts w:ascii="Century Gothic" w:hAnsi="Century Gothic" w:cs="Arial"/>
                <w:sz w:val="22"/>
                <w:szCs w:val="22"/>
              </w:rPr>
              <w:t>Usage</w:t>
            </w:r>
            <w:r w:rsidRPr="001B6402">
              <w:rPr>
                <w:rFonts w:ascii="Century Gothic" w:hAnsi="Century Gothic" w:cs="Arial"/>
                <w:sz w:val="22"/>
                <w:szCs w:val="22"/>
              </w:rPr>
              <w:t xml:space="preserve"> automobile avec ressort hélicoïdal</w:t>
            </w:r>
          </w:p>
        </w:tc>
        <w:tc>
          <w:tcPr>
            <w:tcW w:w="2126" w:type="dxa"/>
            <w:vAlign w:val="center"/>
          </w:tcPr>
          <w:p w14:paraId="58506D78"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20848104"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5BE36D52" w14:textId="165649ED"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EE5CED6" w14:textId="77777777" w:rsidR="00B259DD" w:rsidRPr="0061096D" w:rsidRDefault="00B259DD" w:rsidP="00B259DD">
            <w:pPr>
              <w:jc w:val="center"/>
              <w:rPr>
                <w:rFonts w:ascii="Century Gothic" w:hAnsi="Century Gothic" w:cstheme="minorBidi"/>
                <w:b/>
                <w:bCs/>
                <w:sz w:val="22"/>
                <w:szCs w:val="22"/>
              </w:rPr>
            </w:pPr>
          </w:p>
        </w:tc>
      </w:tr>
      <w:tr w:rsidR="00B259DD" w:rsidRPr="0061096D" w14:paraId="18123D3E" w14:textId="77777777" w:rsidTr="00787A3D">
        <w:trPr>
          <w:jc w:val="center"/>
        </w:trPr>
        <w:tc>
          <w:tcPr>
            <w:tcW w:w="747" w:type="dxa"/>
            <w:vAlign w:val="center"/>
          </w:tcPr>
          <w:p w14:paraId="0681CB6A" w14:textId="537FFA89"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7</w:t>
            </w:r>
          </w:p>
        </w:tc>
        <w:tc>
          <w:tcPr>
            <w:tcW w:w="4810" w:type="dxa"/>
            <w:tcBorders>
              <w:top w:val="nil"/>
              <w:left w:val="single" w:sz="4" w:space="0" w:color="auto"/>
              <w:bottom w:val="single" w:sz="4" w:space="0" w:color="auto"/>
              <w:right w:val="single" w:sz="4" w:space="0" w:color="auto"/>
            </w:tcBorders>
            <w:shd w:val="clear" w:color="auto" w:fill="auto"/>
            <w:vAlign w:val="center"/>
          </w:tcPr>
          <w:p w14:paraId="6FBB33FB"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 xml:space="preserve">Coffret métallique de 25 forets  </w:t>
            </w:r>
          </w:p>
          <w:p w14:paraId="3C655835" w14:textId="7BC618B2"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diamètres de 1 à 13 mm de 0,5 en 0,5 mm</w:t>
            </w:r>
          </w:p>
        </w:tc>
        <w:tc>
          <w:tcPr>
            <w:tcW w:w="2126" w:type="dxa"/>
            <w:vAlign w:val="center"/>
          </w:tcPr>
          <w:p w14:paraId="075EC9E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5A74CE0E"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6F5B3A9" w14:textId="4E11C3D4"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AFA1C08" w14:textId="77777777" w:rsidR="00B259DD" w:rsidRPr="0061096D" w:rsidRDefault="00B259DD" w:rsidP="00B259DD">
            <w:pPr>
              <w:jc w:val="center"/>
              <w:rPr>
                <w:rFonts w:ascii="Century Gothic" w:hAnsi="Century Gothic" w:cstheme="minorBidi"/>
                <w:b/>
                <w:bCs/>
                <w:sz w:val="22"/>
                <w:szCs w:val="22"/>
              </w:rPr>
            </w:pPr>
          </w:p>
        </w:tc>
      </w:tr>
      <w:tr w:rsidR="00B259DD" w:rsidRPr="0061096D" w14:paraId="3748E3F0" w14:textId="77777777" w:rsidTr="00787A3D">
        <w:trPr>
          <w:jc w:val="center"/>
        </w:trPr>
        <w:tc>
          <w:tcPr>
            <w:tcW w:w="747" w:type="dxa"/>
            <w:vAlign w:val="center"/>
          </w:tcPr>
          <w:p w14:paraId="782C409B" w14:textId="79AE4FE2"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8</w:t>
            </w:r>
          </w:p>
        </w:tc>
        <w:tc>
          <w:tcPr>
            <w:tcW w:w="4810" w:type="dxa"/>
            <w:tcBorders>
              <w:top w:val="nil"/>
              <w:left w:val="single" w:sz="4" w:space="0" w:color="auto"/>
              <w:bottom w:val="single" w:sz="4" w:space="0" w:color="auto"/>
              <w:right w:val="single" w:sz="4" w:space="0" w:color="auto"/>
            </w:tcBorders>
            <w:shd w:val="clear" w:color="auto" w:fill="auto"/>
            <w:vAlign w:val="center"/>
          </w:tcPr>
          <w:p w14:paraId="2F3B8E9C"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Batterie pour automobile 12v</w:t>
            </w:r>
          </w:p>
          <w:p w14:paraId="54B784C6" w14:textId="1ADAB3BE"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12v 480a 56ah</w:t>
            </w:r>
          </w:p>
        </w:tc>
        <w:tc>
          <w:tcPr>
            <w:tcW w:w="2126" w:type="dxa"/>
            <w:vAlign w:val="center"/>
          </w:tcPr>
          <w:p w14:paraId="1A928691"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02412765"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F6D938C" w14:textId="18910272"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9C21FC0"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1FFC53A" w14:textId="77777777" w:rsidTr="00787A3D">
        <w:trPr>
          <w:jc w:val="center"/>
        </w:trPr>
        <w:tc>
          <w:tcPr>
            <w:tcW w:w="747" w:type="dxa"/>
            <w:vAlign w:val="center"/>
          </w:tcPr>
          <w:p w14:paraId="6649A89A" w14:textId="532E34EC"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lastRenderedPageBreak/>
              <w:t>9</w:t>
            </w:r>
          </w:p>
        </w:tc>
        <w:tc>
          <w:tcPr>
            <w:tcW w:w="4810" w:type="dxa"/>
            <w:tcBorders>
              <w:top w:val="nil"/>
              <w:left w:val="single" w:sz="4" w:space="0" w:color="auto"/>
              <w:bottom w:val="single" w:sz="4" w:space="0" w:color="auto"/>
              <w:right w:val="single" w:sz="4" w:space="0" w:color="auto"/>
            </w:tcBorders>
            <w:shd w:val="clear" w:color="auto" w:fill="auto"/>
            <w:vAlign w:val="center"/>
          </w:tcPr>
          <w:p w14:paraId="2EB124B7"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Batterie pour automobile 12v</w:t>
            </w:r>
          </w:p>
          <w:p w14:paraId="32D60359" w14:textId="5CDA584C"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12v 640a 70ah</w:t>
            </w:r>
          </w:p>
        </w:tc>
        <w:tc>
          <w:tcPr>
            <w:tcW w:w="2126" w:type="dxa"/>
            <w:vAlign w:val="center"/>
          </w:tcPr>
          <w:p w14:paraId="0E177E1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364D55C8"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574B3A48" w14:textId="4FE0A52F"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C07CAE6"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0FF8C0D" w14:textId="77777777" w:rsidTr="00787A3D">
        <w:trPr>
          <w:jc w:val="center"/>
        </w:trPr>
        <w:tc>
          <w:tcPr>
            <w:tcW w:w="747" w:type="dxa"/>
            <w:vAlign w:val="center"/>
          </w:tcPr>
          <w:p w14:paraId="56C245CC" w14:textId="3F7A30F4"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10</w:t>
            </w:r>
          </w:p>
        </w:tc>
        <w:tc>
          <w:tcPr>
            <w:tcW w:w="4810" w:type="dxa"/>
            <w:tcBorders>
              <w:top w:val="nil"/>
              <w:left w:val="single" w:sz="4" w:space="0" w:color="auto"/>
              <w:bottom w:val="single" w:sz="4" w:space="0" w:color="auto"/>
              <w:right w:val="single" w:sz="4" w:space="0" w:color="auto"/>
            </w:tcBorders>
            <w:shd w:val="clear" w:color="auto" w:fill="auto"/>
            <w:vAlign w:val="center"/>
          </w:tcPr>
          <w:p w14:paraId="4DB4D635"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Gaz réfrigérant</w:t>
            </w:r>
          </w:p>
          <w:p w14:paraId="75FC918D" w14:textId="2D8A99BA"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bouteille de gaz r134a 10 kg minimum</w:t>
            </w:r>
          </w:p>
        </w:tc>
        <w:tc>
          <w:tcPr>
            <w:tcW w:w="2126" w:type="dxa"/>
            <w:vAlign w:val="center"/>
          </w:tcPr>
          <w:p w14:paraId="782DD982"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11FE3D7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7568C462" w14:textId="61891E80"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F42CEAC" w14:textId="77777777" w:rsidR="00B259DD" w:rsidRPr="0061096D" w:rsidRDefault="00B259DD" w:rsidP="00B259DD">
            <w:pPr>
              <w:jc w:val="center"/>
              <w:rPr>
                <w:rFonts w:ascii="Century Gothic" w:hAnsi="Century Gothic" w:cstheme="minorBidi"/>
                <w:b/>
                <w:bCs/>
                <w:sz w:val="22"/>
                <w:szCs w:val="22"/>
              </w:rPr>
            </w:pPr>
          </w:p>
        </w:tc>
      </w:tr>
      <w:tr w:rsidR="00B259DD" w:rsidRPr="0061096D" w14:paraId="219D5268" w14:textId="77777777" w:rsidTr="00787A3D">
        <w:trPr>
          <w:jc w:val="center"/>
        </w:trPr>
        <w:tc>
          <w:tcPr>
            <w:tcW w:w="747" w:type="dxa"/>
            <w:vAlign w:val="center"/>
          </w:tcPr>
          <w:p w14:paraId="0FDFD28D" w14:textId="393852AE"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11</w:t>
            </w:r>
          </w:p>
        </w:tc>
        <w:tc>
          <w:tcPr>
            <w:tcW w:w="4810" w:type="dxa"/>
            <w:tcBorders>
              <w:top w:val="nil"/>
              <w:left w:val="single" w:sz="4" w:space="0" w:color="auto"/>
              <w:bottom w:val="single" w:sz="4" w:space="0" w:color="auto"/>
              <w:right w:val="single" w:sz="4" w:space="0" w:color="auto"/>
            </w:tcBorders>
            <w:shd w:val="clear" w:color="auto" w:fill="auto"/>
            <w:vAlign w:val="center"/>
          </w:tcPr>
          <w:p w14:paraId="40C8BC72"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Rouleaux de ruban adhésif –scotch</w:t>
            </w:r>
          </w:p>
          <w:p w14:paraId="189D2C7D" w14:textId="6FF23615"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adhésif en toile</w:t>
            </w:r>
          </w:p>
        </w:tc>
        <w:tc>
          <w:tcPr>
            <w:tcW w:w="2126" w:type="dxa"/>
            <w:vAlign w:val="center"/>
          </w:tcPr>
          <w:p w14:paraId="646402A5"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6BC64E3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60C072E7" w14:textId="31B4028E"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204EA4C" w14:textId="77777777" w:rsidR="00B259DD" w:rsidRPr="0061096D" w:rsidRDefault="00B259DD" w:rsidP="00B259DD">
            <w:pPr>
              <w:jc w:val="center"/>
              <w:rPr>
                <w:rFonts w:ascii="Century Gothic" w:hAnsi="Century Gothic" w:cstheme="minorBidi"/>
                <w:b/>
                <w:bCs/>
                <w:sz w:val="22"/>
                <w:szCs w:val="22"/>
              </w:rPr>
            </w:pPr>
          </w:p>
        </w:tc>
      </w:tr>
      <w:tr w:rsidR="00B259DD" w:rsidRPr="0061096D" w14:paraId="755B3CA0" w14:textId="77777777" w:rsidTr="00787A3D">
        <w:trPr>
          <w:jc w:val="center"/>
        </w:trPr>
        <w:tc>
          <w:tcPr>
            <w:tcW w:w="747" w:type="dxa"/>
            <w:vAlign w:val="center"/>
          </w:tcPr>
          <w:p w14:paraId="51D952B5" w14:textId="3A11A736"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12</w:t>
            </w:r>
          </w:p>
        </w:tc>
        <w:tc>
          <w:tcPr>
            <w:tcW w:w="4810" w:type="dxa"/>
            <w:tcBorders>
              <w:top w:val="nil"/>
              <w:left w:val="single" w:sz="4" w:space="0" w:color="auto"/>
              <w:bottom w:val="single" w:sz="4" w:space="0" w:color="auto"/>
              <w:right w:val="single" w:sz="4" w:space="0" w:color="auto"/>
            </w:tcBorders>
            <w:shd w:val="clear" w:color="auto" w:fill="auto"/>
            <w:vAlign w:val="center"/>
          </w:tcPr>
          <w:p w14:paraId="52488587"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Texture de déchet de bois</w:t>
            </w:r>
          </w:p>
          <w:p w14:paraId="1946DAE6" w14:textId="43376DC0"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texture de déchet de bois (20 kg)</w:t>
            </w:r>
          </w:p>
        </w:tc>
        <w:tc>
          <w:tcPr>
            <w:tcW w:w="2126" w:type="dxa"/>
            <w:vAlign w:val="center"/>
          </w:tcPr>
          <w:p w14:paraId="61D2C23F"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6D72E1B8"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4E4867AB" w14:textId="6B4A5331"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ABDFB37" w14:textId="77777777" w:rsidR="00B259DD" w:rsidRPr="0061096D" w:rsidRDefault="00B259DD" w:rsidP="00B259DD">
            <w:pPr>
              <w:jc w:val="center"/>
              <w:rPr>
                <w:rFonts w:ascii="Century Gothic" w:hAnsi="Century Gothic" w:cstheme="minorBidi"/>
                <w:b/>
                <w:bCs/>
                <w:sz w:val="22"/>
                <w:szCs w:val="22"/>
              </w:rPr>
            </w:pPr>
          </w:p>
        </w:tc>
      </w:tr>
      <w:tr w:rsidR="00B259DD" w:rsidRPr="0061096D" w14:paraId="3F06C6D9" w14:textId="77777777" w:rsidTr="00787A3D">
        <w:trPr>
          <w:jc w:val="center"/>
        </w:trPr>
        <w:tc>
          <w:tcPr>
            <w:tcW w:w="747" w:type="dxa"/>
            <w:vAlign w:val="center"/>
          </w:tcPr>
          <w:p w14:paraId="7DC009CE" w14:textId="407A3332"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13</w:t>
            </w:r>
          </w:p>
        </w:tc>
        <w:tc>
          <w:tcPr>
            <w:tcW w:w="4810" w:type="dxa"/>
            <w:tcBorders>
              <w:top w:val="nil"/>
              <w:left w:val="single" w:sz="4" w:space="0" w:color="auto"/>
              <w:bottom w:val="single" w:sz="4" w:space="0" w:color="auto"/>
              <w:right w:val="single" w:sz="4" w:space="0" w:color="auto"/>
            </w:tcBorders>
            <w:shd w:val="clear" w:color="auto" w:fill="auto"/>
            <w:vAlign w:val="center"/>
          </w:tcPr>
          <w:p w14:paraId="2B0AD3D7"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Protection intérieur voiture</w:t>
            </w:r>
          </w:p>
          <w:p w14:paraId="596DAE4E" w14:textId="77777777" w:rsidR="00B259DD" w:rsidRPr="001B6402" w:rsidRDefault="00B259DD" w:rsidP="00B259DD">
            <w:pPr>
              <w:rPr>
                <w:rFonts w:ascii="Century Gothic" w:hAnsi="Century Gothic" w:cs="Arial"/>
                <w:sz w:val="22"/>
                <w:szCs w:val="22"/>
              </w:rPr>
            </w:pPr>
            <w:r w:rsidRPr="001B6402">
              <w:rPr>
                <w:rFonts w:ascii="Century Gothic" w:hAnsi="Century Gothic" w:cs="Arial"/>
                <w:sz w:val="22"/>
                <w:szCs w:val="22"/>
              </w:rPr>
              <w:t>Jetable - plastique - blanc</w:t>
            </w:r>
          </w:p>
          <w:p w14:paraId="4B4522FD" w14:textId="5FC4BFF3"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contenant les housses de siège, les tapis de sol papier, protège volant, protection levier de vitesse, protection frein à main.</w:t>
            </w:r>
          </w:p>
        </w:tc>
        <w:tc>
          <w:tcPr>
            <w:tcW w:w="2126" w:type="dxa"/>
            <w:vAlign w:val="center"/>
          </w:tcPr>
          <w:p w14:paraId="1D6668AD"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7CCA81A5"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365C2731" w14:textId="7FDC9E1C"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8585021" w14:textId="77777777" w:rsidR="00B259DD" w:rsidRPr="0061096D" w:rsidRDefault="00B259DD" w:rsidP="00B259DD">
            <w:pPr>
              <w:jc w:val="center"/>
              <w:rPr>
                <w:rFonts w:ascii="Century Gothic" w:hAnsi="Century Gothic" w:cstheme="minorBidi"/>
                <w:b/>
                <w:bCs/>
                <w:sz w:val="22"/>
                <w:szCs w:val="22"/>
              </w:rPr>
            </w:pPr>
          </w:p>
        </w:tc>
      </w:tr>
      <w:tr w:rsidR="00B259DD" w:rsidRPr="0061096D" w14:paraId="21B48D34" w14:textId="77777777" w:rsidTr="00787A3D">
        <w:trPr>
          <w:jc w:val="center"/>
        </w:trPr>
        <w:tc>
          <w:tcPr>
            <w:tcW w:w="747" w:type="dxa"/>
            <w:vAlign w:val="center"/>
          </w:tcPr>
          <w:p w14:paraId="28A56EFF" w14:textId="1A04B069"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14</w:t>
            </w:r>
          </w:p>
        </w:tc>
        <w:tc>
          <w:tcPr>
            <w:tcW w:w="4810" w:type="dxa"/>
            <w:tcBorders>
              <w:top w:val="nil"/>
              <w:left w:val="single" w:sz="4" w:space="0" w:color="auto"/>
              <w:bottom w:val="single" w:sz="4" w:space="0" w:color="auto"/>
              <w:right w:val="single" w:sz="4" w:space="0" w:color="auto"/>
            </w:tcBorders>
            <w:shd w:val="clear" w:color="auto" w:fill="auto"/>
            <w:vAlign w:val="center"/>
          </w:tcPr>
          <w:p w14:paraId="6DA006EC" w14:textId="40F06B89" w:rsidR="00B259DD" w:rsidRPr="0061096D" w:rsidRDefault="00B259DD" w:rsidP="00B259DD">
            <w:pPr>
              <w:rPr>
                <w:rFonts w:ascii="Century Gothic" w:hAnsi="Century Gothic" w:cstheme="minorBidi"/>
                <w:bCs/>
                <w:sz w:val="22"/>
                <w:szCs w:val="22"/>
              </w:rPr>
            </w:pPr>
            <w:r>
              <w:rPr>
                <w:rFonts w:ascii="Century Gothic" w:hAnsi="Century Gothic" w:cs="Arial"/>
                <w:b/>
                <w:bCs/>
                <w:sz w:val="22"/>
                <w:szCs w:val="22"/>
              </w:rPr>
              <w:t xml:space="preserve">Gasoil en litre </w:t>
            </w:r>
          </w:p>
        </w:tc>
        <w:tc>
          <w:tcPr>
            <w:tcW w:w="2126" w:type="dxa"/>
            <w:vAlign w:val="center"/>
          </w:tcPr>
          <w:p w14:paraId="4DAA8C16"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22CD01D5"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2F368738" w14:textId="2DCC1A0D"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9EE3001" w14:textId="77777777" w:rsidR="00B259DD" w:rsidRPr="0061096D" w:rsidRDefault="00B259DD" w:rsidP="00B259DD">
            <w:pPr>
              <w:jc w:val="center"/>
              <w:rPr>
                <w:rFonts w:ascii="Century Gothic" w:hAnsi="Century Gothic" w:cstheme="minorBidi"/>
                <w:b/>
                <w:bCs/>
                <w:sz w:val="22"/>
                <w:szCs w:val="22"/>
              </w:rPr>
            </w:pPr>
          </w:p>
        </w:tc>
      </w:tr>
      <w:tr w:rsidR="00B259DD" w:rsidRPr="0061096D" w14:paraId="4291840E" w14:textId="77777777" w:rsidTr="00787A3D">
        <w:trPr>
          <w:jc w:val="center"/>
        </w:trPr>
        <w:tc>
          <w:tcPr>
            <w:tcW w:w="747" w:type="dxa"/>
            <w:vAlign w:val="center"/>
          </w:tcPr>
          <w:p w14:paraId="23887E9A" w14:textId="625A33DE"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15</w:t>
            </w:r>
          </w:p>
        </w:tc>
        <w:tc>
          <w:tcPr>
            <w:tcW w:w="4810" w:type="dxa"/>
            <w:tcBorders>
              <w:top w:val="nil"/>
              <w:left w:val="single" w:sz="4" w:space="0" w:color="auto"/>
              <w:bottom w:val="single" w:sz="4" w:space="0" w:color="auto"/>
              <w:right w:val="single" w:sz="4" w:space="0" w:color="auto"/>
            </w:tcBorders>
            <w:shd w:val="clear" w:color="auto" w:fill="auto"/>
            <w:vAlign w:val="center"/>
          </w:tcPr>
          <w:p w14:paraId="466D8F5E" w14:textId="3984C854"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Nettoyant pour les mains (5 kg)</w:t>
            </w:r>
          </w:p>
        </w:tc>
        <w:tc>
          <w:tcPr>
            <w:tcW w:w="2126" w:type="dxa"/>
            <w:vAlign w:val="center"/>
          </w:tcPr>
          <w:p w14:paraId="0A103E1E"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2C2BACC3"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7421F68A" w14:textId="228F8098"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5FC13D4"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09BCAD9" w14:textId="77777777" w:rsidTr="00787A3D">
        <w:trPr>
          <w:jc w:val="center"/>
        </w:trPr>
        <w:tc>
          <w:tcPr>
            <w:tcW w:w="747" w:type="dxa"/>
            <w:vAlign w:val="center"/>
          </w:tcPr>
          <w:p w14:paraId="532738E6" w14:textId="360621F2"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16</w:t>
            </w:r>
          </w:p>
        </w:tc>
        <w:tc>
          <w:tcPr>
            <w:tcW w:w="4810" w:type="dxa"/>
            <w:tcBorders>
              <w:top w:val="nil"/>
              <w:left w:val="single" w:sz="4" w:space="0" w:color="auto"/>
              <w:bottom w:val="single" w:sz="4" w:space="0" w:color="auto"/>
              <w:right w:val="single" w:sz="4" w:space="0" w:color="auto"/>
            </w:tcBorders>
            <w:shd w:val="clear" w:color="auto" w:fill="auto"/>
            <w:vAlign w:val="center"/>
          </w:tcPr>
          <w:p w14:paraId="22BEA0A1" w14:textId="24511C2E"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Dégrippant</w:t>
            </w:r>
          </w:p>
        </w:tc>
        <w:tc>
          <w:tcPr>
            <w:tcW w:w="2126" w:type="dxa"/>
            <w:vAlign w:val="center"/>
          </w:tcPr>
          <w:p w14:paraId="76451331"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52FE460C"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06250880" w14:textId="7FD20EF3"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5C3B8F7" w14:textId="77777777" w:rsidR="00B259DD" w:rsidRPr="0061096D" w:rsidRDefault="00B259DD" w:rsidP="00B259DD">
            <w:pPr>
              <w:jc w:val="center"/>
              <w:rPr>
                <w:rFonts w:ascii="Century Gothic" w:hAnsi="Century Gothic" w:cstheme="minorBidi"/>
                <w:b/>
                <w:bCs/>
                <w:sz w:val="22"/>
                <w:szCs w:val="22"/>
              </w:rPr>
            </w:pPr>
          </w:p>
        </w:tc>
      </w:tr>
      <w:tr w:rsidR="00B259DD" w:rsidRPr="0061096D" w14:paraId="007C2851" w14:textId="77777777" w:rsidTr="00787A3D">
        <w:trPr>
          <w:jc w:val="center"/>
        </w:trPr>
        <w:tc>
          <w:tcPr>
            <w:tcW w:w="747" w:type="dxa"/>
            <w:vAlign w:val="center"/>
          </w:tcPr>
          <w:p w14:paraId="20161E65" w14:textId="56B2CD54"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17</w:t>
            </w:r>
          </w:p>
        </w:tc>
        <w:tc>
          <w:tcPr>
            <w:tcW w:w="4810" w:type="dxa"/>
            <w:tcBorders>
              <w:top w:val="nil"/>
              <w:left w:val="single" w:sz="4" w:space="0" w:color="auto"/>
              <w:bottom w:val="single" w:sz="4" w:space="0" w:color="auto"/>
              <w:right w:val="single" w:sz="4" w:space="0" w:color="auto"/>
            </w:tcBorders>
            <w:shd w:val="clear" w:color="auto" w:fill="auto"/>
            <w:vAlign w:val="center"/>
          </w:tcPr>
          <w:p w14:paraId="0B98C4F0" w14:textId="247BE755"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Chiffon (40 kg)</w:t>
            </w:r>
          </w:p>
        </w:tc>
        <w:tc>
          <w:tcPr>
            <w:tcW w:w="2126" w:type="dxa"/>
            <w:vAlign w:val="center"/>
          </w:tcPr>
          <w:p w14:paraId="38948341"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347C1B92"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7EC7E029" w14:textId="183A8A68"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4EF6ED8"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ECFD719" w14:textId="77777777" w:rsidTr="00787A3D">
        <w:trPr>
          <w:jc w:val="center"/>
        </w:trPr>
        <w:tc>
          <w:tcPr>
            <w:tcW w:w="747" w:type="dxa"/>
            <w:vAlign w:val="center"/>
          </w:tcPr>
          <w:p w14:paraId="0EF05363" w14:textId="40667D39"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18</w:t>
            </w:r>
          </w:p>
        </w:tc>
        <w:tc>
          <w:tcPr>
            <w:tcW w:w="4810" w:type="dxa"/>
            <w:tcBorders>
              <w:top w:val="nil"/>
              <w:left w:val="single" w:sz="4" w:space="0" w:color="auto"/>
              <w:bottom w:val="single" w:sz="4" w:space="0" w:color="auto"/>
              <w:right w:val="single" w:sz="4" w:space="0" w:color="auto"/>
            </w:tcBorders>
            <w:shd w:val="clear" w:color="auto" w:fill="auto"/>
            <w:vAlign w:val="center"/>
          </w:tcPr>
          <w:p w14:paraId="34BBC892" w14:textId="36DEC947"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Huile circuit hydraulique industriel (2l)</w:t>
            </w:r>
          </w:p>
        </w:tc>
        <w:tc>
          <w:tcPr>
            <w:tcW w:w="2126" w:type="dxa"/>
            <w:vAlign w:val="center"/>
          </w:tcPr>
          <w:p w14:paraId="18DC6D82"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5B61D0C4"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230A4715" w14:textId="5292E66A"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C55B363" w14:textId="77777777" w:rsidR="00B259DD" w:rsidRPr="0061096D" w:rsidRDefault="00B259DD" w:rsidP="00B259DD">
            <w:pPr>
              <w:jc w:val="center"/>
              <w:rPr>
                <w:rFonts w:ascii="Century Gothic" w:hAnsi="Century Gothic" w:cstheme="minorBidi"/>
                <w:b/>
                <w:bCs/>
                <w:sz w:val="22"/>
                <w:szCs w:val="22"/>
              </w:rPr>
            </w:pPr>
          </w:p>
        </w:tc>
      </w:tr>
      <w:tr w:rsidR="00B259DD" w:rsidRPr="0061096D" w14:paraId="1EFB472B" w14:textId="77777777" w:rsidTr="00787A3D">
        <w:trPr>
          <w:jc w:val="center"/>
        </w:trPr>
        <w:tc>
          <w:tcPr>
            <w:tcW w:w="747" w:type="dxa"/>
            <w:vAlign w:val="center"/>
          </w:tcPr>
          <w:p w14:paraId="7515BE69" w14:textId="1BDC6CE8"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19</w:t>
            </w:r>
          </w:p>
        </w:tc>
        <w:tc>
          <w:tcPr>
            <w:tcW w:w="4810" w:type="dxa"/>
            <w:tcBorders>
              <w:top w:val="nil"/>
              <w:left w:val="single" w:sz="4" w:space="0" w:color="auto"/>
              <w:bottom w:val="single" w:sz="4" w:space="0" w:color="auto"/>
              <w:right w:val="single" w:sz="4" w:space="0" w:color="auto"/>
            </w:tcBorders>
            <w:shd w:val="clear" w:color="auto" w:fill="auto"/>
            <w:vAlign w:val="center"/>
          </w:tcPr>
          <w:p w14:paraId="5E36C771" w14:textId="724AB806"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Huile direction assistée (1l)</w:t>
            </w:r>
          </w:p>
        </w:tc>
        <w:tc>
          <w:tcPr>
            <w:tcW w:w="2126" w:type="dxa"/>
            <w:vAlign w:val="center"/>
          </w:tcPr>
          <w:p w14:paraId="689E49F8"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1B88AAA7"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768E1948" w14:textId="6507904C"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46CDA30" w14:textId="77777777" w:rsidR="00B259DD" w:rsidRPr="0061096D" w:rsidRDefault="00B259DD" w:rsidP="00B259DD">
            <w:pPr>
              <w:jc w:val="center"/>
              <w:rPr>
                <w:rFonts w:ascii="Century Gothic" w:hAnsi="Century Gothic" w:cstheme="minorBidi"/>
                <w:b/>
                <w:bCs/>
                <w:sz w:val="22"/>
                <w:szCs w:val="22"/>
              </w:rPr>
            </w:pPr>
          </w:p>
        </w:tc>
      </w:tr>
      <w:tr w:rsidR="00B259DD" w:rsidRPr="0061096D" w14:paraId="7AC793F0" w14:textId="77777777" w:rsidTr="00787A3D">
        <w:trPr>
          <w:jc w:val="center"/>
        </w:trPr>
        <w:tc>
          <w:tcPr>
            <w:tcW w:w="747" w:type="dxa"/>
            <w:vAlign w:val="center"/>
          </w:tcPr>
          <w:p w14:paraId="20DA83DC" w14:textId="3782C3C7"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20</w:t>
            </w:r>
          </w:p>
        </w:tc>
        <w:tc>
          <w:tcPr>
            <w:tcW w:w="4810" w:type="dxa"/>
            <w:tcBorders>
              <w:top w:val="nil"/>
              <w:left w:val="single" w:sz="4" w:space="0" w:color="auto"/>
              <w:bottom w:val="single" w:sz="4" w:space="0" w:color="auto"/>
              <w:right w:val="single" w:sz="4" w:space="0" w:color="auto"/>
            </w:tcBorders>
            <w:shd w:val="clear" w:color="auto" w:fill="auto"/>
            <w:vAlign w:val="center"/>
          </w:tcPr>
          <w:p w14:paraId="7A01410C" w14:textId="2E9D7E0A"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Huile moteur 5l 10w40 (essence et diesel)</w:t>
            </w:r>
          </w:p>
        </w:tc>
        <w:tc>
          <w:tcPr>
            <w:tcW w:w="2126" w:type="dxa"/>
            <w:vAlign w:val="center"/>
          </w:tcPr>
          <w:p w14:paraId="6E37A652"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67F49B83"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D29570F" w14:textId="2DFED705"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5FD8AED" w14:textId="77777777" w:rsidR="00B259DD" w:rsidRPr="0061096D" w:rsidRDefault="00B259DD" w:rsidP="00B259DD">
            <w:pPr>
              <w:jc w:val="center"/>
              <w:rPr>
                <w:rFonts w:ascii="Century Gothic" w:hAnsi="Century Gothic" w:cstheme="minorBidi"/>
                <w:b/>
                <w:bCs/>
                <w:sz w:val="22"/>
                <w:szCs w:val="22"/>
              </w:rPr>
            </w:pPr>
          </w:p>
        </w:tc>
      </w:tr>
      <w:tr w:rsidR="00B259DD" w:rsidRPr="0061096D" w14:paraId="76FB3FE0" w14:textId="77777777" w:rsidTr="00787A3D">
        <w:trPr>
          <w:jc w:val="center"/>
        </w:trPr>
        <w:tc>
          <w:tcPr>
            <w:tcW w:w="747" w:type="dxa"/>
            <w:vAlign w:val="center"/>
          </w:tcPr>
          <w:p w14:paraId="04E0F6D5" w14:textId="6AF909D1"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21</w:t>
            </w:r>
          </w:p>
        </w:tc>
        <w:tc>
          <w:tcPr>
            <w:tcW w:w="4810" w:type="dxa"/>
            <w:tcBorders>
              <w:top w:val="nil"/>
              <w:left w:val="single" w:sz="4" w:space="0" w:color="auto"/>
              <w:bottom w:val="single" w:sz="4" w:space="0" w:color="auto"/>
              <w:right w:val="single" w:sz="4" w:space="0" w:color="auto"/>
            </w:tcBorders>
            <w:shd w:val="clear" w:color="auto" w:fill="auto"/>
            <w:vAlign w:val="center"/>
          </w:tcPr>
          <w:p w14:paraId="456A0D1D" w14:textId="6EFA7C00"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Liquide de frein dot 4 bidon de 0.5 litre</w:t>
            </w:r>
          </w:p>
        </w:tc>
        <w:tc>
          <w:tcPr>
            <w:tcW w:w="2126" w:type="dxa"/>
            <w:vAlign w:val="center"/>
          </w:tcPr>
          <w:p w14:paraId="248B99E8"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1A9C30E0"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085F32C" w14:textId="750BC1CF"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lastRenderedPageBreak/>
              <w:t>Caractéristique proposée :</w:t>
            </w:r>
          </w:p>
        </w:tc>
        <w:tc>
          <w:tcPr>
            <w:tcW w:w="2093" w:type="dxa"/>
            <w:vAlign w:val="center"/>
          </w:tcPr>
          <w:p w14:paraId="7DCE8618" w14:textId="77777777" w:rsidR="00B259DD" w:rsidRPr="0061096D" w:rsidRDefault="00B259DD" w:rsidP="00B259DD">
            <w:pPr>
              <w:jc w:val="center"/>
              <w:rPr>
                <w:rFonts w:ascii="Century Gothic" w:hAnsi="Century Gothic" w:cstheme="minorBidi"/>
                <w:b/>
                <w:bCs/>
                <w:sz w:val="22"/>
                <w:szCs w:val="22"/>
              </w:rPr>
            </w:pPr>
          </w:p>
        </w:tc>
      </w:tr>
      <w:tr w:rsidR="00B259DD" w:rsidRPr="0061096D" w14:paraId="3B6C0D76" w14:textId="77777777" w:rsidTr="00787A3D">
        <w:trPr>
          <w:jc w:val="center"/>
        </w:trPr>
        <w:tc>
          <w:tcPr>
            <w:tcW w:w="747" w:type="dxa"/>
            <w:vAlign w:val="center"/>
          </w:tcPr>
          <w:p w14:paraId="5FDA3FFC" w14:textId="1A740D8E"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lastRenderedPageBreak/>
              <w:t>22</w:t>
            </w:r>
          </w:p>
        </w:tc>
        <w:tc>
          <w:tcPr>
            <w:tcW w:w="4810" w:type="dxa"/>
            <w:tcBorders>
              <w:top w:val="nil"/>
              <w:left w:val="single" w:sz="4" w:space="0" w:color="auto"/>
              <w:bottom w:val="single" w:sz="4" w:space="0" w:color="auto"/>
              <w:right w:val="single" w:sz="4" w:space="0" w:color="auto"/>
            </w:tcBorders>
            <w:shd w:val="clear" w:color="auto" w:fill="auto"/>
            <w:vAlign w:val="center"/>
          </w:tcPr>
          <w:p w14:paraId="52D5893A" w14:textId="7138B64F"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Liquide de refroidissement 5l</w:t>
            </w:r>
          </w:p>
        </w:tc>
        <w:tc>
          <w:tcPr>
            <w:tcW w:w="2126" w:type="dxa"/>
            <w:vAlign w:val="center"/>
          </w:tcPr>
          <w:p w14:paraId="5F172A7E"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16C60D33"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64FE5860" w14:textId="46F526CF"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C9140B5" w14:textId="77777777" w:rsidR="00B259DD" w:rsidRPr="0061096D" w:rsidRDefault="00B259DD" w:rsidP="00B259DD">
            <w:pPr>
              <w:jc w:val="center"/>
              <w:rPr>
                <w:rFonts w:ascii="Century Gothic" w:hAnsi="Century Gothic" w:cstheme="minorBidi"/>
                <w:b/>
                <w:bCs/>
                <w:sz w:val="22"/>
                <w:szCs w:val="22"/>
              </w:rPr>
            </w:pPr>
          </w:p>
        </w:tc>
      </w:tr>
      <w:tr w:rsidR="00B259DD" w:rsidRPr="0061096D" w14:paraId="74C2755E" w14:textId="77777777" w:rsidTr="00787A3D">
        <w:trPr>
          <w:jc w:val="center"/>
        </w:trPr>
        <w:tc>
          <w:tcPr>
            <w:tcW w:w="747" w:type="dxa"/>
            <w:vAlign w:val="center"/>
          </w:tcPr>
          <w:p w14:paraId="00760B8F" w14:textId="27B6D79B"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23</w:t>
            </w:r>
          </w:p>
        </w:tc>
        <w:tc>
          <w:tcPr>
            <w:tcW w:w="4810" w:type="dxa"/>
            <w:tcBorders>
              <w:top w:val="nil"/>
              <w:left w:val="single" w:sz="4" w:space="0" w:color="auto"/>
              <w:bottom w:val="single" w:sz="4" w:space="0" w:color="auto"/>
              <w:right w:val="single" w:sz="4" w:space="0" w:color="auto"/>
            </w:tcBorders>
            <w:shd w:val="clear" w:color="auto" w:fill="auto"/>
            <w:vAlign w:val="center"/>
          </w:tcPr>
          <w:p w14:paraId="2C7A2628"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Assortiment de joints de vidange</w:t>
            </w:r>
          </w:p>
          <w:p w14:paraId="6516A5FE" w14:textId="77777777" w:rsidR="00B259DD" w:rsidRPr="001B6402" w:rsidRDefault="00B259DD" w:rsidP="00B259DD">
            <w:pPr>
              <w:rPr>
                <w:rFonts w:ascii="Century Gothic" w:hAnsi="Century Gothic" w:cs="Arial"/>
                <w:sz w:val="22"/>
                <w:szCs w:val="22"/>
              </w:rPr>
            </w:pPr>
            <w:r w:rsidRPr="001B6402">
              <w:rPr>
                <w:rFonts w:ascii="Century Gothic" w:hAnsi="Century Gothic" w:cs="Arial"/>
                <w:sz w:val="22"/>
                <w:szCs w:val="22"/>
              </w:rPr>
              <w:t>·         type : rondelle plate</w:t>
            </w:r>
          </w:p>
          <w:p w14:paraId="30EAFCD5" w14:textId="77777777" w:rsidR="00B259DD" w:rsidRPr="001B6402" w:rsidRDefault="00B259DD" w:rsidP="00B259DD">
            <w:pPr>
              <w:rPr>
                <w:rFonts w:ascii="Century Gothic" w:hAnsi="Century Gothic" w:cs="Arial"/>
                <w:sz w:val="22"/>
                <w:szCs w:val="22"/>
              </w:rPr>
            </w:pPr>
            <w:r w:rsidRPr="001B6402">
              <w:rPr>
                <w:rFonts w:ascii="Century Gothic" w:hAnsi="Century Gothic" w:cs="Arial"/>
                <w:sz w:val="22"/>
                <w:szCs w:val="22"/>
              </w:rPr>
              <w:t>·         matière : cuivre</w:t>
            </w:r>
          </w:p>
          <w:p w14:paraId="41F23F03" w14:textId="77777777" w:rsidR="00B259DD" w:rsidRPr="001B6402" w:rsidRDefault="00B259DD" w:rsidP="00B259DD">
            <w:pPr>
              <w:rPr>
                <w:rFonts w:ascii="Century Gothic" w:hAnsi="Century Gothic" w:cs="Arial"/>
                <w:sz w:val="22"/>
                <w:szCs w:val="22"/>
              </w:rPr>
            </w:pPr>
            <w:r w:rsidRPr="001B6402">
              <w:rPr>
                <w:rFonts w:ascii="Century Gothic" w:hAnsi="Century Gothic" w:cs="Arial"/>
                <w:sz w:val="22"/>
                <w:szCs w:val="22"/>
              </w:rPr>
              <w:t>·         quantité : 200 pièces minimum</w:t>
            </w:r>
          </w:p>
          <w:p w14:paraId="4BA6307F" w14:textId="05682272"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         livrée dans une boite</w:t>
            </w:r>
          </w:p>
        </w:tc>
        <w:tc>
          <w:tcPr>
            <w:tcW w:w="2126" w:type="dxa"/>
            <w:vAlign w:val="center"/>
          </w:tcPr>
          <w:p w14:paraId="45DE9F67"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089601D8"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419F5B88" w14:textId="7DD1839F"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9874082" w14:textId="77777777" w:rsidR="00B259DD" w:rsidRPr="0061096D" w:rsidRDefault="00B259DD" w:rsidP="00B259DD">
            <w:pPr>
              <w:jc w:val="center"/>
              <w:rPr>
                <w:rFonts w:ascii="Century Gothic" w:hAnsi="Century Gothic" w:cstheme="minorBidi"/>
                <w:b/>
                <w:bCs/>
                <w:sz w:val="22"/>
                <w:szCs w:val="22"/>
              </w:rPr>
            </w:pPr>
          </w:p>
        </w:tc>
      </w:tr>
      <w:tr w:rsidR="00B259DD" w:rsidRPr="0061096D" w14:paraId="0FBD4426" w14:textId="77777777" w:rsidTr="00787A3D">
        <w:trPr>
          <w:jc w:val="center"/>
        </w:trPr>
        <w:tc>
          <w:tcPr>
            <w:tcW w:w="747" w:type="dxa"/>
            <w:vAlign w:val="center"/>
          </w:tcPr>
          <w:p w14:paraId="78AE98C7" w14:textId="06FE266A"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24</w:t>
            </w:r>
          </w:p>
        </w:tc>
        <w:tc>
          <w:tcPr>
            <w:tcW w:w="4810" w:type="dxa"/>
            <w:tcBorders>
              <w:top w:val="nil"/>
              <w:left w:val="single" w:sz="4" w:space="0" w:color="auto"/>
              <w:bottom w:val="single" w:sz="4" w:space="0" w:color="auto"/>
              <w:right w:val="single" w:sz="4" w:space="0" w:color="auto"/>
            </w:tcBorders>
            <w:shd w:val="clear" w:color="auto" w:fill="auto"/>
            <w:vAlign w:val="center"/>
          </w:tcPr>
          <w:p w14:paraId="5D27F98F" w14:textId="5F14706C"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pate à joint</w:t>
            </w:r>
          </w:p>
        </w:tc>
        <w:tc>
          <w:tcPr>
            <w:tcW w:w="2126" w:type="dxa"/>
            <w:vAlign w:val="center"/>
          </w:tcPr>
          <w:p w14:paraId="69B367E4"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22A57CDB"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619DD91C" w14:textId="41B3AE08"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F9EF22A" w14:textId="77777777" w:rsidR="00B259DD" w:rsidRPr="0061096D" w:rsidRDefault="00B259DD" w:rsidP="00B259DD">
            <w:pPr>
              <w:jc w:val="center"/>
              <w:rPr>
                <w:rFonts w:ascii="Century Gothic" w:hAnsi="Century Gothic" w:cstheme="minorBidi"/>
                <w:b/>
                <w:bCs/>
                <w:sz w:val="22"/>
                <w:szCs w:val="22"/>
              </w:rPr>
            </w:pPr>
          </w:p>
        </w:tc>
      </w:tr>
      <w:tr w:rsidR="00B259DD" w:rsidRPr="0061096D" w14:paraId="18C035F4" w14:textId="77777777" w:rsidTr="00787A3D">
        <w:trPr>
          <w:jc w:val="center"/>
        </w:trPr>
        <w:tc>
          <w:tcPr>
            <w:tcW w:w="747" w:type="dxa"/>
            <w:vAlign w:val="center"/>
          </w:tcPr>
          <w:p w14:paraId="2EA7EC88" w14:textId="2E29B6C1"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25</w:t>
            </w:r>
          </w:p>
        </w:tc>
        <w:tc>
          <w:tcPr>
            <w:tcW w:w="4810" w:type="dxa"/>
            <w:tcBorders>
              <w:top w:val="nil"/>
              <w:left w:val="single" w:sz="4" w:space="0" w:color="auto"/>
              <w:bottom w:val="single" w:sz="4" w:space="0" w:color="auto"/>
              <w:right w:val="single" w:sz="4" w:space="0" w:color="auto"/>
            </w:tcBorders>
            <w:shd w:val="clear" w:color="auto" w:fill="auto"/>
            <w:vAlign w:val="center"/>
          </w:tcPr>
          <w:p w14:paraId="7B29E4CF" w14:textId="1154C396"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dégraissant 1l</w:t>
            </w:r>
          </w:p>
        </w:tc>
        <w:tc>
          <w:tcPr>
            <w:tcW w:w="2126" w:type="dxa"/>
            <w:vAlign w:val="center"/>
          </w:tcPr>
          <w:p w14:paraId="252845E5"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150E25A1"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13BDD60" w14:textId="5AC6573F"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0A86F3C" w14:textId="77777777" w:rsidR="00B259DD" w:rsidRPr="0061096D" w:rsidRDefault="00B259DD" w:rsidP="00B259DD">
            <w:pPr>
              <w:jc w:val="center"/>
              <w:rPr>
                <w:rFonts w:ascii="Century Gothic" w:hAnsi="Century Gothic" w:cstheme="minorBidi"/>
                <w:b/>
                <w:bCs/>
                <w:sz w:val="22"/>
                <w:szCs w:val="22"/>
              </w:rPr>
            </w:pPr>
          </w:p>
        </w:tc>
      </w:tr>
      <w:tr w:rsidR="00B259DD" w:rsidRPr="0061096D" w14:paraId="2C594134" w14:textId="77777777" w:rsidTr="00787A3D">
        <w:trPr>
          <w:jc w:val="center"/>
        </w:trPr>
        <w:tc>
          <w:tcPr>
            <w:tcW w:w="747" w:type="dxa"/>
            <w:vAlign w:val="center"/>
          </w:tcPr>
          <w:p w14:paraId="53968AB9" w14:textId="7BE0112E"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26</w:t>
            </w:r>
          </w:p>
        </w:tc>
        <w:tc>
          <w:tcPr>
            <w:tcW w:w="4810" w:type="dxa"/>
            <w:tcBorders>
              <w:top w:val="nil"/>
              <w:left w:val="single" w:sz="4" w:space="0" w:color="auto"/>
              <w:bottom w:val="single" w:sz="4" w:space="0" w:color="auto"/>
              <w:right w:val="single" w:sz="4" w:space="0" w:color="auto"/>
            </w:tcBorders>
            <w:shd w:val="clear" w:color="auto" w:fill="auto"/>
            <w:vAlign w:val="center"/>
          </w:tcPr>
          <w:p w14:paraId="5154B99E" w14:textId="5DFFFAAF"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Paires gants de travail</w:t>
            </w:r>
            <w:r w:rsidRPr="001B6402">
              <w:rPr>
                <w:rFonts w:ascii="Century Gothic" w:hAnsi="Century Gothic" w:cs="Arial"/>
                <w:sz w:val="22"/>
                <w:szCs w:val="22"/>
              </w:rPr>
              <w:t xml:space="preserve"> (pour mécanicien taille 8,9)</w:t>
            </w:r>
          </w:p>
        </w:tc>
        <w:tc>
          <w:tcPr>
            <w:tcW w:w="2126" w:type="dxa"/>
            <w:vAlign w:val="center"/>
          </w:tcPr>
          <w:p w14:paraId="060DE9D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5ED0FB21"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3A61B725" w14:textId="123EFDE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1BBCAA0" w14:textId="77777777" w:rsidR="00B259DD" w:rsidRPr="0061096D" w:rsidRDefault="00B259DD" w:rsidP="00B259DD">
            <w:pPr>
              <w:jc w:val="center"/>
              <w:rPr>
                <w:rFonts w:ascii="Century Gothic" w:hAnsi="Century Gothic" w:cstheme="minorBidi"/>
                <w:b/>
                <w:bCs/>
                <w:sz w:val="22"/>
                <w:szCs w:val="22"/>
              </w:rPr>
            </w:pPr>
          </w:p>
        </w:tc>
      </w:tr>
      <w:tr w:rsidR="00B259DD" w:rsidRPr="0061096D" w14:paraId="1E74A4E1" w14:textId="77777777" w:rsidTr="00787A3D">
        <w:trPr>
          <w:jc w:val="center"/>
        </w:trPr>
        <w:tc>
          <w:tcPr>
            <w:tcW w:w="747" w:type="dxa"/>
            <w:vAlign w:val="center"/>
          </w:tcPr>
          <w:p w14:paraId="5E26222C" w14:textId="4040F7D9"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27</w:t>
            </w:r>
          </w:p>
        </w:tc>
        <w:tc>
          <w:tcPr>
            <w:tcW w:w="4810" w:type="dxa"/>
            <w:tcBorders>
              <w:top w:val="nil"/>
              <w:left w:val="single" w:sz="4" w:space="0" w:color="auto"/>
              <w:bottom w:val="single" w:sz="4" w:space="0" w:color="auto"/>
              <w:right w:val="single" w:sz="4" w:space="0" w:color="auto"/>
            </w:tcBorders>
            <w:shd w:val="clear" w:color="auto" w:fill="auto"/>
            <w:vAlign w:val="center"/>
          </w:tcPr>
          <w:p w14:paraId="1771055E"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Lunettes de protection</w:t>
            </w:r>
          </w:p>
          <w:p w14:paraId="65E7B034" w14:textId="77777777" w:rsidR="00B259DD" w:rsidRPr="001B6402" w:rsidRDefault="00B259DD" w:rsidP="00B259DD">
            <w:pPr>
              <w:rPr>
                <w:rFonts w:ascii="Century Gothic" w:hAnsi="Century Gothic" w:cs="Arial"/>
                <w:sz w:val="22"/>
                <w:szCs w:val="22"/>
              </w:rPr>
            </w:pPr>
            <w:r w:rsidRPr="001B6402">
              <w:rPr>
                <w:rFonts w:ascii="Century Gothic" w:hAnsi="Century Gothic" w:cs="Arial"/>
                <w:sz w:val="22"/>
                <w:szCs w:val="22"/>
              </w:rPr>
              <w:t>Incolores en polycarbonate</w:t>
            </w:r>
          </w:p>
          <w:p w14:paraId="045F988E" w14:textId="77777777" w:rsidR="00B259DD" w:rsidRPr="001B6402" w:rsidRDefault="00B259DD" w:rsidP="00B259DD">
            <w:pPr>
              <w:rPr>
                <w:rFonts w:ascii="Century Gothic" w:hAnsi="Century Gothic" w:cs="Arial"/>
                <w:sz w:val="22"/>
                <w:szCs w:val="22"/>
              </w:rPr>
            </w:pPr>
            <w:r w:rsidRPr="001B6402">
              <w:rPr>
                <w:rFonts w:ascii="Century Gothic" w:hAnsi="Century Gothic" w:cs="Arial"/>
                <w:sz w:val="22"/>
                <w:szCs w:val="22"/>
              </w:rPr>
              <w:t>Peut également être portée sur une autre lunette</w:t>
            </w:r>
          </w:p>
          <w:p w14:paraId="77F9CE25" w14:textId="626C3502"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légère forme</w:t>
            </w:r>
          </w:p>
        </w:tc>
        <w:tc>
          <w:tcPr>
            <w:tcW w:w="2126" w:type="dxa"/>
            <w:vAlign w:val="center"/>
          </w:tcPr>
          <w:p w14:paraId="159F4363"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19E8F6D9"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45664B51" w14:textId="19529A0F"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0642F3B" w14:textId="77777777" w:rsidR="00B259DD" w:rsidRPr="0061096D" w:rsidRDefault="00B259DD" w:rsidP="00B259DD">
            <w:pPr>
              <w:jc w:val="center"/>
              <w:rPr>
                <w:rFonts w:ascii="Century Gothic" w:hAnsi="Century Gothic" w:cstheme="minorBidi"/>
                <w:b/>
                <w:bCs/>
                <w:sz w:val="22"/>
                <w:szCs w:val="22"/>
              </w:rPr>
            </w:pPr>
          </w:p>
        </w:tc>
      </w:tr>
      <w:tr w:rsidR="00B259DD" w:rsidRPr="0061096D" w14:paraId="0620F1DC" w14:textId="77777777" w:rsidTr="00787A3D">
        <w:trPr>
          <w:jc w:val="center"/>
        </w:trPr>
        <w:tc>
          <w:tcPr>
            <w:tcW w:w="747" w:type="dxa"/>
            <w:vAlign w:val="center"/>
          </w:tcPr>
          <w:p w14:paraId="18BA4676" w14:textId="6C3A7B1F"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28</w:t>
            </w:r>
          </w:p>
        </w:tc>
        <w:tc>
          <w:tcPr>
            <w:tcW w:w="4810" w:type="dxa"/>
            <w:tcBorders>
              <w:top w:val="nil"/>
              <w:left w:val="single" w:sz="4" w:space="0" w:color="auto"/>
              <w:bottom w:val="single" w:sz="4" w:space="0" w:color="auto"/>
              <w:right w:val="single" w:sz="4" w:space="0" w:color="auto"/>
            </w:tcBorders>
            <w:shd w:val="clear" w:color="auto" w:fill="auto"/>
            <w:vAlign w:val="center"/>
          </w:tcPr>
          <w:p w14:paraId="3D2DE9AB" w14:textId="1A923599"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batterie 1,5 v</w:t>
            </w:r>
          </w:p>
        </w:tc>
        <w:tc>
          <w:tcPr>
            <w:tcW w:w="2126" w:type="dxa"/>
            <w:vAlign w:val="center"/>
          </w:tcPr>
          <w:p w14:paraId="10ECDFE8"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6A56926F"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256A25EE" w14:textId="163C8D49"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43DE902" w14:textId="77777777" w:rsidR="00B259DD" w:rsidRPr="0061096D" w:rsidRDefault="00B259DD" w:rsidP="00B259DD">
            <w:pPr>
              <w:jc w:val="center"/>
              <w:rPr>
                <w:rFonts w:ascii="Century Gothic" w:hAnsi="Century Gothic" w:cstheme="minorBidi"/>
                <w:b/>
                <w:bCs/>
                <w:sz w:val="22"/>
                <w:szCs w:val="22"/>
              </w:rPr>
            </w:pPr>
          </w:p>
        </w:tc>
      </w:tr>
      <w:tr w:rsidR="00B259DD" w:rsidRPr="0061096D" w14:paraId="1A935F32" w14:textId="77777777" w:rsidTr="00787A3D">
        <w:trPr>
          <w:jc w:val="center"/>
        </w:trPr>
        <w:tc>
          <w:tcPr>
            <w:tcW w:w="747" w:type="dxa"/>
            <w:vAlign w:val="center"/>
          </w:tcPr>
          <w:p w14:paraId="6EE30404" w14:textId="761EE042"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29</w:t>
            </w:r>
          </w:p>
        </w:tc>
        <w:tc>
          <w:tcPr>
            <w:tcW w:w="4810" w:type="dxa"/>
            <w:tcBorders>
              <w:top w:val="nil"/>
              <w:left w:val="single" w:sz="4" w:space="0" w:color="auto"/>
              <w:bottom w:val="single" w:sz="4" w:space="0" w:color="auto"/>
              <w:right w:val="single" w:sz="4" w:space="0" w:color="auto"/>
            </w:tcBorders>
            <w:shd w:val="clear" w:color="auto" w:fill="auto"/>
            <w:vAlign w:val="center"/>
          </w:tcPr>
          <w:p w14:paraId="161DFDEC" w14:textId="198E2E3A"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batterie 9 v</w:t>
            </w:r>
          </w:p>
        </w:tc>
        <w:tc>
          <w:tcPr>
            <w:tcW w:w="2126" w:type="dxa"/>
            <w:vAlign w:val="center"/>
          </w:tcPr>
          <w:p w14:paraId="2C04DEA5"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51DE3176"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7A312F0" w14:textId="541C6DAF"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61A509C"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611F60C" w14:textId="77777777" w:rsidTr="00787A3D">
        <w:trPr>
          <w:jc w:val="center"/>
        </w:trPr>
        <w:tc>
          <w:tcPr>
            <w:tcW w:w="747" w:type="dxa"/>
            <w:vAlign w:val="center"/>
          </w:tcPr>
          <w:p w14:paraId="1879C9A0" w14:textId="7E90306C"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30</w:t>
            </w:r>
          </w:p>
        </w:tc>
        <w:tc>
          <w:tcPr>
            <w:tcW w:w="4810" w:type="dxa"/>
            <w:tcBorders>
              <w:top w:val="nil"/>
              <w:left w:val="single" w:sz="4" w:space="0" w:color="auto"/>
              <w:bottom w:val="single" w:sz="4" w:space="0" w:color="auto"/>
              <w:right w:val="single" w:sz="4" w:space="0" w:color="auto"/>
            </w:tcBorders>
            <w:shd w:val="clear" w:color="auto" w:fill="auto"/>
            <w:vAlign w:val="center"/>
          </w:tcPr>
          <w:p w14:paraId="1338C94F" w14:textId="7C9E98C4"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nettoyant sol</w:t>
            </w:r>
            <w:r w:rsidRPr="001B6402">
              <w:rPr>
                <w:rFonts w:ascii="Century Gothic" w:hAnsi="Century Gothic" w:cs="Arial"/>
                <w:sz w:val="22"/>
                <w:szCs w:val="22"/>
              </w:rPr>
              <w:t xml:space="preserve"> 5l</w:t>
            </w:r>
          </w:p>
        </w:tc>
        <w:tc>
          <w:tcPr>
            <w:tcW w:w="2126" w:type="dxa"/>
            <w:vAlign w:val="center"/>
          </w:tcPr>
          <w:p w14:paraId="61A8A90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1E69D600"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048F886F" w14:textId="5D439105"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171CEA9"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AF1E433" w14:textId="77777777" w:rsidTr="00787A3D">
        <w:trPr>
          <w:jc w:val="center"/>
        </w:trPr>
        <w:tc>
          <w:tcPr>
            <w:tcW w:w="747" w:type="dxa"/>
            <w:vAlign w:val="center"/>
          </w:tcPr>
          <w:p w14:paraId="6219B1E7" w14:textId="6B578904"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31</w:t>
            </w:r>
          </w:p>
        </w:tc>
        <w:tc>
          <w:tcPr>
            <w:tcW w:w="4810" w:type="dxa"/>
            <w:tcBorders>
              <w:top w:val="nil"/>
              <w:left w:val="single" w:sz="4" w:space="0" w:color="auto"/>
              <w:bottom w:val="single" w:sz="4" w:space="0" w:color="auto"/>
              <w:right w:val="single" w:sz="4" w:space="0" w:color="auto"/>
            </w:tcBorders>
            <w:shd w:val="clear" w:color="auto" w:fill="auto"/>
            <w:vAlign w:val="center"/>
          </w:tcPr>
          <w:p w14:paraId="18305B5D"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Cosses batterie automobile</w:t>
            </w:r>
          </w:p>
          <w:p w14:paraId="0ECAC50F" w14:textId="122DAA79"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jeu de 2 cosses pour batterie auto-voiture utilitaire</w:t>
            </w:r>
          </w:p>
        </w:tc>
        <w:tc>
          <w:tcPr>
            <w:tcW w:w="2126" w:type="dxa"/>
            <w:vAlign w:val="center"/>
          </w:tcPr>
          <w:p w14:paraId="041F508D"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4061DBA2"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3F697A2" w14:textId="0533A85A"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623EAC1" w14:textId="77777777" w:rsidR="00B259DD" w:rsidRPr="0061096D" w:rsidRDefault="00B259DD" w:rsidP="00B259DD">
            <w:pPr>
              <w:jc w:val="center"/>
              <w:rPr>
                <w:rFonts w:ascii="Century Gothic" w:hAnsi="Century Gothic" w:cstheme="minorBidi"/>
                <w:b/>
                <w:bCs/>
                <w:sz w:val="22"/>
                <w:szCs w:val="22"/>
              </w:rPr>
            </w:pPr>
          </w:p>
        </w:tc>
      </w:tr>
      <w:tr w:rsidR="00B259DD" w:rsidRPr="0061096D" w14:paraId="1C70B395" w14:textId="77777777" w:rsidTr="00787A3D">
        <w:trPr>
          <w:jc w:val="center"/>
        </w:trPr>
        <w:tc>
          <w:tcPr>
            <w:tcW w:w="747" w:type="dxa"/>
            <w:vAlign w:val="center"/>
          </w:tcPr>
          <w:p w14:paraId="5012B05F" w14:textId="7CF19375"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32</w:t>
            </w:r>
          </w:p>
        </w:tc>
        <w:tc>
          <w:tcPr>
            <w:tcW w:w="4810" w:type="dxa"/>
            <w:tcBorders>
              <w:top w:val="nil"/>
              <w:left w:val="single" w:sz="4" w:space="0" w:color="auto"/>
              <w:bottom w:val="single" w:sz="4" w:space="0" w:color="auto"/>
              <w:right w:val="single" w:sz="4" w:space="0" w:color="auto"/>
            </w:tcBorders>
            <w:shd w:val="clear" w:color="auto" w:fill="auto"/>
            <w:vAlign w:val="center"/>
          </w:tcPr>
          <w:p w14:paraId="5AB2F5D9" w14:textId="77777777" w:rsidR="00B259DD" w:rsidRPr="00D5211B" w:rsidRDefault="00B259DD" w:rsidP="00B259DD">
            <w:pPr>
              <w:rPr>
                <w:rFonts w:ascii="Century Gothic" w:hAnsi="Century Gothic" w:cs="Arial"/>
                <w:b/>
                <w:bCs/>
                <w:sz w:val="22"/>
                <w:szCs w:val="22"/>
              </w:rPr>
            </w:pPr>
            <w:r w:rsidRPr="00D5211B">
              <w:rPr>
                <w:rFonts w:ascii="Century Gothic" w:hAnsi="Century Gothic" w:cs="Arial"/>
                <w:b/>
                <w:bCs/>
                <w:sz w:val="22"/>
                <w:szCs w:val="22"/>
              </w:rPr>
              <w:t>Fusible automobile</w:t>
            </w:r>
          </w:p>
          <w:p w14:paraId="7805152F" w14:textId="1E8E79E6"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assortiment fusibles automobile 12 v (5/10/15/20/25/30a) minimum 100 pièces grand, moyen et micro</w:t>
            </w:r>
          </w:p>
        </w:tc>
        <w:tc>
          <w:tcPr>
            <w:tcW w:w="2126" w:type="dxa"/>
            <w:vAlign w:val="center"/>
          </w:tcPr>
          <w:p w14:paraId="29CE37A6"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6739A28F"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760AA2C2" w14:textId="291E3E30"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112E1E4" w14:textId="77777777" w:rsidR="00B259DD" w:rsidRPr="0061096D" w:rsidRDefault="00B259DD" w:rsidP="00B259DD">
            <w:pPr>
              <w:jc w:val="center"/>
              <w:rPr>
                <w:rFonts w:ascii="Century Gothic" w:hAnsi="Century Gothic" w:cstheme="minorBidi"/>
                <w:b/>
                <w:bCs/>
                <w:sz w:val="22"/>
                <w:szCs w:val="22"/>
              </w:rPr>
            </w:pPr>
          </w:p>
        </w:tc>
      </w:tr>
      <w:tr w:rsidR="00B259DD" w:rsidRPr="0061096D" w14:paraId="23CCDF45" w14:textId="77777777" w:rsidTr="00787A3D">
        <w:trPr>
          <w:jc w:val="center"/>
        </w:trPr>
        <w:tc>
          <w:tcPr>
            <w:tcW w:w="747" w:type="dxa"/>
            <w:vAlign w:val="center"/>
          </w:tcPr>
          <w:p w14:paraId="289F512B" w14:textId="5AE72DE4"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33</w:t>
            </w:r>
          </w:p>
        </w:tc>
        <w:tc>
          <w:tcPr>
            <w:tcW w:w="4810" w:type="dxa"/>
            <w:tcBorders>
              <w:top w:val="nil"/>
              <w:left w:val="single" w:sz="4" w:space="0" w:color="auto"/>
              <w:bottom w:val="single" w:sz="4" w:space="0" w:color="auto"/>
              <w:right w:val="single" w:sz="4" w:space="0" w:color="auto"/>
            </w:tcBorders>
            <w:shd w:val="clear" w:color="auto" w:fill="auto"/>
            <w:vAlign w:val="center"/>
          </w:tcPr>
          <w:p w14:paraId="02F9A1B0" w14:textId="71D86CA6"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jeu de 12 colliers de serrage</w:t>
            </w:r>
          </w:p>
        </w:tc>
        <w:tc>
          <w:tcPr>
            <w:tcW w:w="2126" w:type="dxa"/>
            <w:vAlign w:val="center"/>
          </w:tcPr>
          <w:p w14:paraId="0844830B"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4763FB09"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3DBC7FDB" w14:textId="61A27164"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381C0C4"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D5108DF" w14:textId="77777777" w:rsidTr="00787A3D">
        <w:trPr>
          <w:jc w:val="center"/>
        </w:trPr>
        <w:tc>
          <w:tcPr>
            <w:tcW w:w="747" w:type="dxa"/>
            <w:vAlign w:val="center"/>
          </w:tcPr>
          <w:p w14:paraId="0C0A5C17" w14:textId="16CD20EE"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lastRenderedPageBreak/>
              <w:t>34</w:t>
            </w:r>
          </w:p>
        </w:tc>
        <w:tc>
          <w:tcPr>
            <w:tcW w:w="4810" w:type="dxa"/>
            <w:tcBorders>
              <w:top w:val="nil"/>
              <w:left w:val="single" w:sz="4" w:space="0" w:color="auto"/>
              <w:bottom w:val="single" w:sz="4" w:space="0" w:color="auto"/>
              <w:right w:val="single" w:sz="4" w:space="0" w:color="auto"/>
            </w:tcBorders>
            <w:shd w:val="clear" w:color="auto" w:fill="auto"/>
            <w:vAlign w:val="center"/>
          </w:tcPr>
          <w:p w14:paraId="047B8493" w14:textId="5675116B"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kit coupleur connecteur 1/4"</w:t>
            </w:r>
            <w:r>
              <w:rPr>
                <w:rFonts w:ascii="Century Gothic" w:hAnsi="Century Gothic" w:cs="Arial"/>
                <w:sz w:val="22"/>
                <w:szCs w:val="22"/>
              </w:rPr>
              <w:t xml:space="preserve"> </w:t>
            </w:r>
            <w:r w:rsidRPr="001B6402">
              <w:rPr>
                <w:rFonts w:ascii="Century Gothic" w:hAnsi="Century Gothic" w:cs="Arial"/>
                <w:sz w:val="22"/>
                <w:szCs w:val="22"/>
              </w:rPr>
              <w:t>bsp raccord de tuyau d'air</w:t>
            </w:r>
          </w:p>
        </w:tc>
        <w:tc>
          <w:tcPr>
            <w:tcW w:w="2126" w:type="dxa"/>
            <w:vAlign w:val="center"/>
          </w:tcPr>
          <w:p w14:paraId="2FE50376"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7FC2A28D"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1199A0F2" w14:textId="68E2EF82"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DC01777" w14:textId="77777777" w:rsidR="00B259DD" w:rsidRPr="0061096D" w:rsidRDefault="00B259DD" w:rsidP="00B259DD">
            <w:pPr>
              <w:jc w:val="center"/>
              <w:rPr>
                <w:rFonts w:ascii="Century Gothic" w:hAnsi="Century Gothic" w:cstheme="minorBidi"/>
                <w:b/>
                <w:bCs/>
                <w:sz w:val="22"/>
                <w:szCs w:val="22"/>
              </w:rPr>
            </w:pPr>
          </w:p>
        </w:tc>
      </w:tr>
      <w:tr w:rsidR="00B259DD" w:rsidRPr="0061096D" w14:paraId="25B837D0" w14:textId="77777777" w:rsidTr="00787A3D">
        <w:trPr>
          <w:jc w:val="center"/>
        </w:trPr>
        <w:tc>
          <w:tcPr>
            <w:tcW w:w="747" w:type="dxa"/>
            <w:vAlign w:val="center"/>
          </w:tcPr>
          <w:p w14:paraId="59A91822" w14:textId="642A103C"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35</w:t>
            </w:r>
          </w:p>
        </w:tc>
        <w:tc>
          <w:tcPr>
            <w:tcW w:w="4810" w:type="dxa"/>
            <w:tcBorders>
              <w:top w:val="nil"/>
              <w:left w:val="single" w:sz="4" w:space="0" w:color="auto"/>
              <w:bottom w:val="single" w:sz="4" w:space="0" w:color="auto"/>
              <w:right w:val="single" w:sz="4" w:space="0" w:color="auto"/>
            </w:tcBorders>
            <w:shd w:val="clear" w:color="auto" w:fill="auto"/>
            <w:vAlign w:val="center"/>
          </w:tcPr>
          <w:p w14:paraId="470FB67B" w14:textId="3CBDA9E2" w:rsidR="00B259DD" w:rsidRPr="0061096D" w:rsidRDefault="00B259DD" w:rsidP="00B259DD">
            <w:pPr>
              <w:rPr>
                <w:rFonts w:ascii="Century Gothic" w:hAnsi="Century Gothic" w:cstheme="minorBidi"/>
                <w:bCs/>
                <w:sz w:val="22"/>
                <w:szCs w:val="22"/>
              </w:rPr>
            </w:pPr>
            <w:r w:rsidRPr="00D5211B">
              <w:rPr>
                <w:rFonts w:ascii="Century Gothic" w:hAnsi="Century Gothic" w:cs="Arial"/>
                <w:b/>
                <w:bCs/>
                <w:sz w:val="22"/>
                <w:szCs w:val="22"/>
              </w:rPr>
              <w:t>Gants nitrile sans poudre jetables noirs</w:t>
            </w:r>
            <w:r w:rsidRPr="001B6402">
              <w:rPr>
                <w:rFonts w:ascii="Century Gothic" w:hAnsi="Century Gothic" w:cs="Arial"/>
                <w:sz w:val="22"/>
                <w:szCs w:val="22"/>
              </w:rPr>
              <w:t xml:space="preserve"> - taille xl (paquet)</w:t>
            </w:r>
          </w:p>
        </w:tc>
        <w:tc>
          <w:tcPr>
            <w:tcW w:w="2126" w:type="dxa"/>
            <w:vAlign w:val="center"/>
          </w:tcPr>
          <w:p w14:paraId="650B4AD5"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7D42A9D6"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40D85643" w14:textId="017A7C7E"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672306A" w14:textId="77777777" w:rsidR="00B259DD" w:rsidRPr="0061096D" w:rsidRDefault="00B259DD" w:rsidP="00B259DD">
            <w:pPr>
              <w:jc w:val="center"/>
              <w:rPr>
                <w:rFonts w:ascii="Century Gothic" w:hAnsi="Century Gothic" w:cstheme="minorBidi"/>
                <w:b/>
                <w:bCs/>
                <w:sz w:val="22"/>
                <w:szCs w:val="22"/>
              </w:rPr>
            </w:pPr>
          </w:p>
        </w:tc>
      </w:tr>
      <w:tr w:rsidR="00B259DD" w:rsidRPr="0061096D" w14:paraId="24BD0BA5" w14:textId="77777777" w:rsidTr="00787A3D">
        <w:trPr>
          <w:jc w:val="center"/>
        </w:trPr>
        <w:tc>
          <w:tcPr>
            <w:tcW w:w="747" w:type="dxa"/>
            <w:vAlign w:val="center"/>
          </w:tcPr>
          <w:p w14:paraId="511DEF3C" w14:textId="532B2602"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36</w:t>
            </w:r>
          </w:p>
        </w:tc>
        <w:tc>
          <w:tcPr>
            <w:tcW w:w="4810" w:type="dxa"/>
            <w:tcBorders>
              <w:top w:val="nil"/>
              <w:left w:val="single" w:sz="4" w:space="0" w:color="auto"/>
              <w:bottom w:val="single" w:sz="4" w:space="0" w:color="auto"/>
              <w:right w:val="single" w:sz="4" w:space="0" w:color="auto"/>
            </w:tcBorders>
            <w:shd w:val="clear" w:color="auto" w:fill="auto"/>
            <w:vAlign w:val="center"/>
          </w:tcPr>
          <w:p w14:paraId="046FB19C" w14:textId="395DEB93" w:rsidR="00B259DD" w:rsidRPr="0061096D" w:rsidRDefault="00B259DD" w:rsidP="00B259DD">
            <w:pPr>
              <w:rPr>
                <w:rFonts w:ascii="Century Gothic" w:hAnsi="Century Gothic" w:cstheme="minorBidi"/>
                <w:bCs/>
                <w:sz w:val="22"/>
                <w:szCs w:val="22"/>
              </w:rPr>
            </w:pPr>
            <w:r>
              <w:rPr>
                <w:rFonts w:ascii="Century Gothic" w:hAnsi="Century Gothic" w:cs="Arial"/>
                <w:b/>
                <w:bCs/>
                <w:sz w:val="22"/>
                <w:szCs w:val="22"/>
              </w:rPr>
              <w:t>K</w:t>
            </w:r>
            <w:r w:rsidRPr="00D5211B">
              <w:rPr>
                <w:rFonts w:ascii="Century Gothic" w:hAnsi="Century Gothic" w:cs="Arial"/>
                <w:b/>
                <w:bCs/>
                <w:sz w:val="22"/>
                <w:szCs w:val="22"/>
              </w:rPr>
              <w:t>it des manchons thermo rétractables</w:t>
            </w:r>
            <w:r w:rsidRPr="001B6402">
              <w:rPr>
                <w:rFonts w:ascii="Century Gothic" w:hAnsi="Century Gothic" w:cs="Arial"/>
                <w:sz w:val="22"/>
                <w:szCs w:val="22"/>
              </w:rPr>
              <w:t xml:space="preserve"> (paquet)</w:t>
            </w:r>
          </w:p>
        </w:tc>
        <w:tc>
          <w:tcPr>
            <w:tcW w:w="2126" w:type="dxa"/>
            <w:vAlign w:val="center"/>
          </w:tcPr>
          <w:p w14:paraId="5306AA17"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41B816AA"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4BFD54DC" w14:textId="4E4A42B0"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0AD55AF" w14:textId="77777777" w:rsidR="00B259DD" w:rsidRPr="0061096D" w:rsidRDefault="00B259DD" w:rsidP="00B259DD">
            <w:pPr>
              <w:jc w:val="center"/>
              <w:rPr>
                <w:rFonts w:ascii="Century Gothic" w:hAnsi="Century Gothic" w:cstheme="minorBidi"/>
                <w:b/>
                <w:bCs/>
                <w:sz w:val="22"/>
                <w:szCs w:val="22"/>
              </w:rPr>
            </w:pPr>
          </w:p>
        </w:tc>
      </w:tr>
      <w:tr w:rsidR="00B259DD" w:rsidRPr="0061096D" w14:paraId="45306DD4" w14:textId="77777777" w:rsidTr="00787A3D">
        <w:trPr>
          <w:jc w:val="center"/>
        </w:trPr>
        <w:tc>
          <w:tcPr>
            <w:tcW w:w="747" w:type="dxa"/>
            <w:vAlign w:val="center"/>
          </w:tcPr>
          <w:p w14:paraId="61CF6DD6" w14:textId="63233FDD"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37</w:t>
            </w:r>
          </w:p>
        </w:tc>
        <w:tc>
          <w:tcPr>
            <w:tcW w:w="4810" w:type="dxa"/>
            <w:tcBorders>
              <w:top w:val="nil"/>
              <w:left w:val="single" w:sz="4" w:space="0" w:color="auto"/>
              <w:bottom w:val="single" w:sz="4" w:space="0" w:color="auto"/>
              <w:right w:val="single" w:sz="4" w:space="0" w:color="auto"/>
            </w:tcBorders>
            <w:shd w:val="clear" w:color="auto" w:fill="auto"/>
            <w:vAlign w:val="center"/>
          </w:tcPr>
          <w:p w14:paraId="6DB585DA" w14:textId="5A55FCD7" w:rsidR="00B259DD" w:rsidRPr="0061096D" w:rsidRDefault="00B259DD" w:rsidP="00B259DD">
            <w:pPr>
              <w:rPr>
                <w:rFonts w:ascii="Century Gothic" w:hAnsi="Century Gothic" w:cstheme="minorBidi"/>
                <w:bCs/>
                <w:sz w:val="22"/>
                <w:szCs w:val="22"/>
              </w:rPr>
            </w:pPr>
            <w:r w:rsidRPr="00DD0192">
              <w:rPr>
                <w:rFonts w:ascii="Century Gothic" w:hAnsi="Century Gothic" w:cs="Arial"/>
                <w:b/>
                <w:bCs/>
                <w:sz w:val="22"/>
                <w:szCs w:val="22"/>
              </w:rPr>
              <w:t>Bobine de fil d'étain</w:t>
            </w:r>
            <w:r w:rsidRPr="001B6402">
              <w:rPr>
                <w:rFonts w:ascii="Century Gothic" w:hAnsi="Century Gothic" w:cs="Arial"/>
                <w:sz w:val="22"/>
                <w:szCs w:val="22"/>
              </w:rPr>
              <w:t xml:space="preserve"> ø 0.6 mm (100 g)</w:t>
            </w:r>
          </w:p>
        </w:tc>
        <w:tc>
          <w:tcPr>
            <w:tcW w:w="2126" w:type="dxa"/>
            <w:vAlign w:val="center"/>
          </w:tcPr>
          <w:p w14:paraId="11ED25FE"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51D742C3"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67DCF79A" w14:textId="4A29033D"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313AF15" w14:textId="77777777" w:rsidR="00B259DD" w:rsidRPr="0061096D" w:rsidRDefault="00B259DD" w:rsidP="00B259DD">
            <w:pPr>
              <w:jc w:val="center"/>
              <w:rPr>
                <w:rFonts w:ascii="Century Gothic" w:hAnsi="Century Gothic" w:cstheme="minorBidi"/>
                <w:b/>
                <w:bCs/>
                <w:sz w:val="22"/>
                <w:szCs w:val="22"/>
              </w:rPr>
            </w:pPr>
          </w:p>
        </w:tc>
      </w:tr>
      <w:tr w:rsidR="00B259DD" w:rsidRPr="0061096D" w14:paraId="5C754DE6" w14:textId="77777777" w:rsidTr="00787A3D">
        <w:trPr>
          <w:jc w:val="center"/>
        </w:trPr>
        <w:tc>
          <w:tcPr>
            <w:tcW w:w="747" w:type="dxa"/>
            <w:vAlign w:val="center"/>
          </w:tcPr>
          <w:p w14:paraId="1160542B" w14:textId="2FD1B21A" w:rsidR="00B259DD" w:rsidRPr="0061096D" w:rsidRDefault="00B259DD" w:rsidP="00B259DD">
            <w:pPr>
              <w:jc w:val="center"/>
              <w:rPr>
                <w:rFonts w:ascii="Century Gothic" w:hAnsi="Century Gothic" w:cstheme="minorBidi"/>
                <w:sz w:val="22"/>
                <w:szCs w:val="22"/>
              </w:rPr>
            </w:pPr>
            <w:r>
              <w:rPr>
                <w:rFonts w:ascii="Century Gothic" w:hAnsi="Century Gothic" w:cs="Calibri"/>
                <w:color w:val="000000"/>
                <w:sz w:val="22"/>
                <w:szCs w:val="22"/>
              </w:rPr>
              <w:t>38</w:t>
            </w:r>
          </w:p>
        </w:tc>
        <w:tc>
          <w:tcPr>
            <w:tcW w:w="4810" w:type="dxa"/>
            <w:tcBorders>
              <w:top w:val="nil"/>
              <w:left w:val="single" w:sz="4" w:space="0" w:color="auto"/>
              <w:bottom w:val="single" w:sz="4" w:space="0" w:color="auto"/>
              <w:right w:val="single" w:sz="4" w:space="0" w:color="auto"/>
            </w:tcBorders>
            <w:shd w:val="clear" w:color="auto" w:fill="auto"/>
            <w:vAlign w:val="center"/>
          </w:tcPr>
          <w:p w14:paraId="1AAA5BCD" w14:textId="77777777" w:rsidR="00B259DD" w:rsidRPr="00DD0192" w:rsidRDefault="00B259DD" w:rsidP="00B259DD">
            <w:pPr>
              <w:rPr>
                <w:rFonts w:ascii="Century Gothic" w:hAnsi="Century Gothic" w:cs="Arial"/>
                <w:b/>
                <w:bCs/>
                <w:sz w:val="22"/>
                <w:szCs w:val="22"/>
              </w:rPr>
            </w:pPr>
            <w:r w:rsidRPr="00DD0192">
              <w:rPr>
                <w:rFonts w:ascii="Century Gothic" w:hAnsi="Century Gothic" w:cs="Arial"/>
                <w:b/>
                <w:bCs/>
                <w:sz w:val="22"/>
                <w:szCs w:val="22"/>
              </w:rPr>
              <w:t>Protection extérieur d’aile de voiture</w:t>
            </w:r>
          </w:p>
          <w:p w14:paraId="3789B9A8" w14:textId="14907E79" w:rsidR="00B259DD" w:rsidRPr="0061096D" w:rsidRDefault="00B259DD" w:rsidP="00B259DD">
            <w:pPr>
              <w:rPr>
                <w:rFonts w:ascii="Century Gothic" w:hAnsi="Century Gothic" w:cstheme="minorBidi"/>
                <w:bCs/>
                <w:sz w:val="22"/>
                <w:szCs w:val="22"/>
              </w:rPr>
            </w:pPr>
            <w:r w:rsidRPr="001B6402">
              <w:rPr>
                <w:rFonts w:ascii="Century Gothic" w:hAnsi="Century Gothic" w:cs="Arial"/>
                <w:sz w:val="22"/>
                <w:szCs w:val="22"/>
              </w:rPr>
              <w:t>magnétique tissu caoutchouté longueur de l'aile complète, durable (gauche ,droite)</w:t>
            </w:r>
          </w:p>
        </w:tc>
        <w:tc>
          <w:tcPr>
            <w:tcW w:w="2126" w:type="dxa"/>
            <w:vAlign w:val="center"/>
          </w:tcPr>
          <w:p w14:paraId="226E112E"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Marque :</w:t>
            </w:r>
          </w:p>
          <w:p w14:paraId="7395D944" w14:textId="77777777"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Reference :</w:t>
            </w:r>
          </w:p>
          <w:p w14:paraId="39A4392C" w14:textId="56BCF173" w:rsidR="00B259DD" w:rsidRPr="0061096D" w:rsidRDefault="00B259DD" w:rsidP="00B259DD">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C323056" w14:textId="77777777" w:rsidR="00B259DD" w:rsidRPr="0061096D" w:rsidRDefault="00B259DD" w:rsidP="00B259DD">
            <w:pPr>
              <w:jc w:val="center"/>
              <w:rPr>
                <w:rFonts w:ascii="Century Gothic" w:hAnsi="Century Gothic" w:cstheme="minorBidi"/>
                <w:b/>
                <w:bCs/>
                <w:sz w:val="22"/>
                <w:szCs w:val="22"/>
              </w:rPr>
            </w:pPr>
          </w:p>
        </w:tc>
      </w:tr>
    </w:tbl>
    <w:p w14:paraId="3E0946B4" w14:textId="77777777" w:rsidR="00FC615A" w:rsidRDefault="00FC615A" w:rsidP="00433346">
      <w:pPr>
        <w:tabs>
          <w:tab w:val="left" w:pos="2925"/>
          <w:tab w:val="right" w:pos="6887"/>
        </w:tabs>
        <w:rPr>
          <w:rFonts w:ascii="Century Gothic" w:hAnsi="Century Gothic" w:cstheme="minorBidi"/>
          <w:b/>
          <w:sz w:val="26"/>
          <w:szCs w:val="26"/>
          <w:u w:val="single"/>
        </w:rPr>
        <w:sectPr w:rsidR="00FC615A" w:rsidSect="00941DDA">
          <w:pgSz w:w="11906" w:h="16838"/>
          <w:pgMar w:top="1106" w:right="1134" w:bottom="992" w:left="1134" w:header="284" w:footer="221" w:gutter="0"/>
          <w:cols w:space="708"/>
          <w:docGrid w:linePitch="360"/>
        </w:sectPr>
      </w:pPr>
    </w:p>
    <w:p w14:paraId="562493DE" w14:textId="36369AF7" w:rsidR="007E0153" w:rsidRDefault="00FC615A" w:rsidP="00787A3D">
      <w:pPr>
        <w:tabs>
          <w:tab w:val="left" w:pos="2925"/>
          <w:tab w:val="right" w:pos="6887"/>
        </w:tabs>
        <w:jc w:val="center"/>
        <w:rPr>
          <w:rFonts w:ascii="Century Gothic" w:hAnsi="Century Gothic" w:cstheme="minorBidi"/>
          <w:b/>
          <w:sz w:val="26"/>
          <w:szCs w:val="26"/>
          <w:u w:val="single"/>
        </w:rPr>
      </w:pPr>
      <w:r w:rsidRPr="00503F3C">
        <w:rPr>
          <w:rFonts w:ascii="Century Gothic" w:hAnsi="Century Gothic" w:cstheme="minorBidi"/>
          <w:b/>
          <w:sz w:val="26"/>
          <w:szCs w:val="26"/>
          <w:u w:val="single"/>
        </w:rPr>
        <w:lastRenderedPageBreak/>
        <w:t>BORDEREAU DES PRIX – DETAIL ESTIMATIF</w:t>
      </w:r>
    </w:p>
    <w:p w14:paraId="09A12929" w14:textId="54B04617" w:rsidR="008E5C2C" w:rsidRPr="00503F3C" w:rsidRDefault="00033BAB" w:rsidP="00787A3D">
      <w:pPr>
        <w:tabs>
          <w:tab w:val="left" w:pos="2925"/>
          <w:tab w:val="right" w:pos="6887"/>
        </w:tabs>
        <w:jc w:val="center"/>
        <w:rPr>
          <w:rFonts w:ascii="Century Gothic" w:hAnsi="Century Gothic" w:cstheme="minorBidi"/>
          <w:b/>
          <w:sz w:val="26"/>
          <w:szCs w:val="26"/>
          <w:u w:val="single"/>
        </w:rPr>
      </w:pPr>
      <w:r>
        <w:rPr>
          <w:rFonts w:ascii="Century Gothic" w:hAnsi="Century Gothic" w:cstheme="minorBidi"/>
          <w:b/>
          <w:sz w:val="26"/>
          <w:szCs w:val="26"/>
          <w:u w:val="single"/>
        </w:rPr>
        <w:t xml:space="preserve">AO N°101 </w:t>
      </w:r>
      <w:r w:rsidR="008E5C2C">
        <w:rPr>
          <w:rFonts w:ascii="Century Gothic" w:hAnsi="Century Gothic" w:cstheme="minorBidi"/>
          <w:b/>
          <w:sz w:val="26"/>
          <w:szCs w:val="26"/>
          <w:u w:val="single"/>
        </w:rPr>
        <w:t>/2022</w:t>
      </w:r>
    </w:p>
    <w:p w14:paraId="43415B54" w14:textId="77777777" w:rsidR="00FC615A" w:rsidRPr="00503F3C" w:rsidRDefault="00FC615A" w:rsidP="00FC615A">
      <w:pPr>
        <w:tabs>
          <w:tab w:val="left" w:pos="2925"/>
          <w:tab w:val="right" w:pos="6887"/>
        </w:tabs>
        <w:jc w:val="center"/>
        <w:rPr>
          <w:rFonts w:ascii="Century Gothic" w:hAnsi="Century Gothic" w:cstheme="minorBidi"/>
          <w:b/>
          <w:sz w:val="4"/>
          <w:szCs w:val="30"/>
          <w:u w:val="single"/>
        </w:rPr>
      </w:pPr>
    </w:p>
    <w:p w14:paraId="3F9FD770" w14:textId="01AB2B62" w:rsidR="005A7A89" w:rsidRDefault="005A7A89" w:rsidP="005A7A89">
      <w:pPr>
        <w:widowControl w:val="0"/>
        <w:autoSpaceDE w:val="0"/>
        <w:autoSpaceDN w:val="0"/>
        <w:adjustRightInd w:val="0"/>
        <w:spacing w:line="385" w:lineRule="exact"/>
        <w:ind w:left="65" w:right="422"/>
        <w:jc w:val="both"/>
        <w:rPr>
          <w:rFonts w:ascii="Century Gothic" w:hAnsi="Century Gothic" w:cs="Calibri"/>
          <w:b/>
          <w:bCs/>
          <w:spacing w:val="1"/>
          <w:position w:val="1"/>
          <w:szCs w:val="32"/>
        </w:rPr>
      </w:pPr>
      <w:r w:rsidRPr="00503F3C">
        <w:rPr>
          <w:rFonts w:ascii="Century Gothic" w:hAnsi="Century Gothic" w:cs="Arial"/>
          <w:b/>
          <w:bCs/>
          <w:spacing w:val="1"/>
          <w:position w:val="1"/>
          <w:szCs w:val="32"/>
        </w:rPr>
        <w:t xml:space="preserve">Objet : </w:t>
      </w:r>
      <w:r>
        <w:rPr>
          <w:rFonts w:ascii="Century Gothic" w:hAnsi="Century Gothic" w:cs="Calibri"/>
          <w:b/>
          <w:bCs/>
          <w:spacing w:val="1"/>
          <w:position w:val="1"/>
          <w:szCs w:val="32"/>
        </w:rPr>
        <w:t>Acquisition de matière d’œuvre et petit outillage pour le secteur maintenance automobile destinés aux Unité</w:t>
      </w:r>
      <w:r w:rsidR="009765A2">
        <w:rPr>
          <w:rFonts w:ascii="Century Gothic" w:hAnsi="Century Gothic" w:cs="Calibri"/>
          <w:b/>
          <w:bCs/>
          <w:spacing w:val="1"/>
          <w:position w:val="1"/>
          <w:szCs w:val="32"/>
        </w:rPr>
        <w:t>s Mobiles de Formation, répartie</w:t>
      </w:r>
      <w:r>
        <w:rPr>
          <w:rFonts w:ascii="Century Gothic" w:hAnsi="Century Gothic" w:cs="Calibri"/>
          <w:b/>
          <w:bCs/>
          <w:spacing w:val="1"/>
          <w:position w:val="1"/>
          <w:szCs w:val="32"/>
        </w:rPr>
        <w:t xml:space="preserve"> en lots suivants :</w:t>
      </w:r>
    </w:p>
    <w:p w14:paraId="7218B91A" w14:textId="77777777" w:rsidR="005A7A89" w:rsidRPr="00901A07" w:rsidRDefault="005A7A89" w:rsidP="005A7A89">
      <w:pPr>
        <w:pStyle w:val="Paragraphedeliste"/>
        <w:widowControl w:val="0"/>
        <w:numPr>
          <w:ilvl w:val="0"/>
          <w:numId w:val="83"/>
        </w:numPr>
        <w:tabs>
          <w:tab w:val="left" w:pos="851"/>
        </w:tabs>
        <w:autoSpaceDE w:val="0"/>
        <w:autoSpaceDN w:val="0"/>
        <w:adjustRightInd w:val="0"/>
        <w:spacing w:line="276" w:lineRule="auto"/>
        <w:ind w:right="-20"/>
        <w:contextualSpacing/>
        <w:rPr>
          <w:rFonts w:ascii="Century Gothic" w:hAnsi="Century Gothic" w:cs="Calibri"/>
          <w:b/>
          <w:szCs w:val="32"/>
        </w:rPr>
      </w:pPr>
      <w:r w:rsidRPr="00901A07">
        <w:rPr>
          <w:rFonts w:ascii="Century Gothic" w:hAnsi="Century Gothic" w:cs="Calibri"/>
          <w:b/>
          <w:szCs w:val="32"/>
        </w:rPr>
        <w:t>Lot N°0</w:t>
      </w:r>
      <w:r>
        <w:rPr>
          <w:rFonts w:ascii="Century Gothic" w:hAnsi="Century Gothic" w:cs="Calibri"/>
          <w:b/>
          <w:szCs w:val="32"/>
        </w:rPr>
        <w:t>1</w:t>
      </w:r>
      <w:r w:rsidRPr="00901A07">
        <w:rPr>
          <w:rFonts w:ascii="Century Gothic" w:hAnsi="Century Gothic" w:cs="Calibri"/>
          <w:b/>
          <w:szCs w:val="32"/>
        </w:rPr>
        <w:t> : Matière d’œuvre</w:t>
      </w:r>
      <w:r>
        <w:rPr>
          <w:rFonts w:ascii="Century Gothic" w:hAnsi="Century Gothic" w:cs="Calibri"/>
          <w:b/>
          <w:szCs w:val="32"/>
        </w:rPr>
        <w:t xml:space="preserve"> en mécanique automobile (RVA-REM)</w:t>
      </w:r>
    </w:p>
    <w:p w14:paraId="4DE06ED7" w14:textId="77777777" w:rsidR="00FC615A" w:rsidRPr="00503F3C" w:rsidRDefault="00FC615A" w:rsidP="00FC615A">
      <w:pPr>
        <w:pStyle w:val="Corpsdetexte"/>
        <w:rPr>
          <w:rFonts w:ascii="Century Gothic" w:hAnsi="Century Gothic" w:cs="Arial"/>
          <w:snapToGrid/>
          <w:sz w:val="14"/>
          <w:szCs w:val="36"/>
          <w:u w:val="single"/>
        </w:rPr>
      </w:pPr>
    </w:p>
    <w:tbl>
      <w:tblPr>
        <w:tblStyle w:val="Grilledutableau"/>
        <w:tblW w:w="13745" w:type="dxa"/>
        <w:jc w:val="center"/>
        <w:tblLayout w:type="fixed"/>
        <w:tblLook w:val="04A0" w:firstRow="1" w:lastRow="0" w:firstColumn="1" w:lastColumn="0" w:noHBand="0" w:noVBand="1"/>
      </w:tblPr>
      <w:tblGrid>
        <w:gridCol w:w="1101"/>
        <w:gridCol w:w="6691"/>
        <w:gridCol w:w="850"/>
        <w:gridCol w:w="851"/>
        <w:gridCol w:w="1842"/>
        <w:gridCol w:w="2410"/>
      </w:tblGrid>
      <w:tr w:rsidR="00FC615A" w:rsidRPr="0061096D" w14:paraId="10CE7498" w14:textId="77777777" w:rsidTr="00A5217F">
        <w:trPr>
          <w:trHeight w:val="507"/>
          <w:tblHeader/>
          <w:jc w:val="center"/>
        </w:trPr>
        <w:tc>
          <w:tcPr>
            <w:tcW w:w="1101" w:type="dxa"/>
            <w:shd w:val="clear" w:color="auto" w:fill="5B9BD5" w:themeFill="accent1"/>
            <w:vAlign w:val="center"/>
          </w:tcPr>
          <w:p w14:paraId="36090AA5" w14:textId="77777777" w:rsidR="00FC615A" w:rsidRPr="0061096D" w:rsidRDefault="00FC615A" w:rsidP="00186480">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Item N°</w:t>
            </w:r>
          </w:p>
        </w:tc>
        <w:tc>
          <w:tcPr>
            <w:tcW w:w="6691" w:type="dxa"/>
            <w:shd w:val="clear" w:color="auto" w:fill="5B9BD5" w:themeFill="accent1"/>
            <w:vAlign w:val="center"/>
          </w:tcPr>
          <w:p w14:paraId="13EA1BEF" w14:textId="77777777" w:rsidR="00FC615A" w:rsidRPr="0061096D" w:rsidRDefault="00FC615A" w:rsidP="00186480">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Désignation</w:t>
            </w:r>
          </w:p>
        </w:tc>
        <w:tc>
          <w:tcPr>
            <w:tcW w:w="850" w:type="dxa"/>
            <w:shd w:val="clear" w:color="auto" w:fill="5B9BD5" w:themeFill="accent1"/>
            <w:vAlign w:val="center"/>
          </w:tcPr>
          <w:p w14:paraId="173E57F3" w14:textId="77777777" w:rsidR="00FC615A" w:rsidRPr="0061096D" w:rsidRDefault="00FC615A" w:rsidP="00A94E5E">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Unité</w:t>
            </w:r>
          </w:p>
        </w:tc>
        <w:tc>
          <w:tcPr>
            <w:tcW w:w="851" w:type="dxa"/>
            <w:shd w:val="clear" w:color="auto" w:fill="5B9BD5" w:themeFill="accent1"/>
            <w:vAlign w:val="center"/>
          </w:tcPr>
          <w:p w14:paraId="4DC0BAA0" w14:textId="7034DA89" w:rsidR="00FC615A" w:rsidRPr="0061096D" w:rsidRDefault="00FC615A" w:rsidP="00A94E5E">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Qté</w:t>
            </w:r>
          </w:p>
        </w:tc>
        <w:tc>
          <w:tcPr>
            <w:tcW w:w="1842" w:type="dxa"/>
            <w:shd w:val="clear" w:color="auto" w:fill="5B9BD5" w:themeFill="accent1"/>
            <w:vAlign w:val="center"/>
          </w:tcPr>
          <w:p w14:paraId="75C4728D" w14:textId="77777777" w:rsidR="00FC615A" w:rsidRPr="0061096D" w:rsidRDefault="00FC615A" w:rsidP="00186480">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Prix Unitaire HTVA en chiffre</w:t>
            </w:r>
          </w:p>
        </w:tc>
        <w:tc>
          <w:tcPr>
            <w:tcW w:w="2410" w:type="dxa"/>
            <w:shd w:val="clear" w:color="auto" w:fill="5B9BD5" w:themeFill="accent1"/>
            <w:vAlign w:val="center"/>
          </w:tcPr>
          <w:p w14:paraId="0C6B70AE" w14:textId="77777777" w:rsidR="00FC615A" w:rsidRPr="0061096D" w:rsidRDefault="00FC615A" w:rsidP="00186480">
            <w:pPr>
              <w:spacing w:line="216" w:lineRule="auto"/>
              <w:jc w:val="center"/>
              <w:rPr>
                <w:rFonts w:ascii="Century Gothic" w:hAnsi="Century Gothic"/>
                <w:sz w:val="22"/>
                <w:szCs w:val="22"/>
              </w:rPr>
            </w:pPr>
            <w:r w:rsidRPr="0061096D">
              <w:rPr>
                <w:rFonts w:ascii="Century Gothic" w:hAnsi="Century Gothic" w:cstheme="minorBidi"/>
                <w:b/>
                <w:bCs/>
                <w:sz w:val="22"/>
                <w:szCs w:val="22"/>
              </w:rPr>
              <w:t>Prix Total HTVA en chiffre</w:t>
            </w:r>
          </w:p>
        </w:tc>
      </w:tr>
      <w:tr w:rsidR="00DB42AC" w:rsidRPr="0061096D" w14:paraId="43C95012" w14:textId="77777777" w:rsidTr="007F4822">
        <w:trPr>
          <w:trHeight w:val="276"/>
          <w:jc w:val="center"/>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B5B933B" w14:textId="19A48E60"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w:t>
            </w:r>
          </w:p>
        </w:tc>
        <w:tc>
          <w:tcPr>
            <w:tcW w:w="6691" w:type="dxa"/>
            <w:tcBorders>
              <w:top w:val="single" w:sz="4" w:space="0" w:color="auto"/>
              <w:left w:val="nil"/>
              <w:bottom w:val="single" w:sz="4" w:space="0" w:color="auto"/>
              <w:right w:val="single" w:sz="4" w:space="0" w:color="auto"/>
            </w:tcBorders>
            <w:shd w:val="clear" w:color="auto" w:fill="auto"/>
            <w:vAlign w:val="center"/>
          </w:tcPr>
          <w:p w14:paraId="632C181F" w14:textId="58F6C1B5" w:rsidR="00DB42AC" w:rsidRPr="00A94E5E" w:rsidRDefault="00DB42AC" w:rsidP="00DB42AC">
            <w:pPr>
              <w:spacing w:line="228" w:lineRule="auto"/>
              <w:rPr>
                <w:rFonts w:ascii="Century Gothic" w:hAnsi="Century Gothic" w:cs="Arial"/>
                <w:sz w:val="22"/>
                <w:szCs w:val="22"/>
              </w:rPr>
            </w:pPr>
            <w:r>
              <w:rPr>
                <w:rFonts w:ascii="Century Gothic" w:hAnsi="Century Gothic" w:cs="Calibri"/>
                <w:bCs/>
                <w:color w:val="000000"/>
                <w:sz w:val="22"/>
                <w:szCs w:val="22"/>
              </w:rPr>
              <w:t>Moteur thermique usage pour démontage remontage</w:t>
            </w:r>
          </w:p>
        </w:tc>
        <w:tc>
          <w:tcPr>
            <w:tcW w:w="850" w:type="dxa"/>
            <w:tcBorders>
              <w:top w:val="single" w:sz="4" w:space="0" w:color="auto"/>
              <w:left w:val="nil"/>
              <w:bottom w:val="single" w:sz="4" w:space="0" w:color="auto"/>
              <w:right w:val="single" w:sz="4" w:space="0" w:color="auto"/>
            </w:tcBorders>
            <w:shd w:val="clear" w:color="auto" w:fill="auto"/>
            <w:vAlign w:val="center"/>
          </w:tcPr>
          <w:p w14:paraId="2DA6475D" w14:textId="0D7213E1"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single" w:sz="4" w:space="0" w:color="auto"/>
              <w:left w:val="nil"/>
              <w:bottom w:val="single" w:sz="4" w:space="0" w:color="auto"/>
              <w:right w:val="single" w:sz="4" w:space="0" w:color="auto"/>
            </w:tcBorders>
            <w:shd w:val="clear" w:color="auto" w:fill="auto"/>
            <w:vAlign w:val="center"/>
          </w:tcPr>
          <w:p w14:paraId="5F0C760D" w14:textId="6C716398"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C19C48F" w14:textId="04EA4B0D" w:rsidR="00DB42AC" w:rsidRPr="00A94E5E" w:rsidRDefault="00DB42AC" w:rsidP="00DB42AC">
            <w:pPr>
              <w:spacing w:line="228" w:lineRule="auto"/>
              <w:rPr>
                <w:rFonts w:ascii="Century Gothic" w:hAnsi="Century Gothic" w:cs="Arial"/>
                <w:sz w:val="22"/>
                <w:szCs w:val="22"/>
              </w:rPr>
            </w:pPr>
          </w:p>
        </w:tc>
        <w:tc>
          <w:tcPr>
            <w:tcW w:w="2410" w:type="dxa"/>
          </w:tcPr>
          <w:p w14:paraId="03969B1D" w14:textId="77777777" w:rsidR="00DB42AC" w:rsidRPr="00A94E5E" w:rsidRDefault="00DB42AC" w:rsidP="00DB42AC">
            <w:pPr>
              <w:spacing w:line="228" w:lineRule="auto"/>
              <w:rPr>
                <w:rFonts w:ascii="Century Gothic" w:hAnsi="Century Gothic" w:cs="Arial"/>
                <w:sz w:val="22"/>
                <w:szCs w:val="22"/>
              </w:rPr>
            </w:pPr>
          </w:p>
        </w:tc>
      </w:tr>
      <w:tr w:rsidR="00DB42AC" w:rsidRPr="0061096D" w14:paraId="3A19F2E1" w14:textId="77777777" w:rsidTr="007F4822">
        <w:trPr>
          <w:trHeight w:val="276"/>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D11A6A5" w14:textId="5506BBA6"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w:t>
            </w:r>
          </w:p>
        </w:tc>
        <w:tc>
          <w:tcPr>
            <w:tcW w:w="6691" w:type="dxa"/>
            <w:tcBorders>
              <w:top w:val="nil"/>
              <w:left w:val="nil"/>
              <w:bottom w:val="single" w:sz="4" w:space="0" w:color="auto"/>
              <w:right w:val="single" w:sz="4" w:space="0" w:color="auto"/>
            </w:tcBorders>
            <w:shd w:val="clear" w:color="auto" w:fill="auto"/>
            <w:vAlign w:val="center"/>
          </w:tcPr>
          <w:p w14:paraId="4932D531" w14:textId="7E59ABD6"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Boite de vitesse manuelle</w:t>
            </w:r>
          </w:p>
        </w:tc>
        <w:tc>
          <w:tcPr>
            <w:tcW w:w="850" w:type="dxa"/>
            <w:tcBorders>
              <w:top w:val="nil"/>
              <w:left w:val="nil"/>
              <w:bottom w:val="single" w:sz="4" w:space="0" w:color="auto"/>
              <w:right w:val="single" w:sz="4" w:space="0" w:color="auto"/>
            </w:tcBorders>
            <w:shd w:val="clear" w:color="auto" w:fill="auto"/>
            <w:vAlign w:val="center"/>
          </w:tcPr>
          <w:p w14:paraId="3E299D0E" w14:textId="51223D75"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D7AFD46" w14:textId="299C9024"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52534271" w14:textId="4F8FE95E" w:rsidR="00DB42AC" w:rsidRPr="00A94E5E" w:rsidRDefault="00DB42AC" w:rsidP="00DB42AC">
            <w:pPr>
              <w:spacing w:line="228" w:lineRule="auto"/>
              <w:rPr>
                <w:rFonts w:ascii="Century Gothic" w:hAnsi="Century Gothic" w:cs="Arial"/>
                <w:sz w:val="22"/>
                <w:szCs w:val="22"/>
              </w:rPr>
            </w:pPr>
          </w:p>
        </w:tc>
        <w:tc>
          <w:tcPr>
            <w:tcW w:w="2410" w:type="dxa"/>
          </w:tcPr>
          <w:p w14:paraId="5F28C4FC" w14:textId="77777777" w:rsidR="00DB42AC" w:rsidRPr="00A94E5E" w:rsidRDefault="00DB42AC" w:rsidP="00DB42AC">
            <w:pPr>
              <w:spacing w:line="228" w:lineRule="auto"/>
              <w:rPr>
                <w:rFonts w:ascii="Century Gothic" w:hAnsi="Century Gothic" w:cs="Arial"/>
                <w:sz w:val="22"/>
                <w:szCs w:val="22"/>
              </w:rPr>
            </w:pPr>
          </w:p>
        </w:tc>
      </w:tr>
      <w:tr w:rsidR="00DB42AC" w:rsidRPr="0061096D" w14:paraId="328AD828"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0877AD5" w14:textId="7652785C"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w:t>
            </w:r>
          </w:p>
        </w:tc>
        <w:tc>
          <w:tcPr>
            <w:tcW w:w="6691" w:type="dxa"/>
            <w:tcBorders>
              <w:top w:val="nil"/>
              <w:left w:val="nil"/>
              <w:bottom w:val="single" w:sz="4" w:space="0" w:color="auto"/>
              <w:right w:val="single" w:sz="4" w:space="0" w:color="auto"/>
            </w:tcBorders>
            <w:shd w:val="clear" w:color="auto" w:fill="auto"/>
            <w:vAlign w:val="center"/>
          </w:tcPr>
          <w:p w14:paraId="387FEFBB" w14:textId="54E065F8"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 xml:space="preserve">Boite de vitesse robotisée </w:t>
            </w:r>
          </w:p>
        </w:tc>
        <w:tc>
          <w:tcPr>
            <w:tcW w:w="850" w:type="dxa"/>
            <w:tcBorders>
              <w:top w:val="nil"/>
              <w:left w:val="nil"/>
              <w:bottom w:val="single" w:sz="4" w:space="0" w:color="auto"/>
              <w:right w:val="single" w:sz="4" w:space="0" w:color="auto"/>
            </w:tcBorders>
            <w:shd w:val="clear" w:color="auto" w:fill="auto"/>
            <w:vAlign w:val="center"/>
          </w:tcPr>
          <w:p w14:paraId="1F1CB52C" w14:textId="3FB4C15F"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B5F2377" w14:textId="146B3108"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7BE054D5" w14:textId="33F198EB" w:rsidR="00DB42AC" w:rsidRPr="00A94E5E" w:rsidRDefault="00DB42AC" w:rsidP="00DB42AC">
            <w:pPr>
              <w:spacing w:line="228" w:lineRule="auto"/>
              <w:rPr>
                <w:rFonts w:ascii="Century Gothic" w:hAnsi="Century Gothic" w:cs="Arial"/>
                <w:sz w:val="22"/>
                <w:szCs w:val="22"/>
              </w:rPr>
            </w:pPr>
          </w:p>
        </w:tc>
        <w:tc>
          <w:tcPr>
            <w:tcW w:w="2410" w:type="dxa"/>
          </w:tcPr>
          <w:p w14:paraId="68236FF4" w14:textId="77777777" w:rsidR="00DB42AC" w:rsidRPr="00A94E5E" w:rsidRDefault="00DB42AC" w:rsidP="00DB42AC">
            <w:pPr>
              <w:spacing w:line="228" w:lineRule="auto"/>
              <w:rPr>
                <w:rFonts w:ascii="Century Gothic" w:hAnsi="Century Gothic" w:cs="Arial"/>
                <w:sz w:val="22"/>
                <w:szCs w:val="22"/>
              </w:rPr>
            </w:pPr>
          </w:p>
        </w:tc>
      </w:tr>
      <w:tr w:rsidR="00DB42AC" w:rsidRPr="0061096D" w14:paraId="5DEFF443"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85BBC18" w14:textId="6F44B960"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w:t>
            </w:r>
          </w:p>
        </w:tc>
        <w:tc>
          <w:tcPr>
            <w:tcW w:w="6691" w:type="dxa"/>
            <w:tcBorders>
              <w:top w:val="nil"/>
              <w:left w:val="nil"/>
              <w:bottom w:val="single" w:sz="4" w:space="0" w:color="auto"/>
              <w:right w:val="single" w:sz="4" w:space="0" w:color="auto"/>
            </w:tcBorders>
            <w:shd w:val="clear" w:color="auto" w:fill="auto"/>
            <w:vAlign w:val="center"/>
          </w:tcPr>
          <w:p w14:paraId="524BCB5F" w14:textId="3A887DEE"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Démarreur automobile</w:t>
            </w:r>
          </w:p>
        </w:tc>
        <w:tc>
          <w:tcPr>
            <w:tcW w:w="850" w:type="dxa"/>
            <w:tcBorders>
              <w:top w:val="nil"/>
              <w:left w:val="nil"/>
              <w:bottom w:val="single" w:sz="4" w:space="0" w:color="auto"/>
              <w:right w:val="single" w:sz="4" w:space="0" w:color="auto"/>
            </w:tcBorders>
            <w:shd w:val="clear" w:color="auto" w:fill="auto"/>
            <w:vAlign w:val="center"/>
          </w:tcPr>
          <w:p w14:paraId="40C5CF82" w14:textId="2153D639"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FB67973" w14:textId="284E1C7B"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165E3F12" w14:textId="77777777" w:rsidR="00DB42AC" w:rsidRPr="00A94E5E" w:rsidRDefault="00DB42AC" w:rsidP="00DB42AC">
            <w:pPr>
              <w:spacing w:line="228" w:lineRule="auto"/>
              <w:rPr>
                <w:rFonts w:ascii="Century Gothic" w:hAnsi="Century Gothic" w:cs="Arial"/>
                <w:sz w:val="22"/>
                <w:szCs w:val="22"/>
              </w:rPr>
            </w:pPr>
          </w:p>
        </w:tc>
        <w:tc>
          <w:tcPr>
            <w:tcW w:w="2410" w:type="dxa"/>
          </w:tcPr>
          <w:p w14:paraId="38A6469E" w14:textId="77777777" w:rsidR="00DB42AC" w:rsidRPr="00A94E5E" w:rsidRDefault="00DB42AC" w:rsidP="00DB42AC">
            <w:pPr>
              <w:spacing w:line="228" w:lineRule="auto"/>
              <w:rPr>
                <w:rFonts w:ascii="Century Gothic" w:hAnsi="Century Gothic" w:cs="Arial"/>
                <w:sz w:val="22"/>
                <w:szCs w:val="22"/>
              </w:rPr>
            </w:pPr>
          </w:p>
        </w:tc>
      </w:tr>
      <w:tr w:rsidR="00DB42AC" w:rsidRPr="0061096D" w14:paraId="0C74F1E1"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FA44DB6" w14:textId="57A75101"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w:t>
            </w:r>
          </w:p>
        </w:tc>
        <w:tc>
          <w:tcPr>
            <w:tcW w:w="6691" w:type="dxa"/>
            <w:tcBorders>
              <w:top w:val="nil"/>
              <w:left w:val="nil"/>
              <w:bottom w:val="single" w:sz="4" w:space="0" w:color="auto"/>
              <w:right w:val="single" w:sz="4" w:space="0" w:color="auto"/>
            </w:tcBorders>
            <w:shd w:val="clear" w:color="auto" w:fill="auto"/>
            <w:vAlign w:val="center"/>
          </w:tcPr>
          <w:p w14:paraId="3D463B59" w14:textId="48DB87A7"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Alternateur automobile</w:t>
            </w:r>
          </w:p>
        </w:tc>
        <w:tc>
          <w:tcPr>
            <w:tcW w:w="850" w:type="dxa"/>
            <w:tcBorders>
              <w:top w:val="nil"/>
              <w:left w:val="nil"/>
              <w:bottom w:val="single" w:sz="4" w:space="0" w:color="auto"/>
              <w:right w:val="single" w:sz="4" w:space="0" w:color="auto"/>
            </w:tcBorders>
            <w:shd w:val="clear" w:color="auto" w:fill="auto"/>
            <w:vAlign w:val="center"/>
          </w:tcPr>
          <w:p w14:paraId="4A5FA551" w14:textId="28EFE7EA"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255E20D" w14:textId="16A0B21C"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43CDED75" w14:textId="77777777" w:rsidR="00DB42AC" w:rsidRPr="00A94E5E" w:rsidRDefault="00DB42AC" w:rsidP="00DB42AC">
            <w:pPr>
              <w:spacing w:line="228" w:lineRule="auto"/>
              <w:rPr>
                <w:rFonts w:ascii="Century Gothic" w:hAnsi="Century Gothic" w:cs="Arial"/>
                <w:sz w:val="22"/>
                <w:szCs w:val="22"/>
              </w:rPr>
            </w:pPr>
          </w:p>
        </w:tc>
        <w:tc>
          <w:tcPr>
            <w:tcW w:w="2410" w:type="dxa"/>
          </w:tcPr>
          <w:p w14:paraId="4E1B6816" w14:textId="77777777" w:rsidR="00DB42AC" w:rsidRPr="00A94E5E" w:rsidRDefault="00DB42AC" w:rsidP="00DB42AC">
            <w:pPr>
              <w:spacing w:line="228" w:lineRule="auto"/>
              <w:rPr>
                <w:rFonts w:ascii="Century Gothic" w:hAnsi="Century Gothic" w:cs="Arial"/>
                <w:sz w:val="22"/>
                <w:szCs w:val="22"/>
              </w:rPr>
            </w:pPr>
          </w:p>
        </w:tc>
      </w:tr>
      <w:tr w:rsidR="00DB42AC" w:rsidRPr="0061096D" w14:paraId="6396B1D8"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3345573" w14:textId="2DDD9532"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w:t>
            </w:r>
          </w:p>
        </w:tc>
        <w:tc>
          <w:tcPr>
            <w:tcW w:w="6691" w:type="dxa"/>
            <w:tcBorders>
              <w:top w:val="nil"/>
              <w:left w:val="nil"/>
              <w:bottom w:val="single" w:sz="4" w:space="0" w:color="auto"/>
              <w:right w:val="single" w:sz="4" w:space="0" w:color="auto"/>
            </w:tcBorders>
            <w:shd w:val="clear" w:color="auto" w:fill="auto"/>
            <w:vAlign w:val="center"/>
          </w:tcPr>
          <w:p w14:paraId="59BEC7B6" w14:textId="28B15B68"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 xml:space="preserve">Amortisseur de suspension </w:t>
            </w:r>
          </w:p>
        </w:tc>
        <w:tc>
          <w:tcPr>
            <w:tcW w:w="850" w:type="dxa"/>
            <w:tcBorders>
              <w:top w:val="nil"/>
              <w:left w:val="nil"/>
              <w:bottom w:val="single" w:sz="4" w:space="0" w:color="auto"/>
              <w:right w:val="single" w:sz="4" w:space="0" w:color="auto"/>
            </w:tcBorders>
            <w:shd w:val="clear" w:color="auto" w:fill="auto"/>
            <w:vAlign w:val="center"/>
          </w:tcPr>
          <w:p w14:paraId="07006E08" w14:textId="370C801F"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689E560" w14:textId="759BE8D8"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63315DC1" w14:textId="77777777" w:rsidR="00DB42AC" w:rsidRPr="00A94E5E" w:rsidRDefault="00DB42AC" w:rsidP="00DB42AC">
            <w:pPr>
              <w:spacing w:line="228" w:lineRule="auto"/>
              <w:rPr>
                <w:rFonts w:ascii="Century Gothic" w:hAnsi="Century Gothic" w:cs="Arial"/>
                <w:sz w:val="22"/>
                <w:szCs w:val="22"/>
              </w:rPr>
            </w:pPr>
          </w:p>
        </w:tc>
        <w:tc>
          <w:tcPr>
            <w:tcW w:w="2410" w:type="dxa"/>
          </w:tcPr>
          <w:p w14:paraId="77E692B2" w14:textId="77777777" w:rsidR="00DB42AC" w:rsidRPr="00A94E5E" w:rsidRDefault="00DB42AC" w:rsidP="00DB42AC">
            <w:pPr>
              <w:spacing w:line="228" w:lineRule="auto"/>
              <w:rPr>
                <w:rFonts w:ascii="Century Gothic" w:hAnsi="Century Gothic" w:cs="Arial"/>
                <w:sz w:val="22"/>
                <w:szCs w:val="22"/>
              </w:rPr>
            </w:pPr>
          </w:p>
        </w:tc>
      </w:tr>
      <w:tr w:rsidR="00DB42AC" w:rsidRPr="0061096D" w14:paraId="69FA3010"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CA008B5" w14:textId="7940A086"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w:t>
            </w:r>
          </w:p>
        </w:tc>
        <w:tc>
          <w:tcPr>
            <w:tcW w:w="6691" w:type="dxa"/>
            <w:tcBorders>
              <w:top w:val="nil"/>
              <w:left w:val="nil"/>
              <w:bottom w:val="single" w:sz="4" w:space="0" w:color="auto"/>
              <w:right w:val="single" w:sz="4" w:space="0" w:color="auto"/>
            </w:tcBorders>
            <w:shd w:val="clear" w:color="auto" w:fill="auto"/>
            <w:vAlign w:val="center"/>
          </w:tcPr>
          <w:p w14:paraId="727ABBAD" w14:textId="3F5B30D6"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 xml:space="preserve">Coffret métallique de 25 forets  </w:t>
            </w:r>
          </w:p>
        </w:tc>
        <w:tc>
          <w:tcPr>
            <w:tcW w:w="850" w:type="dxa"/>
            <w:tcBorders>
              <w:top w:val="nil"/>
              <w:left w:val="nil"/>
              <w:bottom w:val="single" w:sz="4" w:space="0" w:color="auto"/>
              <w:right w:val="single" w:sz="4" w:space="0" w:color="auto"/>
            </w:tcBorders>
            <w:shd w:val="clear" w:color="auto" w:fill="auto"/>
            <w:vAlign w:val="center"/>
          </w:tcPr>
          <w:p w14:paraId="697ED754" w14:textId="286D5AD5"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217988B" w14:textId="06427619"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E43DCF9" w14:textId="77777777" w:rsidR="00DB42AC" w:rsidRPr="00A94E5E" w:rsidRDefault="00DB42AC" w:rsidP="00DB42AC">
            <w:pPr>
              <w:spacing w:line="228" w:lineRule="auto"/>
              <w:rPr>
                <w:rFonts w:ascii="Century Gothic" w:hAnsi="Century Gothic" w:cs="Arial"/>
                <w:sz w:val="22"/>
                <w:szCs w:val="22"/>
              </w:rPr>
            </w:pPr>
          </w:p>
        </w:tc>
        <w:tc>
          <w:tcPr>
            <w:tcW w:w="2410" w:type="dxa"/>
          </w:tcPr>
          <w:p w14:paraId="2C80F315" w14:textId="77777777" w:rsidR="00DB42AC" w:rsidRPr="00A94E5E" w:rsidRDefault="00DB42AC" w:rsidP="00DB42AC">
            <w:pPr>
              <w:spacing w:line="228" w:lineRule="auto"/>
              <w:rPr>
                <w:rFonts w:ascii="Century Gothic" w:hAnsi="Century Gothic" w:cs="Arial"/>
                <w:sz w:val="22"/>
                <w:szCs w:val="22"/>
              </w:rPr>
            </w:pPr>
          </w:p>
        </w:tc>
      </w:tr>
      <w:tr w:rsidR="00DB42AC" w:rsidRPr="0061096D" w14:paraId="1B54AF9C"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47F5F08" w14:textId="3EB952F5"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8</w:t>
            </w:r>
          </w:p>
        </w:tc>
        <w:tc>
          <w:tcPr>
            <w:tcW w:w="6691" w:type="dxa"/>
            <w:tcBorders>
              <w:top w:val="nil"/>
              <w:left w:val="nil"/>
              <w:bottom w:val="single" w:sz="4" w:space="0" w:color="auto"/>
              <w:right w:val="single" w:sz="4" w:space="0" w:color="auto"/>
            </w:tcBorders>
            <w:shd w:val="clear" w:color="auto" w:fill="auto"/>
            <w:vAlign w:val="center"/>
          </w:tcPr>
          <w:p w14:paraId="056D9598" w14:textId="66B04B7B"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Batterie pour automobile 12v 480a 56ah</w:t>
            </w:r>
          </w:p>
        </w:tc>
        <w:tc>
          <w:tcPr>
            <w:tcW w:w="850" w:type="dxa"/>
            <w:tcBorders>
              <w:top w:val="nil"/>
              <w:left w:val="nil"/>
              <w:bottom w:val="single" w:sz="4" w:space="0" w:color="auto"/>
              <w:right w:val="single" w:sz="4" w:space="0" w:color="auto"/>
            </w:tcBorders>
            <w:shd w:val="clear" w:color="auto" w:fill="auto"/>
            <w:vAlign w:val="center"/>
          </w:tcPr>
          <w:p w14:paraId="581099F8" w14:textId="144C9CA8"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FEFB050" w14:textId="5A228CE1"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94BB225" w14:textId="77777777" w:rsidR="00DB42AC" w:rsidRPr="00A94E5E" w:rsidRDefault="00DB42AC" w:rsidP="00DB42AC">
            <w:pPr>
              <w:spacing w:line="228" w:lineRule="auto"/>
              <w:rPr>
                <w:rFonts w:ascii="Century Gothic" w:hAnsi="Century Gothic" w:cs="Arial"/>
                <w:sz w:val="22"/>
                <w:szCs w:val="22"/>
              </w:rPr>
            </w:pPr>
          </w:p>
        </w:tc>
        <w:tc>
          <w:tcPr>
            <w:tcW w:w="2410" w:type="dxa"/>
          </w:tcPr>
          <w:p w14:paraId="67FE2169" w14:textId="77777777" w:rsidR="00DB42AC" w:rsidRPr="00A94E5E" w:rsidRDefault="00DB42AC" w:rsidP="00DB42AC">
            <w:pPr>
              <w:spacing w:line="228" w:lineRule="auto"/>
              <w:rPr>
                <w:rFonts w:ascii="Century Gothic" w:hAnsi="Century Gothic" w:cs="Arial"/>
                <w:sz w:val="22"/>
                <w:szCs w:val="22"/>
              </w:rPr>
            </w:pPr>
          </w:p>
        </w:tc>
      </w:tr>
      <w:tr w:rsidR="00DB42AC" w:rsidRPr="0061096D" w14:paraId="2134CD47"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CB55DF0" w14:textId="7A838840"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9</w:t>
            </w:r>
          </w:p>
        </w:tc>
        <w:tc>
          <w:tcPr>
            <w:tcW w:w="6691" w:type="dxa"/>
            <w:tcBorders>
              <w:top w:val="nil"/>
              <w:left w:val="nil"/>
              <w:bottom w:val="single" w:sz="4" w:space="0" w:color="auto"/>
              <w:right w:val="single" w:sz="4" w:space="0" w:color="auto"/>
            </w:tcBorders>
            <w:shd w:val="clear" w:color="auto" w:fill="auto"/>
            <w:vAlign w:val="center"/>
          </w:tcPr>
          <w:p w14:paraId="74E170AA" w14:textId="230EEA66"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Batterie pour automobile 12v 640a 70ah</w:t>
            </w:r>
          </w:p>
        </w:tc>
        <w:tc>
          <w:tcPr>
            <w:tcW w:w="850" w:type="dxa"/>
            <w:tcBorders>
              <w:top w:val="nil"/>
              <w:left w:val="nil"/>
              <w:bottom w:val="single" w:sz="4" w:space="0" w:color="auto"/>
              <w:right w:val="single" w:sz="4" w:space="0" w:color="auto"/>
            </w:tcBorders>
            <w:shd w:val="clear" w:color="auto" w:fill="auto"/>
            <w:vAlign w:val="center"/>
          </w:tcPr>
          <w:p w14:paraId="07AC179B" w14:textId="0E431B4E"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01253DF" w14:textId="3F7B476B"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A28858E" w14:textId="77777777" w:rsidR="00DB42AC" w:rsidRPr="00A94E5E" w:rsidRDefault="00DB42AC" w:rsidP="00DB42AC">
            <w:pPr>
              <w:spacing w:line="228" w:lineRule="auto"/>
              <w:rPr>
                <w:rFonts w:ascii="Century Gothic" w:hAnsi="Century Gothic" w:cs="Arial"/>
                <w:sz w:val="22"/>
                <w:szCs w:val="22"/>
              </w:rPr>
            </w:pPr>
          </w:p>
        </w:tc>
        <w:tc>
          <w:tcPr>
            <w:tcW w:w="2410" w:type="dxa"/>
          </w:tcPr>
          <w:p w14:paraId="4F984FA8" w14:textId="77777777" w:rsidR="00DB42AC" w:rsidRPr="00A94E5E" w:rsidRDefault="00DB42AC" w:rsidP="00DB42AC">
            <w:pPr>
              <w:spacing w:line="228" w:lineRule="auto"/>
              <w:rPr>
                <w:rFonts w:ascii="Century Gothic" w:hAnsi="Century Gothic" w:cs="Arial"/>
                <w:sz w:val="22"/>
                <w:szCs w:val="22"/>
              </w:rPr>
            </w:pPr>
          </w:p>
        </w:tc>
      </w:tr>
      <w:tr w:rsidR="00DB42AC" w:rsidRPr="0061096D" w14:paraId="11B82BDD"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31C46FE" w14:textId="776FA3AB"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10</w:t>
            </w:r>
          </w:p>
        </w:tc>
        <w:tc>
          <w:tcPr>
            <w:tcW w:w="6691" w:type="dxa"/>
            <w:tcBorders>
              <w:top w:val="nil"/>
              <w:left w:val="nil"/>
              <w:bottom w:val="single" w:sz="4" w:space="0" w:color="auto"/>
              <w:right w:val="single" w:sz="4" w:space="0" w:color="auto"/>
            </w:tcBorders>
            <w:shd w:val="clear" w:color="auto" w:fill="auto"/>
            <w:vAlign w:val="center"/>
          </w:tcPr>
          <w:p w14:paraId="0EDC4349" w14:textId="10E6C21F"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Gaz réfrigérant</w:t>
            </w:r>
          </w:p>
        </w:tc>
        <w:tc>
          <w:tcPr>
            <w:tcW w:w="850" w:type="dxa"/>
            <w:tcBorders>
              <w:top w:val="nil"/>
              <w:left w:val="nil"/>
              <w:bottom w:val="single" w:sz="4" w:space="0" w:color="auto"/>
              <w:right w:val="single" w:sz="4" w:space="0" w:color="auto"/>
            </w:tcBorders>
            <w:shd w:val="clear" w:color="auto" w:fill="auto"/>
            <w:vAlign w:val="center"/>
          </w:tcPr>
          <w:p w14:paraId="330E0629" w14:textId="7FB1E16B"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C0F270A" w14:textId="6621D4FB"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2C5983CD" w14:textId="77777777" w:rsidR="00DB42AC" w:rsidRPr="00A94E5E" w:rsidRDefault="00DB42AC" w:rsidP="00DB42AC">
            <w:pPr>
              <w:spacing w:line="228" w:lineRule="auto"/>
              <w:rPr>
                <w:rFonts w:ascii="Century Gothic" w:hAnsi="Century Gothic" w:cs="Arial"/>
                <w:sz w:val="22"/>
                <w:szCs w:val="22"/>
              </w:rPr>
            </w:pPr>
          </w:p>
        </w:tc>
        <w:tc>
          <w:tcPr>
            <w:tcW w:w="2410" w:type="dxa"/>
          </w:tcPr>
          <w:p w14:paraId="012208CC" w14:textId="77777777" w:rsidR="00DB42AC" w:rsidRPr="00A94E5E" w:rsidRDefault="00DB42AC" w:rsidP="00DB42AC">
            <w:pPr>
              <w:spacing w:line="228" w:lineRule="auto"/>
              <w:rPr>
                <w:rFonts w:ascii="Century Gothic" w:hAnsi="Century Gothic" w:cs="Arial"/>
                <w:sz w:val="22"/>
                <w:szCs w:val="22"/>
              </w:rPr>
            </w:pPr>
          </w:p>
        </w:tc>
      </w:tr>
      <w:tr w:rsidR="00DB42AC" w:rsidRPr="0061096D" w14:paraId="7141FEBC"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6614EE7" w14:textId="3AF49EFD"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11</w:t>
            </w:r>
          </w:p>
        </w:tc>
        <w:tc>
          <w:tcPr>
            <w:tcW w:w="6691" w:type="dxa"/>
            <w:tcBorders>
              <w:top w:val="nil"/>
              <w:left w:val="nil"/>
              <w:bottom w:val="single" w:sz="4" w:space="0" w:color="auto"/>
              <w:right w:val="single" w:sz="4" w:space="0" w:color="auto"/>
            </w:tcBorders>
            <w:shd w:val="clear" w:color="auto" w:fill="auto"/>
            <w:vAlign w:val="center"/>
          </w:tcPr>
          <w:p w14:paraId="7E1CC390" w14:textId="558428C6"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Rouleaux de ruban adhésif –scotch</w:t>
            </w:r>
          </w:p>
        </w:tc>
        <w:tc>
          <w:tcPr>
            <w:tcW w:w="850" w:type="dxa"/>
            <w:tcBorders>
              <w:top w:val="nil"/>
              <w:left w:val="nil"/>
              <w:bottom w:val="single" w:sz="4" w:space="0" w:color="auto"/>
              <w:right w:val="single" w:sz="4" w:space="0" w:color="auto"/>
            </w:tcBorders>
            <w:shd w:val="clear" w:color="auto" w:fill="auto"/>
            <w:vAlign w:val="center"/>
          </w:tcPr>
          <w:p w14:paraId="30876EBD" w14:textId="4A1D1E1A"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6B01336" w14:textId="5A18B40B"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100</w:t>
            </w:r>
          </w:p>
        </w:tc>
        <w:tc>
          <w:tcPr>
            <w:tcW w:w="1842" w:type="dxa"/>
            <w:vAlign w:val="center"/>
          </w:tcPr>
          <w:p w14:paraId="3BDDF48E" w14:textId="77777777" w:rsidR="00DB42AC" w:rsidRPr="00A94E5E" w:rsidRDefault="00DB42AC" w:rsidP="00DB42AC">
            <w:pPr>
              <w:spacing w:line="228" w:lineRule="auto"/>
              <w:rPr>
                <w:rFonts w:ascii="Century Gothic" w:hAnsi="Century Gothic" w:cs="Arial"/>
                <w:sz w:val="22"/>
                <w:szCs w:val="22"/>
              </w:rPr>
            </w:pPr>
          </w:p>
        </w:tc>
        <w:tc>
          <w:tcPr>
            <w:tcW w:w="2410" w:type="dxa"/>
          </w:tcPr>
          <w:p w14:paraId="4CFBC1AE" w14:textId="77777777" w:rsidR="00DB42AC" w:rsidRPr="00A94E5E" w:rsidRDefault="00DB42AC" w:rsidP="00DB42AC">
            <w:pPr>
              <w:spacing w:line="228" w:lineRule="auto"/>
              <w:rPr>
                <w:rFonts w:ascii="Century Gothic" w:hAnsi="Century Gothic" w:cs="Arial"/>
                <w:sz w:val="22"/>
                <w:szCs w:val="22"/>
              </w:rPr>
            </w:pPr>
          </w:p>
        </w:tc>
      </w:tr>
      <w:tr w:rsidR="00DB42AC" w:rsidRPr="0061096D" w14:paraId="72521D0A"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BC40786" w14:textId="00BFF9B8"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12</w:t>
            </w:r>
          </w:p>
        </w:tc>
        <w:tc>
          <w:tcPr>
            <w:tcW w:w="6691" w:type="dxa"/>
            <w:tcBorders>
              <w:top w:val="nil"/>
              <w:left w:val="nil"/>
              <w:bottom w:val="single" w:sz="4" w:space="0" w:color="auto"/>
              <w:right w:val="single" w:sz="4" w:space="0" w:color="auto"/>
            </w:tcBorders>
            <w:shd w:val="clear" w:color="auto" w:fill="auto"/>
            <w:vAlign w:val="center"/>
          </w:tcPr>
          <w:p w14:paraId="2A618C54" w14:textId="5FDBB4A6"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Texture de déchet de bois</w:t>
            </w:r>
          </w:p>
        </w:tc>
        <w:tc>
          <w:tcPr>
            <w:tcW w:w="850" w:type="dxa"/>
            <w:tcBorders>
              <w:top w:val="nil"/>
              <w:left w:val="nil"/>
              <w:bottom w:val="single" w:sz="4" w:space="0" w:color="auto"/>
              <w:right w:val="single" w:sz="4" w:space="0" w:color="auto"/>
            </w:tcBorders>
            <w:shd w:val="clear" w:color="auto" w:fill="auto"/>
            <w:vAlign w:val="center"/>
          </w:tcPr>
          <w:p w14:paraId="7B5134AD" w14:textId="0AAE35FA"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55EB998" w14:textId="58596573"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E02FA06" w14:textId="77777777" w:rsidR="00DB42AC" w:rsidRPr="00A94E5E" w:rsidRDefault="00DB42AC" w:rsidP="00DB42AC">
            <w:pPr>
              <w:spacing w:line="228" w:lineRule="auto"/>
              <w:rPr>
                <w:rFonts w:ascii="Century Gothic" w:hAnsi="Century Gothic" w:cs="Arial"/>
                <w:sz w:val="22"/>
                <w:szCs w:val="22"/>
              </w:rPr>
            </w:pPr>
          </w:p>
        </w:tc>
        <w:tc>
          <w:tcPr>
            <w:tcW w:w="2410" w:type="dxa"/>
          </w:tcPr>
          <w:p w14:paraId="633E911E" w14:textId="77777777" w:rsidR="00DB42AC" w:rsidRPr="00A94E5E" w:rsidRDefault="00DB42AC" w:rsidP="00DB42AC">
            <w:pPr>
              <w:spacing w:line="228" w:lineRule="auto"/>
              <w:rPr>
                <w:rFonts w:ascii="Century Gothic" w:hAnsi="Century Gothic" w:cs="Arial"/>
                <w:sz w:val="22"/>
                <w:szCs w:val="22"/>
              </w:rPr>
            </w:pPr>
          </w:p>
        </w:tc>
      </w:tr>
      <w:tr w:rsidR="00DB42AC" w:rsidRPr="0061096D" w14:paraId="2E2E9B9E"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ECD6BDF" w14:textId="7895DE5E"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13</w:t>
            </w:r>
          </w:p>
        </w:tc>
        <w:tc>
          <w:tcPr>
            <w:tcW w:w="6691" w:type="dxa"/>
            <w:tcBorders>
              <w:top w:val="nil"/>
              <w:left w:val="nil"/>
              <w:bottom w:val="single" w:sz="4" w:space="0" w:color="auto"/>
              <w:right w:val="single" w:sz="4" w:space="0" w:color="auto"/>
            </w:tcBorders>
            <w:shd w:val="clear" w:color="auto" w:fill="auto"/>
            <w:vAlign w:val="center"/>
          </w:tcPr>
          <w:p w14:paraId="29B04E30" w14:textId="2880A413"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Protection intérieur voiture</w:t>
            </w:r>
          </w:p>
        </w:tc>
        <w:tc>
          <w:tcPr>
            <w:tcW w:w="850" w:type="dxa"/>
            <w:tcBorders>
              <w:top w:val="nil"/>
              <w:left w:val="nil"/>
              <w:bottom w:val="single" w:sz="4" w:space="0" w:color="auto"/>
              <w:right w:val="single" w:sz="4" w:space="0" w:color="auto"/>
            </w:tcBorders>
            <w:shd w:val="clear" w:color="auto" w:fill="auto"/>
            <w:vAlign w:val="center"/>
          </w:tcPr>
          <w:p w14:paraId="6BB44ACC" w14:textId="6A234457"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EA65942" w14:textId="6601BCD5"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EBB4192" w14:textId="77777777" w:rsidR="00DB42AC" w:rsidRPr="00A94E5E" w:rsidRDefault="00DB42AC" w:rsidP="00DB42AC">
            <w:pPr>
              <w:spacing w:line="228" w:lineRule="auto"/>
              <w:rPr>
                <w:rFonts w:ascii="Century Gothic" w:hAnsi="Century Gothic" w:cs="Arial"/>
                <w:sz w:val="22"/>
                <w:szCs w:val="22"/>
              </w:rPr>
            </w:pPr>
          </w:p>
        </w:tc>
        <w:tc>
          <w:tcPr>
            <w:tcW w:w="2410" w:type="dxa"/>
          </w:tcPr>
          <w:p w14:paraId="00CF5CFA" w14:textId="77777777" w:rsidR="00DB42AC" w:rsidRPr="00A94E5E" w:rsidRDefault="00DB42AC" w:rsidP="00DB42AC">
            <w:pPr>
              <w:spacing w:line="228" w:lineRule="auto"/>
              <w:rPr>
                <w:rFonts w:ascii="Century Gothic" w:hAnsi="Century Gothic" w:cs="Arial"/>
                <w:sz w:val="22"/>
                <w:szCs w:val="22"/>
              </w:rPr>
            </w:pPr>
          </w:p>
        </w:tc>
      </w:tr>
      <w:tr w:rsidR="00DB42AC" w:rsidRPr="0061096D" w14:paraId="0F6B14DF"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503A9BF" w14:textId="6BB6218D"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14</w:t>
            </w:r>
          </w:p>
        </w:tc>
        <w:tc>
          <w:tcPr>
            <w:tcW w:w="6691" w:type="dxa"/>
            <w:tcBorders>
              <w:top w:val="nil"/>
              <w:left w:val="nil"/>
              <w:bottom w:val="single" w:sz="4" w:space="0" w:color="auto"/>
              <w:right w:val="single" w:sz="4" w:space="0" w:color="auto"/>
            </w:tcBorders>
            <w:shd w:val="clear" w:color="auto" w:fill="auto"/>
            <w:vAlign w:val="center"/>
          </w:tcPr>
          <w:p w14:paraId="1893CB92" w14:textId="453206D3"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 xml:space="preserve">Gasoil </w:t>
            </w:r>
          </w:p>
        </w:tc>
        <w:tc>
          <w:tcPr>
            <w:tcW w:w="850" w:type="dxa"/>
            <w:tcBorders>
              <w:top w:val="nil"/>
              <w:left w:val="nil"/>
              <w:bottom w:val="single" w:sz="4" w:space="0" w:color="auto"/>
              <w:right w:val="single" w:sz="4" w:space="0" w:color="auto"/>
            </w:tcBorders>
            <w:shd w:val="clear" w:color="auto" w:fill="auto"/>
            <w:vAlign w:val="center"/>
          </w:tcPr>
          <w:p w14:paraId="78F568F1" w14:textId="2B3C9602"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Lt</w:t>
            </w:r>
          </w:p>
        </w:tc>
        <w:tc>
          <w:tcPr>
            <w:tcW w:w="851" w:type="dxa"/>
            <w:tcBorders>
              <w:top w:val="nil"/>
              <w:left w:val="nil"/>
              <w:bottom w:val="single" w:sz="4" w:space="0" w:color="auto"/>
              <w:right w:val="single" w:sz="4" w:space="0" w:color="auto"/>
            </w:tcBorders>
            <w:shd w:val="clear" w:color="auto" w:fill="auto"/>
            <w:vAlign w:val="center"/>
          </w:tcPr>
          <w:p w14:paraId="79C7DBA2" w14:textId="4E539DE5"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200</w:t>
            </w:r>
          </w:p>
        </w:tc>
        <w:tc>
          <w:tcPr>
            <w:tcW w:w="1842" w:type="dxa"/>
            <w:vAlign w:val="center"/>
          </w:tcPr>
          <w:p w14:paraId="0341E040" w14:textId="77777777" w:rsidR="00DB42AC" w:rsidRPr="00A94E5E" w:rsidRDefault="00DB42AC" w:rsidP="00DB42AC">
            <w:pPr>
              <w:spacing w:line="228" w:lineRule="auto"/>
              <w:rPr>
                <w:rFonts w:ascii="Century Gothic" w:hAnsi="Century Gothic" w:cs="Arial"/>
                <w:sz w:val="22"/>
                <w:szCs w:val="22"/>
              </w:rPr>
            </w:pPr>
          </w:p>
        </w:tc>
        <w:tc>
          <w:tcPr>
            <w:tcW w:w="2410" w:type="dxa"/>
          </w:tcPr>
          <w:p w14:paraId="1144973F" w14:textId="77777777" w:rsidR="00DB42AC" w:rsidRPr="00A94E5E" w:rsidRDefault="00DB42AC" w:rsidP="00DB42AC">
            <w:pPr>
              <w:spacing w:line="228" w:lineRule="auto"/>
              <w:rPr>
                <w:rFonts w:ascii="Century Gothic" w:hAnsi="Century Gothic" w:cs="Arial"/>
                <w:sz w:val="22"/>
                <w:szCs w:val="22"/>
              </w:rPr>
            </w:pPr>
          </w:p>
        </w:tc>
      </w:tr>
      <w:tr w:rsidR="00DB42AC" w:rsidRPr="0061096D" w14:paraId="26FAB6EA"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84A2C56" w14:textId="78DD4BDB"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15</w:t>
            </w:r>
          </w:p>
        </w:tc>
        <w:tc>
          <w:tcPr>
            <w:tcW w:w="6691" w:type="dxa"/>
            <w:tcBorders>
              <w:top w:val="nil"/>
              <w:left w:val="nil"/>
              <w:bottom w:val="single" w:sz="4" w:space="0" w:color="auto"/>
              <w:right w:val="single" w:sz="4" w:space="0" w:color="auto"/>
            </w:tcBorders>
            <w:shd w:val="clear" w:color="auto" w:fill="auto"/>
            <w:vAlign w:val="center"/>
          </w:tcPr>
          <w:p w14:paraId="7093ABF7" w14:textId="5CB3FF73"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 xml:space="preserve">Nettoyant pour les mains </w:t>
            </w:r>
          </w:p>
        </w:tc>
        <w:tc>
          <w:tcPr>
            <w:tcW w:w="850" w:type="dxa"/>
            <w:tcBorders>
              <w:top w:val="nil"/>
              <w:left w:val="nil"/>
              <w:bottom w:val="single" w:sz="4" w:space="0" w:color="auto"/>
              <w:right w:val="single" w:sz="4" w:space="0" w:color="auto"/>
            </w:tcBorders>
            <w:shd w:val="clear" w:color="auto" w:fill="auto"/>
            <w:vAlign w:val="center"/>
          </w:tcPr>
          <w:p w14:paraId="6C3922EE" w14:textId="005BD864"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6FDFC92" w14:textId="5E89203C"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38CF4D79" w14:textId="77777777" w:rsidR="00DB42AC" w:rsidRPr="00A94E5E" w:rsidRDefault="00DB42AC" w:rsidP="00DB42AC">
            <w:pPr>
              <w:spacing w:line="228" w:lineRule="auto"/>
              <w:rPr>
                <w:rFonts w:ascii="Century Gothic" w:hAnsi="Century Gothic" w:cs="Arial"/>
                <w:sz w:val="22"/>
                <w:szCs w:val="22"/>
              </w:rPr>
            </w:pPr>
          </w:p>
        </w:tc>
        <w:tc>
          <w:tcPr>
            <w:tcW w:w="2410" w:type="dxa"/>
          </w:tcPr>
          <w:p w14:paraId="03DBEC09" w14:textId="77777777" w:rsidR="00DB42AC" w:rsidRPr="00A94E5E" w:rsidRDefault="00DB42AC" w:rsidP="00DB42AC">
            <w:pPr>
              <w:spacing w:line="228" w:lineRule="auto"/>
              <w:rPr>
                <w:rFonts w:ascii="Century Gothic" w:hAnsi="Century Gothic" w:cs="Arial"/>
                <w:sz w:val="22"/>
                <w:szCs w:val="22"/>
              </w:rPr>
            </w:pPr>
          </w:p>
        </w:tc>
      </w:tr>
      <w:tr w:rsidR="00DB42AC" w:rsidRPr="0061096D" w14:paraId="5F4134BA"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D5D5A10" w14:textId="4DA68892"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16</w:t>
            </w:r>
          </w:p>
        </w:tc>
        <w:tc>
          <w:tcPr>
            <w:tcW w:w="6691" w:type="dxa"/>
            <w:tcBorders>
              <w:top w:val="nil"/>
              <w:left w:val="nil"/>
              <w:bottom w:val="single" w:sz="4" w:space="0" w:color="auto"/>
              <w:right w:val="single" w:sz="4" w:space="0" w:color="auto"/>
            </w:tcBorders>
            <w:shd w:val="clear" w:color="auto" w:fill="auto"/>
            <w:vAlign w:val="center"/>
          </w:tcPr>
          <w:p w14:paraId="5154CBD0" w14:textId="08D22B0D"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Dégrippant</w:t>
            </w:r>
          </w:p>
        </w:tc>
        <w:tc>
          <w:tcPr>
            <w:tcW w:w="850" w:type="dxa"/>
            <w:tcBorders>
              <w:top w:val="nil"/>
              <w:left w:val="nil"/>
              <w:bottom w:val="single" w:sz="4" w:space="0" w:color="auto"/>
              <w:right w:val="single" w:sz="4" w:space="0" w:color="auto"/>
            </w:tcBorders>
            <w:shd w:val="clear" w:color="auto" w:fill="auto"/>
            <w:vAlign w:val="center"/>
          </w:tcPr>
          <w:p w14:paraId="3D1BC6A6" w14:textId="01CA3551"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DA0B135" w14:textId="456C229E"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48BB3577" w14:textId="77777777" w:rsidR="00DB42AC" w:rsidRPr="00A94E5E" w:rsidRDefault="00DB42AC" w:rsidP="00DB42AC">
            <w:pPr>
              <w:spacing w:line="228" w:lineRule="auto"/>
              <w:rPr>
                <w:rFonts w:ascii="Century Gothic" w:hAnsi="Century Gothic" w:cs="Arial"/>
                <w:sz w:val="22"/>
                <w:szCs w:val="22"/>
              </w:rPr>
            </w:pPr>
          </w:p>
        </w:tc>
        <w:tc>
          <w:tcPr>
            <w:tcW w:w="2410" w:type="dxa"/>
          </w:tcPr>
          <w:p w14:paraId="50FEEFC5" w14:textId="77777777" w:rsidR="00DB42AC" w:rsidRPr="00A94E5E" w:rsidRDefault="00DB42AC" w:rsidP="00DB42AC">
            <w:pPr>
              <w:spacing w:line="228" w:lineRule="auto"/>
              <w:rPr>
                <w:rFonts w:ascii="Century Gothic" w:hAnsi="Century Gothic" w:cs="Arial"/>
                <w:sz w:val="22"/>
                <w:szCs w:val="22"/>
              </w:rPr>
            </w:pPr>
          </w:p>
        </w:tc>
      </w:tr>
      <w:tr w:rsidR="00DB42AC" w:rsidRPr="0061096D" w14:paraId="30A90B8F"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800CEFE" w14:textId="6078D819"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17</w:t>
            </w:r>
          </w:p>
        </w:tc>
        <w:tc>
          <w:tcPr>
            <w:tcW w:w="6691" w:type="dxa"/>
            <w:tcBorders>
              <w:top w:val="nil"/>
              <w:left w:val="nil"/>
              <w:bottom w:val="single" w:sz="4" w:space="0" w:color="auto"/>
              <w:right w:val="single" w:sz="4" w:space="0" w:color="auto"/>
            </w:tcBorders>
            <w:shd w:val="clear" w:color="auto" w:fill="auto"/>
            <w:vAlign w:val="center"/>
          </w:tcPr>
          <w:p w14:paraId="3211C043" w14:textId="1707199E"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Chiffon (40 kg)</w:t>
            </w:r>
          </w:p>
        </w:tc>
        <w:tc>
          <w:tcPr>
            <w:tcW w:w="850" w:type="dxa"/>
            <w:tcBorders>
              <w:top w:val="nil"/>
              <w:left w:val="nil"/>
              <w:bottom w:val="single" w:sz="4" w:space="0" w:color="auto"/>
              <w:right w:val="single" w:sz="4" w:space="0" w:color="auto"/>
            </w:tcBorders>
            <w:shd w:val="clear" w:color="auto" w:fill="auto"/>
            <w:vAlign w:val="center"/>
          </w:tcPr>
          <w:p w14:paraId="6E09A9F2" w14:textId="066E7069"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3C9A06E" w14:textId="55DB0D7D"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91C44A5" w14:textId="77777777" w:rsidR="00DB42AC" w:rsidRPr="00A94E5E" w:rsidRDefault="00DB42AC" w:rsidP="00DB42AC">
            <w:pPr>
              <w:spacing w:line="228" w:lineRule="auto"/>
              <w:rPr>
                <w:rFonts w:ascii="Century Gothic" w:hAnsi="Century Gothic" w:cs="Arial"/>
                <w:sz w:val="22"/>
                <w:szCs w:val="22"/>
              </w:rPr>
            </w:pPr>
          </w:p>
        </w:tc>
        <w:tc>
          <w:tcPr>
            <w:tcW w:w="2410" w:type="dxa"/>
          </w:tcPr>
          <w:p w14:paraId="7C825FFB" w14:textId="77777777" w:rsidR="00DB42AC" w:rsidRPr="00A94E5E" w:rsidRDefault="00DB42AC" w:rsidP="00DB42AC">
            <w:pPr>
              <w:spacing w:line="228" w:lineRule="auto"/>
              <w:rPr>
                <w:rFonts w:ascii="Century Gothic" w:hAnsi="Century Gothic" w:cs="Arial"/>
                <w:sz w:val="22"/>
                <w:szCs w:val="22"/>
              </w:rPr>
            </w:pPr>
          </w:p>
        </w:tc>
      </w:tr>
      <w:tr w:rsidR="00DB42AC" w:rsidRPr="0061096D" w14:paraId="2DA8BA2D"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8D92820" w14:textId="4FA147BB"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18</w:t>
            </w:r>
          </w:p>
        </w:tc>
        <w:tc>
          <w:tcPr>
            <w:tcW w:w="6691" w:type="dxa"/>
            <w:tcBorders>
              <w:top w:val="nil"/>
              <w:left w:val="nil"/>
              <w:bottom w:val="single" w:sz="4" w:space="0" w:color="auto"/>
              <w:right w:val="single" w:sz="4" w:space="0" w:color="auto"/>
            </w:tcBorders>
            <w:shd w:val="clear" w:color="auto" w:fill="auto"/>
            <w:vAlign w:val="center"/>
          </w:tcPr>
          <w:p w14:paraId="5DE5096C" w14:textId="7949AA2C"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Huile circuit hydraulique industriel (2l)</w:t>
            </w:r>
          </w:p>
        </w:tc>
        <w:tc>
          <w:tcPr>
            <w:tcW w:w="850" w:type="dxa"/>
            <w:tcBorders>
              <w:top w:val="nil"/>
              <w:left w:val="nil"/>
              <w:bottom w:val="single" w:sz="4" w:space="0" w:color="auto"/>
              <w:right w:val="single" w:sz="4" w:space="0" w:color="auto"/>
            </w:tcBorders>
            <w:shd w:val="clear" w:color="auto" w:fill="auto"/>
            <w:vAlign w:val="center"/>
          </w:tcPr>
          <w:p w14:paraId="36A75E1C" w14:textId="1A1240A4"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DD224E6" w14:textId="4946815C"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40</w:t>
            </w:r>
          </w:p>
        </w:tc>
        <w:tc>
          <w:tcPr>
            <w:tcW w:w="1842" w:type="dxa"/>
            <w:vAlign w:val="center"/>
          </w:tcPr>
          <w:p w14:paraId="11DE6566" w14:textId="77777777" w:rsidR="00DB42AC" w:rsidRPr="00A94E5E" w:rsidRDefault="00DB42AC" w:rsidP="00DB42AC">
            <w:pPr>
              <w:spacing w:line="228" w:lineRule="auto"/>
              <w:rPr>
                <w:rFonts w:ascii="Century Gothic" w:hAnsi="Century Gothic" w:cs="Arial"/>
                <w:sz w:val="22"/>
                <w:szCs w:val="22"/>
              </w:rPr>
            </w:pPr>
          </w:p>
        </w:tc>
        <w:tc>
          <w:tcPr>
            <w:tcW w:w="2410" w:type="dxa"/>
          </w:tcPr>
          <w:p w14:paraId="1BE4A55E" w14:textId="77777777" w:rsidR="00DB42AC" w:rsidRPr="00A94E5E" w:rsidRDefault="00DB42AC" w:rsidP="00DB42AC">
            <w:pPr>
              <w:spacing w:line="228" w:lineRule="auto"/>
              <w:rPr>
                <w:rFonts w:ascii="Century Gothic" w:hAnsi="Century Gothic" w:cs="Arial"/>
                <w:sz w:val="22"/>
                <w:szCs w:val="22"/>
              </w:rPr>
            </w:pPr>
          </w:p>
        </w:tc>
      </w:tr>
      <w:tr w:rsidR="00DB42AC" w:rsidRPr="0061096D" w14:paraId="6FFE5129"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A45C871" w14:textId="30DD7F96"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19</w:t>
            </w:r>
          </w:p>
        </w:tc>
        <w:tc>
          <w:tcPr>
            <w:tcW w:w="6691" w:type="dxa"/>
            <w:tcBorders>
              <w:top w:val="nil"/>
              <w:left w:val="nil"/>
              <w:bottom w:val="single" w:sz="4" w:space="0" w:color="auto"/>
              <w:right w:val="single" w:sz="4" w:space="0" w:color="auto"/>
            </w:tcBorders>
            <w:shd w:val="clear" w:color="auto" w:fill="auto"/>
            <w:vAlign w:val="center"/>
          </w:tcPr>
          <w:p w14:paraId="02275459" w14:textId="3C747D2D"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Huile direction assistée (1l)</w:t>
            </w:r>
          </w:p>
        </w:tc>
        <w:tc>
          <w:tcPr>
            <w:tcW w:w="850" w:type="dxa"/>
            <w:tcBorders>
              <w:top w:val="nil"/>
              <w:left w:val="nil"/>
              <w:bottom w:val="single" w:sz="4" w:space="0" w:color="auto"/>
              <w:right w:val="single" w:sz="4" w:space="0" w:color="auto"/>
            </w:tcBorders>
            <w:shd w:val="clear" w:color="auto" w:fill="auto"/>
            <w:vAlign w:val="center"/>
          </w:tcPr>
          <w:p w14:paraId="39DB7DC6" w14:textId="5BF2FF76"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474EB8D" w14:textId="143F4316"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47D49CE" w14:textId="77777777" w:rsidR="00DB42AC" w:rsidRPr="00A94E5E" w:rsidRDefault="00DB42AC" w:rsidP="00DB42AC">
            <w:pPr>
              <w:spacing w:line="228" w:lineRule="auto"/>
              <w:rPr>
                <w:rFonts w:ascii="Century Gothic" w:hAnsi="Century Gothic" w:cs="Arial"/>
                <w:sz w:val="22"/>
                <w:szCs w:val="22"/>
              </w:rPr>
            </w:pPr>
          </w:p>
        </w:tc>
        <w:tc>
          <w:tcPr>
            <w:tcW w:w="2410" w:type="dxa"/>
          </w:tcPr>
          <w:p w14:paraId="5585258C" w14:textId="77777777" w:rsidR="00DB42AC" w:rsidRPr="00A94E5E" w:rsidRDefault="00DB42AC" w:rsidP="00DB42AC">
            <w:pPr>
              <w:spacing w:line="228" w:lineRule="auto"/>
              <w:rPr>
                <w:rFonts w:ascii="Century Gothic" w:hAnsi="Century Gothic" w:cs="Arial"/>
                <w:sz w:val="22"/>
                <w:szCs w:val="22"/>
              </w:rPr>
            </w:pPr>
          </w:p>
        </w:tc>
      </w:tr>
      <w:tr w:rsidR="00DB42AC" w:rsidRPr="0061096D" w14:paraId="415AFDAA"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E986F38" w14:textId="59FD6813"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20</w:t>
            </w:r>
          </w:p>
        </w:tc>
        <w:tc>
          <w:tcPr>
            <w:tcW w:w="6691" w:type="dxa"/>
            <w:tcBorders>
              <w:top w:val="nil"/>
              <w:left w:val="nil"/>
              <w:bottom w:val="single" w:sz="4" w:space="0" w:color="auto"/>
              <w:right w:val="single" w:sz="4" w:space="0" w:color="auto"/>
            </w:tcBorders>
            <w:shd w:val="clear" w:color="auto" w:fill="auto"/>
            <w:vAlign w:val="center"/>
          </w:tcPr>
          <w:p w14:paraId="48EFA82F" w14:textId="698E8CDF"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 xml:space="preserve">Huile moteur 5l 10w40 </w:t>
            </w:r>
          </w:p>
        </w:tc>
        <w:tc>
          <w:tcPr>
            <w:tcW w:w="850" w:type="dxa"/>
            <w:tcBorders>
              <w:top w:val="nil"/>
              <w:left w:val="nil"/>
              <w:bottom w:val="single" w:sz="4" w:space="0" w:color="auto"/>
              <w:right w:val="single" w:sz="4" w:space="0" w:color="auto"/>
            </w:tcBorders>
            <w:shd w:val="clear" w:color="auto" w:fill="auto"/>
            <w:vAlign w:val="center"/>
          </w:tcPr>
          <w:p w14:paraId="2D14020B" w14:textId="1CBF3D67"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39F3A35" w14:textId="6FA34B97"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25</w:t>
            </w:r>
          </w:p>
        </w:tc>
        <w:tc>
          <w:tcPr>
            <w:tcW w:w="1842" w:type="dxa"/>
            <w:vAlign w:val="center"/>
          </w:tcPr>
          <w:p w14:paraId="3E88F7C5" w14:textId="77777777" w:rsidR="00DB42AC" w:rsidRPr="00A94E5E" w:rsidRDefault="00DB42AC" w:rsidP="00DB42AC">
            <w:pPr>
              <w:spacing w:line="228" w:lineRule="auto"/>
              <w:rPr>
                <w:rFonts w:ascii="Century Gothic" w:hAnsi="Century Gothic" w:cs="Arial"/>
                <w:sz w:val="22"/>
                <w:szCs w:val="22"/>
              </w:rPr>
            </w:pPr>
          </w:p>
        </w:tc>
        <w:tc>
          <w:tcPr>
            <w:tcW w:w="2410" w:type="dxa"/>
          </w:tcPr>
          <w:p w14:paraId="2796056D" w14:textId="77777777" w:rsidR="00DB42AC" w:rsidRPr="00A94E5E" w:rsidRDefault="00DB42AC" w:rsidP="00DB42AC">
            <w:pPr>
              <w:spacing w:line="228" w:lineRule="auto"/>
              <w:rPr>
                <w:rFonts w:ascii="Century Gothic" w:hAnsi="Century Gothic" w:cs="Arial"/>
                <w:sz w:val="22"/>
                <w:szCs w:val="22"/>
              </w:rPr>
            </w:pPr>
          </w:p>
        </w:tc>
      </w:tr>
      <w:tr w:rsidR="00DB42AC" w:rsidRPr="0061096D" w14:paraId="1F724CB1"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1F7DAFF" w14:textId="6697E261"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21</w:t>
            </w:r>
          </w:p>
        </w:tc>
        <w:tc>
          <w:tcPr>
            <w:tcW w:w="6691" w:type="dxa"/>
            <w:tcBorders>
              <w:top w:val="nil"/>
              <w:left w:val="nil"/>
              <w:bottom w:val="single" w:sz="4" w:space="0" w:color="auto"/>
              <w:right w:val="single" w:sz="4" w:space="0" w:color="auto"/>
            </w:tcBorders>
            <w:shd w:val="clear" w:color="auto" w:fill="auto"/>
            <w:vAlign w:val="center"/>
          </w:tcPr>
          <w:p w14:paraId="2C9939EF" w14:textId="6BD48D42"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Liquide de frein dot 4 bidon de 0.5 litre</w:t>
            </w:r>
          </w:p>
        </w:tc>
        <w:tc>
          <w:tcPr>
            <w:tcW w:w="850" w:type="dxa"/>
            <w:tcBorders>
              <w:top w:val="nil"/>
              <w:left w:val="nil"/>
              <w:bottom w:val="single" w:sz="4" w:space="0" w:color="auto"/>
              <w:right w:val="single" w:sz="4" w:space="0" w:color="auto"/>
            </w:tcBorders>
            <w:shd w:val="clear" w:color="auto" w:fill="auto"/>
            <w:vAlign w:val="center"/>
          </w:tcPr>
          <w:p w14:paraId="0D5062BD" w14:textId="543C1E01"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FE8A920" w14:textId="2157DE1D"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7BAD20DD" w14:textId="77777777" w:rsidR="00DB42AC" w:rsidRPr="00A94E5E" w:rsidRDefault="00DB42AC" w:rsidP="00DB42AC">
            <w:pPr>
              <w:spacing w:line="228" w:lineRule="auto"/>
              <w:rPr>
                <w:rFonts w:ascii="Century Gothic" w:hAnsi="Century Gothic" w:cs="Arial"/>
                <w:sz w:val="22"/>
                <w:szCs w:val="22"/>
              </w:rPr>
            </w:pPr>
          </w:p>
        </w:tc>
        <w:tc>
          <w:tcPr>
            <w:tcW w:w="2410" w:type="dxa"/>
          </w:tcPr>
          <w:p w14:paraId="3BD2C23C" w14:textId="77777777" w:rsidR="00DB42AC" w:rsidRPr="00A94E5E" w:rsidRDefault="00DB42AC" w:rsidP="00DB42AC">
            <w:pPr>
              <w:spacing w:line="228" w:lineRule="auto"/>
              <w:rPr>
                <w:rFonts w:ascii="Century Gothic" w:hAnsi="Century Gothic" w:cs="Arial"/>
                <w:sz w:val="22"/>
                <w:szCs w:val="22"/>
              </w:rPr>
            </w:pPr>
          </w:p>
        </w:tc>
      </w:tr>
      <w:tr w:rsidR="00DB42AC" w:rsidRPr="0061096D" w14:paraId="0DFC0EE2"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E217B71" w14:textId="42F0B888"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22</w:t>
            </w:r>
          </w:p>
        </w:tc>
        <w:tc>
          <w:tcPr>
            <w:tcW w:w="6691" w:type="dxa"/>
            <w:tcBorders>
              <w:top w:val="nil"/>
              <w:left w:val="nil"/>
              <w:bottom w:val="single" w:sz="4" w:space="0" w:color="auto"/>
              <w:right w:val="single" w:sz="4" w:space="0" w:color="auto"/>
            </w:tcBorders>
            <w:shd w:val="clear" w:color="auto" w:fill="auto"/>
            <w:vAlign w:val="center"/>
          </w:tcPr>
          <w:p w14:paraId="75897EC8" w14:textId="27E40383"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Liquide de refroidissement 5l</w:t>
            </w:r>
          </w:p>
        </w:tc>
        <w:tc>
          <w:tcPr>
            <w:tcW w:w="850" w:type="dxa"/>
            <w:tcBorders>
              <w:top w:val="nil"/>
              <w:left w:val="nil"/>
              <w:bottom w:val="single" w:sz="4" w:space="0" w:color="auto"/>
              <w:right w:val="single" w:sz="4" w:space="0" w:color="auto"/>
            </w:tcBorders>
            <w:shd w:val="clear" w:color="auto" w:fill="auto"/>
            <w:vAlign w:val="center"/>
          </w:tcPr>
          <w:p w14:paraId="36D1AB9A" w14:textId="716784B7"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4B110FB" w14:textId="2B5B4F4D"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7E54573" w14:textId="77777777" w:rsidR="00DB42AC" w:rsidRPr="00A94E5E" w:rsidRDefault="00DB42AC" w:rsidP="00DB42AC">
            <w:pPr>
              <w:spacing w:line="228" w:lineRule="auto"/>
              <w:rPr>
                <w:rFonts w:ascii="Century Gothic" w:hAnsi="Century Gothic" w:cs="Arial"/>
                <w:sz w:val="22"/>
                <w:szCs w:val="22"/>
              </w:rPr>
            </w:pPr>
          </w:p>
        </w:tc>
        <w:tc>
          <w:tcPr>
            <w:tcW w:w="2410" w:type="dxa"/>
          </w:tcPr>
          <w:p w14:paraId="71A62591" w14:textId="77777777" w:rsidR="00DB42AC" w:rsidRPr="00A94E5E" w:rsidRDefault="00DB42AC" w:rsidP="00DB42AC">
            <w:pPr>
              <w:spacing w:line="228" w:lineRule="auto"/>
              <w:rPr>
                <w:rFonts w:ascii="Century Gothic" w:hAnsi="Century Gothic" w:cs="Arial"/>
                <w:sz w:val="22"/>
                <w:szCs w:val="22"/>
              </w:rPr>
            </w:pPr>
          </w:p>
        </w:tc>
      </w:tr>
      <w:tr w:rsidR="00DB42AC" w:rsidRPr="0061096D" w14:paraId="4D273D2E"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752069E" w14:textId="68FE0953"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23</w:t>
            </w:r>
          </w:p>
        </w:tc>
        <w:tc>
          <w:tcPr>
            <w:tcW w:w="6691" w:type="dxa"/>
            <w:tcBorders>
              <w:top w:val="nil"/>
              <w:left w:val="nil"/>
              <w:bottom w:val="single" w:sz="4" w:space="0" w:color="auto"/>
              <w:right w:val="single" w:sz="4" w:space="0" w:color="auto"/>
            </w:tcBorders>
            <w:shd w:val="clear" w:color="auto" w:fill="auto"/>
            <w:vAlign w:val="center"/>
          </w:tcPr>
          <w:p w14:paraId="20D4E605" w14:textId="74B89283"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Assortiment de joints de vidange</w:t>
            </w:r>
          </w:p>
        </w:tc>
        <w:tc>
          <w:tcPr>
            <w:tcW w:w="850" w:type="dxa"/>
            <w:tcBorders>
              <w:top w:val="nil"/>
              <w:left w:val="nil"/>
              <w:bottom w:val="single" w:sz="4" w:space="0" w:color="auto"/>
              <w:right w:val="single" w:sz="4" w:space="0" w:color="auto"/>
            </w:tcBorders>
            <w:shd w:val="clear" w:color="auto" w:fill="auto"/>
            <w:vAlign w:val="center"/>
          </w:tcPr>
          <w:p w14:paraId="228902CB" w14:textId="67D991DD"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D3CE954" w14:textId="20BDC93E"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24D03593" w14:textId="77777777" w:rsidR="00DB42AC" w:rsidRPr="00A94E5E" w:rsidRDefault="00DB42AC" w:rsidP="00DB42AC">
            <w:pPr>
              <w:spacing w:line="228" w:lineRule="auto"/>
              <w:rPr>
                <w:rFonts w:ascii="Century Gothic" w:hAnsi="Century Gothic" w:cs="Arial"/>
                <w:sz w:val="22"/>
                <w:szCs w:val="22"/>
              </w:rPr>
            </w:pPr>
          </w:p>
        </w:tc>
        <w:tc>
          <w:tcPr>
            <w:tcW w:w="2410" w:type="dxa"/>
          </w:tcPr>
          <w:p w14:paraId="62A41E32" w14:textId="77777777" w:rsidR="00DB42AC" w:rsidRPr="00A94E5E" w:rsidRDefault="00DB42AC" w:rsidP="00DB42AC">
            <w:pPr>
              <w:spacing w:line="228" w:lineRule="auto"/>
              <w:rPr>
                <w:rFonts w:ascii="Century Gothic" w:hAnsi="Century Gothic" w:cs="Arial"/>
                <w:sz w:val="22"/>
                <w:szCs w:val="22"/>
              </w:rPr>
            </w:pPr>
          </w:p>
        </w:tc>
      </w:tr>
      <w:tr w:rsidR="00DB42AC" w:rsidRPr="0061096D" w14:paraId="47B9D0FE"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63202C4" w14:textId="2BDE0FF7"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24</w:t>
            </w:r>
          </w:p>
        </w:tc>
        <w:tc>
          <w:tcPr>
            <w:tcW w:w="6691" w:type="dxa"/>
            <w:tcBorders>
              <w:top w:val="nil"/>
              <w:left w:val="nil"/>
              <w:bottom w:val="single" w:sz="4" w:space="0" w:color="auto"/>
              <w:right w:val="single" w:sz="4" w:space="0" w:color="auto"/>
            </w:tcBorders>
            <w:shd w:val="clear" w:color="auto" w:fill="auto"/>
            <w:vAlign w:val="center"/>
          </w:tcPr>
          <w:p w14:paraId="67A0D72B" w14:textId="0117324D"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Pate a joint</w:t>
            </w:r>
          </w:p>
        </w:tc>
        <w:tc>
          <w:tcPr>
            <w:tcW w:w="850" w:type="dxa"/>
            <w:tcBorders>
              <w:top w:val="nil"/>
              <w:left w:val="nil"/>
              <w:bottom w:val="single" w:sz="4" w:space="0" w:color="auto"/>
              <w:right w:val="single" w:sz="4" w:space="0" w:color="auto"/>
            </w:tcBorders>
            <w:shd w:val="clear" w:color="auto" w:fill="auto"/>
            <w:vAlign w:val="center"/>
          </w:tcPr>
          <w:p w14:paraId="206B6EC8" w14:textId="71F176F5"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485A02F" w14:textId="576D7DAE"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255F0763" w14:textId="77777777" w:rsidR="00DB42AC" w:rsidRPr="00A94E5E" w:rsidRDefault="00DB42AC" w:rsidP="00DB42AC">
            <w:pPr>
              <w:spacing w:line="228" w:lineRule="auto"/>
              <w:rPr>
                <w:rFonts w:ascii="Century Gothic" w:hAnsi="Century Gothic" w:cs="Arial"/>
                <w:sz w:val="22"/>
                <w:szCs w:val="22"/>
              </w:rPr>
            </w:pPr>
          </w:p>
        </w:tc>
        <w:tc>
          <w:tcPr>
            <w:tcW w:w="2410" w:type="dxa"/>
          </w:tcPr>
          <w:p w14:paraId="49AB3269" w14:textId="77777777" w:rsidR="00DB42AC" w:rsidRPr="00A94E5E" w:rsidRDefault="00DB42AC" w:rsidP="00DB42AC">
            <w:pPr>
              <w:spacing w:line="228" w:lineRule="auto"/>
              <w:rPr>
                <w:rFonts w:ascii="Century Gothic" w:hAnsi="Century Gothic" w:cs="Arial"/>
                <w:sz w:val="22"/>
                <w:szCs w:val="22"/>
              </w:rPr>
            </w:pPr>
          </w:p>
        </w:tc>
      </w:tr>
      <w:tr w:rsidR="00DB42AC" w:rsidRPr="0061096D" w14:paraId="38DDA6D6"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45EDD0E" w14:textId="1E7B5826"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25</w:t>
            </w:r>
          </w:p>
        </w:tc>
        <w:tc>
          <w:tcPr>
            <w:tcW w:w="6691" w:type="dxa"/>
            <w:tcBorders>
              <w:top w:val="nil"/>
              <w:left w:val="nil"/>
              <w:bottom w:val="single" w:sz="4" w:space="0" w:color="auto"/>
              <w:right w:val="single" w:sz="4" w:space="0" w:color="auto"/>
            </w:tcBorders>
            <w:shd w:val="clear" w:color="auto" w:fill="auto"/>
            <w:vAlign w:val="center"/>
          </w:tcPr>
          <w:p w14:paraId="565341FE" w14:textId="7CF17EC5"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Dégraissant 1l</w:t>
            </w:r>
          </w:p>
        </w:tc>
        <w:tc>
          <w:tcPr>
            <w:tcW w:w="850" w:type="dxa"/>
            <w:tcBorders>
              <w:top w:val="nil"/>
              <w:left w:val="nil"/>
              <w:bottom w:val="single" w:sz="4" w:space="0" w:color="auto"/>
              <w:right w:val="single" w:sz="4" w:space="0" w:color="auto"/>
            </w:tcBorders>
            <w:shd w:val="clear" w:color="auto" w:fill="auto"/>
            <w:vAlign w:val="center"/>
          </w:tcPr>
          <w:p w14:paraId="53179A4B" w14:textId="57994B05"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B871419" w14:textId="2EDFD79C"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25</w:t>
            </w:r>
          </w:p>
        </w:tc>
        <w:tc>
          <w:tcPr>
            <w:tcW w:w="1842" w:type="dxa"/>
            <w:vAlign w:val="center"/>
          </w:tcPr>
          <w:p w14:paraId="181AEFA8" w14:textId="77777777" w:rsidR="00DB42AC" w:rsidRPr="00A94E5E" w:rsidRDefault="00DB42AC" w:rsidP="00DB42AC">
            <w:pPr>
              <w:spacing w:line="228" w:lineRule="auto"/>
              <w:rPr>
                <w:rFonts w:ascii="Century Gothic" w:hAnsi="Century Gothic" w:cs="Arial"/>
                <w:sz w:val="22"/>
                <w:szCs w:val="22"/>
              </w:rPr>
            </w:pPr>
          </w:p>
        </w:tc>
        <w:tc>
          <w:tcPr>
            <w:tcW w:w="2410" w:type="dxa"/>
          </w:tcPr>
          <w:p w14:paraId="5C68BB13" w14:textId="77777777" w:rsidR="00DB42AC" w:rsidRPr="00A94E5E" w:rsidRDefault="00DB42AC" w:rsidP="00DB42AC">
            <w:pPr>
              <w:spacing w:line="228" w:lineRule="auto"/>
              <w:rPr>
                <w:rFonts w:ascii="Century Gothic" w:hAnsi="Century Gothic" w:cs="Arial"/>
                <w:sz w:val="22"/>
                <w:szCs w:val="22"/>
              </w:rPr>
            </w:pPr>
          </w:p>
        </w:tc>
      </w:tr>
      <w:tr w:rsidR="00DB42AC" w:rsidRPr="0061096D" w14:paraId="2FBFCA8C"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57CBACC" w14:textId="5C5F3883"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26</w:t>
            </w:r>
          </w:p>
        </w:tc>
        <w:tc>
          <w:tcPr>
            <w:tcW w:w="6691" w:type="dxa"/>
            <w:tcBorders>
              <w:top w:val="nil"/>
              <w:left w:val="nil"/>
              <w:bottom w:val="single" w:sz="4" w:space="0" w:color="auto"/>
              <w:right w:val="single" w:sz="4" w:space="0" w:color="auto"/>
            </w:tcBorders>
            <w:shd w:val="clear" w:color="auto" w:fill="auto"/>
            <w:vAlign w:val="center"/>
          </w:tcPr>
          <w:p w14:paraId="7D17212A" w14:textId="4C07E64F"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 xml:space="preserve">Paires gants de travail </w:t>
            </w:r>
          </w:p>
        </w:tc>
        <w:tc>
          <w:tcPr>
            <w:tcW w:w="850" w:type="dxa"/>
            <w:tcBorders>
              <w:top w:val="nil"/>
              <w:left w:val="nil"/>
              <w:bottom w:val="single" w:sz="4" w:space="0" w:color="auto"/>
              <w:right w:val="single" w:sz="4" w:space="0" w:color="auto"/>
            </w:tcBorders>
            <w:shd w:val="clear" w:color="auto" w:fill="auto"/>
            <w:vAlign w:val="center"/>
          </w:tcPr>
          <w:p w14:paraId="7B6033A0" w14:textId="661B540A"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4A98C91" w14:textId="417400B0"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2000</w:t>
            </w:r>
          </w:p>
        </w:tc>
        <w:tc>
          <w:tcPr>
            <w:tcW w:w="1842" w:type="dxa"/>
            <w:vAlign w:val="center"/>
          </w:tcPr>
          <w:p w14:paraId="678271DD" w14:textId="77777777" w:rsidR="00DB42AC" w:rsidRPr="00A94E5E" w:rsidRDefault="00DB42AC" w:rsidP="00DB42AC">
            <w:pPr>
              <w:spacing w:line="228" w:lineRule="auto"/>
              <w:rPr>
                <w:rFonts w:ascii="Century Gothic" w:hAnsi="Century Gothic" w:cs="Arial"/>
                <w:sz w:val="22"/>
                <w:szCs w:val="22"/>
              </w:rPr>
            </w:pPr>
          </w:p>
        </w:tc>
        <w:tc>
          <w:tcPr>
            <w:tcW w:w="2410" w:type="dxa"/>
          </w:tcPr>
          <w:p w14:paraId="1257074D" w14:textId="77777777" w:rsidR="00DB42AC" w:rsidRPr="00A94E5E" w:rsidRDefault="00DB42AC" w:rsidP="00DB42AC">
            <w:pPr>
              <w:spacing w:line="228" w:lineRule="auto"/>
              <w:rPr>
                <w:rFonts w:ascii="Century Gothic" w:hAnsi="Century Gothic" w:cs="Arial"/>
                <w:sz w:val="22"/>
                <w:szCs w:val="22"/>
              </w:rPr>
            </w:pPr>
          </w:p>
        </w:tc>
      </w:tr>
      <w:tr w:rsidR="00DB42AC" w:rsidRPr="0061096D" w14:paraId="39A2004A"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050F84B" w14:textId="1A4B3FD9"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lastRenderedPageBreak/>
              <w:t>27</w:t>
            </w:r>
          </w:p>
        </w:tc>
        <w:tc>
          <w:tcPr>
            <w:tcW w:w="6691" w:type="dxa"/>
            <w:tcBorders>
              <w:top w:val="nil"/>
              <w:left w:val="nil"/>
              <w:bottom w:val="single" w:sz="4" w:space="0" w:color="auto"/>
              <w:right w:val="single" w:sz="4" w:space="0" w:color="auto"/>
            </w:tcBorders>
            <w:shd w:val="clear" w:color="auto" w:fill="auto"/>
            <w:vAlign w:val="center"/>
          </w:tcPr>
          <w:p w14:paraId="5D522724" w14:textId="53DD2E7D"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Lunettes de protection</w:t>
            </w:r>
          </w:p>
        </w:tc>
        <w:tc>
          <w:tcPr>
            <w:tcW w:w="850" w:type="dxa"/>
            <w:tcBorders>
              <w:top w:val="nil"/>
              <w:left w:val="nil"/>
              <w:bottom w:val="single" w:sz="4" w:space="0" w:color="auto"/>
              <w:right w:val="single" w:sz="4" w:space="0" w:color="auto"/>
            </w:tcBorders>
            <w:shd w:val="clear" w:color="auto" w:fill="auto"/>
            <w:vAlign w:val="center"/>
          </w:tcPr>
          <w:p w14:paraId="33B47E60" w14:textId="674D5643"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E60EABD" w14:textId="1CF334EA"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500</w:t>
            </w:r>
          </w:p>
        </w:tc>
        <w:tc>
          <w:tcPr>
            <w:tcW w:w="1842" w:type="dxa"/>
            <w:vAlign w:val="center"/>
          </w:tcPr>
          <w:p w14:paraId="571A2189" w14:textId="77777777" w:rsidR="00DB42AC" w:rsidRPr="00A94E5E" w:rsidRDefault="00DB42AC" w:rsidP="00DB42AC">
            <w:pPr>
              <w:spacing w:line="228" w:lineRule="auto"/>
              <w:rPr>
                <w:rFonts w:ascii="Century Gothic" w:hAnsi="Century Gothic" w:cs="Arial"/>
                <w:sz w:val="22"/>
                <w:szCs w:val="22"/>
              </w:rPr>
            </w:pPr>
          </w:p>
        </w:tc>
        <w:tc>
          <w:tcPr>
            <w:tcW w:w="2410" w:type="dxa"/>
          </w:tcPr>
          <w:p w14:paraId="20856C8C" w14:textId="77777777" w:rsidR="00DB42AC" w:rsidRPr="00A94E5E" w:rsidRDefault="00DB42AC" w:rsidP="00DB42AC">
            <w:pPr>
              <w:spacing w:line="228" w:lineRule="auto"/>
              <w:rPr>
                <w:rFonts w:ascii="Century Gothic" w:hAnsi="Century Gothic" w:cs="Arial"/>
                <w:sz w:val="22"/>
                <w:szCs w:val="22"/>
              </w:rPr>
            </w:pPr>
          </w:p>
        </w:tc>
      </w:tr>
      <w:tr w:rsidR="00DB42AC" w:rsidRPr="0061096D" w14:paraId="10F34649"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9AA1843" w14:textId="3941B00D"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28</w:t>
            </w:r>
          </w:p>
        </w:tc>
        <w:tc>
          <w:tcPr>
            <w:tcW w:w="6691" w:type="dxa"/>
            <w:tcBorders>
              <w:top w:val="nil"/>
              <w:left w:val="nil"/>
              <w:bottom w:val="single" w:sz="4" w:space="0" w:color="auto"/>
              <w:right w:val="single" w:sz="4" w:space="0" w:color="auto"/>
            </w:tcBorders>
            <w:shd w:val="clear" w:color="auto" w:fill="auto"/>
            <w:vAlign w:val="center"/>
          </w:tcPr>
          <w:p w14:paraId="5D717930" w14:textId="280BC1A9"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Batterie 1,5 v</w:t>
            </w:r>
          </w:p>
        </w:tc>
        <w:tc>
          <w:tcPr>
            <w:tcW w:w="850" w:type="dxa"/>
            <w:tcBorders>
              <w:top w:val="nil"/>
              <w:left w:val="nil"/>
              <w:bottom w:val="single" w:sz="4" w:space="0" w:color="auto"/>
              <w:right w:val="single" w:sz="4" w:space="0" w:color="auto"/>
            </w:tcBorders>
            <w:shd w:val="clear" w:color="auto" w:fill="auto"/>
            <w:vAlign w:val="center"/>
          </w:tcPr>
          <w:p w14:paraId="6542FEC7" w14:textId="66112930"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634F80D" w14:textId="3B660A81"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100</w:t>
            </w:r>
          </w:p>
        </w:tc>
        <w:tc>
          <w:tcPr>
            <w:tcW w:w="1842" w:type="dxa"/>
            <w:vAlign w:val="center"/>
          </w:tcPr>
          <w:p w14:paraId="491CE9CE" w14:textId="77777777" w:rsidR="00DB42AC" w:rsidRPr="00A94E5E" w:rsidRDefault="00DB42AC" w:rsidP="00DB42AC">
            <w:pPr>
              <w:spacing w:line="228" w:lineRule="auto"/>
              <w:rPr>
                <w:rFonts w:ascii="Century Gothic" w:hAnsi="Century Gothic" w:cs="Arial"/>
                <w:sz w:val="22"/>
                <w:szCs w:val="22"/>
              </w:rPr>
            </w:pPr>
          </w:p>
        </w:tc>
        <w:tc>
          <w:tcPr>
            <w:tcW w:w="2410" w:type="dxa"/>
          </w:tcPr>
          <w:p w14:paraId="754270EE" w14:textId="77777777" w:rsidR="00DB42AC" w:rsidRPr="00A94E5E" w:rsidRDefault="00DB42AC" w:rsidP="00DB42AC">
            <w:pPr>
              <w:spacing w:line="228" w:lineRule="auto"/>
              <w:rPr>
                <w:rFonts w:ascii="Century Gothic" w:hAnsi="Century Gothic" w:cs="Arial"/>
                <w:sz w:val="22"/>
                <w:szCs w:val="22"/>
              </w:rPr>
            </w:pPr>
          </w:p>
        </w:tc>
      </w:tr>
      <w:tr w:rsidR="00DB42AC" w:rsidRPr="0061096D" w14:paraId="569165D2"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56BC0CC" w14:textId="54ADB833"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29</w:t>
            </w:r>
          </w:p>
        </w:tc>
        <w:tc>
          <w:tcPr>
            <w:tcW w:w="6691" w:type="dxa"/>
            <w:tcBorders>
              <w:top w:val="nil"/>
              <w:left w:val="nil"/>
              <w:bottom w:val="single" w:sz="4" w:space="0" w:color="auto"/>
              <w:right w:val="single" w:sz="4" w:space="0" w:color="auto"/>
            </w:tcBorders>
            <w:shd w:val="clear" w:color="auto" w:fill="auto"/>
            <w:vAlign w:val="center"/>
          </w:tcPr>
          <w:p w14:paraId="61D009A1" w14:textId="2780655B"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Batterie 9 v</w:t>
            </w:r>
          </w:p>
        </w:tc>
        <w:tc>
          <w:tcPr>
            <w:tcW w:w="850" w:type="dxa"/>
            <w:tcBorders>
              <w:top w:val="nil"/>
              <w:left w:val="nil"/>
              <w:bottom w:val="single" w:sz="4" w:space="0" w:color="auto"/>
              <w:right w:val="single" w:sz="4" w:space="0" w:color="auto"/>
            </w:tcBorders>
            <w:shd w:val="clear" w:color="auto" w:fill="auto"/>
            <w:vAlign w:val="center"/>
          </w:tcPr>
          <w:p w14:paraId="050E562F" w14:textId="03BD0BF6"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20D03BF" w14:textId="06807CD1"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50</w:t>
            </w:r>
          </w:p>
        </w:tc>
        <w:tc>
          <w:tcPr>
            <w:tcW w:w="1842" w:type="dxa"/>
            <w:vAlign w:val="center"/>
          </w:tcPr>
          <w:p w14:paraId="1855727B" w14:textId="77777777" w:rsidR="00DB42AC" w:rsidRPr="00A94E5E" w:rsidRDefault="00DB42AC" w:rsidP="00DB42AC">
            <w:pPr>
              <w:spacing w:line="228" w:lineRule="auto"/>
              <w:rPr>
                <w:rFonts w:ascii="Century Gothic" w:hAnsi="Century Gothic" w:cs="Arial"/>
                <w:sz w:val="22"/>
                <w:szCs w:val="22"/>
              </w:rPr>
            </w:pPr>
          </w:p>
        </w:tc>
        <w:tc>
          <w:tcPr>
            <w:tcW w:w="2410" w:type="dxa"/>
          </w:tcPr>
          <w:p w14:paraId="2115A616" w14:textId="77777777" w:rsidR="00DB42AC" w:rsidRPr="00A94E5E" w:rsidRDefault="00DB42AC" w:rsidP="00DB42AC">
            <w:pPr>
              <w:spacing w:line="228" w:lineRule="auto"/>
              <w:rPr>
                <w:rFonts w:ascii="Century Gothic" w:hAnsi="Century Gothic" w:cs="Arial"/>
                <w:sz w:val="22"/>
                <w:szCs w:val="22"/>
              </w:rPr>
            </w:pPr>
          </w:p>
        </w:tc>
      </w:tr>
      <w:tr w:rsidR="00DB42AC" w:rsidRPr="0061096D" w14:paraId="6F3E10EC"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F235942" w14:textId="0A4103FE"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30</w:t>
            </w:r>
          </w:p>
        </w:tc>
        <w:tc>
          <w:tcPr>
            <w:tcW w:w="6691" w:type="dxa"/>
            <w:tcBorders>
              <w:top w:val="nil"/>
              <w:left w:val="nil"/>
              <w:bottom w:val="single" w:sz="4" w:space="0" w:color="auto"/>
              <w:right w:val="single" w:sz="4" w:space="0" w:color="auto"/>
            </w:tcBorders>
            <w:shd w:val="clear" w:color="auto" w:fill="auto"/>
            <w:vAlign w:val="center"/>
          </w:tcPr>
          <w:p w14:paraId="7A2410DD" w14:textId="7B42E53C"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Nettoyant sol 5l</w:t>
            </w:r>
          </w:p>
        </w:tc>
        <w:tc>
          <w:tcPr>
            <w:tcW w:w="850" w:type="dxa"/>
            <w:tcBorders>
              <w:top w:val="nil"/>
              <w:left w:val="nil"/>
              <w:bottom w:val="single" w:sz="4" w:space="0" w:color="auto"/>
              <w:right w:val="single" w:sz="4" w:space="0" w:color="auto"/>
            </w:tcBorders>
            <w:shd w:val="clear" w:color="auto" w:fill="auto"/>
            <w:vAlign w:val="center"/>
          </w:tcPr>
          <w:p w14:paraId="54A7F0F6" w14:textId="50613751"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9D3DED0" w14:textId="3C93F678"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017BC69" w14:textId="77777777" w:rsidR="00DB42AC" w:rsidRPr="00A94E5E" w:rsidRDefault="00DB42AC" w:rsidP="00DB42AC">
            <w:pPr>
              <w:spacing w:line="228" w:lineRule="auto"/>
              <w:rPr>
                <w:rFonts w:ascii="Century Gothic" w:hAnsi="Century Gothic" w:cs="Arial"/>
                <w:sz w:val="22"/>
                <w:szCs w:val="22"/>
              </w:rPr>
            </w:pPr>
          </w:p>
        </w:tc>
        <w:tc>
          <w:tcPr>
            <w:tcW w:w="2410" w:type="dxa"/>
          </w:tcPr>
          <w:p w14:paraId="09A3E2BD" w14:textId="77777777" w:rsidR="00DB42AC" w:rsidRPr="00A94E5E" w:rsidRDefault="00DB42AC" w:rsidP="00DB42AC">
            <w:pPr>
              <w:spacing w:line="228" w:lineRule="auto"/>
              <w:rPr>
                <w:rFonts w:ascii="Century Gothic" w:hAnsi="Century Gothic" w:cs="Arial"/>
                <w:sz w:val="22"/>
                <w:szCs w:val="22"/>
              </w:rPr>
            </w:pPr>
          </w:p>
        </w:tc>
      </w:tr>
      <w:tr w:rsidR="00DB42AC" w:rsidRPr="0061096D" w14:paraId="01529D44"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9683945" w14:textId="13631D7B"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31</w:t>
            </w:r>
          </w:p>
        </w:tc>
        <w:tc>
          <w:tcPr>
            <w:tcW w:w="6691" w:type="dxa"/>
            <w:tcBorders>
              <w:top w:val="nil"/>
              <w:left w:val="nil"/>
              <w:bottom w:val="single" w:sz="4" w:space="0" w:color="auto"/>
              <w:right w:val="single" w:sz="4" w:space="0" w:color="auto"/>
            </w:tcBorders>
            <w:shd w:val="clear" w:color="auto" w:fill="auto"/>
            <w:vAlign w:val="center"/>
          </w:tcPr>
          <w:p w14:paraId="0E6A018F" w14:textId="5C6EC0E3"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Cosses batterie automobile</w:t>
            </w:r>
          </w:p>
        </w:tc>
        <w:tc>
          <w:tcPr>
            <w:tcW w:w="850" w:type="dxa"/>
            <w:tcBorders>
              <w:top w:val="nil"/>
              <w:left w:val="nil"/>
              <w:bottom w:val="single" w:sz="4" w:space="0" w:color="auto"/>
              <w:right w:val="single" w:sz="4" w:space="0" w:color="auto"/>
            </w:tcBorders>
            <w:shd w:val="clear" w:color="auto" w:fill="auto"/>
            <w:vAlign w:val="center"/>
          </w:tcPr>
          <w:p w14:paraId="13CA773C" w14:textId="1FEAB010"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94CF9AF" w14:textId="0971295C"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40</w:t>
            </w:r>
          </w:p>
        </w:tc>
        <w:tc>
          <w:tcPr>
            <w:tcW w:w="1842" w:type="dxa"/>
            <w:vAlign w:val="center"/>
          </w:tcPr>
          <w:p w14:paraId="791393F3" w14:textId="77777777" w:rsidR="00DB42AC" w:rsidRPr="00A94E5E" w:rsidRDefault="00DB42AC" w:rsidP="00DB42AC">
            <w:pPr>
              <w:spacing w:line="228" w:lineRule="auto"/>
              <w:rPr>
                <w:rFonts w:ascii="Century Gothic" w:hAnsi="Century Gothic" w:cs="Arial"/>
                <w:sz w:val="22"/>
                <w:szCs w:val="22"/>
              </w:rPr>
            </w:pPr>
          </w:p>
        </w:tc>
        <w:tc>
          <w:tcPr>
            <w:tcW w:w="2410" w:type="dxa"/>
          </w:tcPr>
          <w:p w14:paraId="7F1FC843" w14:textId="77777777" w:rsidR="00DB42AC" w:rsidRPr="00A94E5E" w:rsidRDefault="00DB42AC" w:rsidP="00DB42AC">
            <w:pPr>
              <w:spacing w:line="228" w:lineRule="auto"/>
              <w:rPr>
                <w:rFonts w:ascii="Century Gothic" w:hAnsi="Century Gothic" w:cs="Arial"/>
                <w:sz w:val="22"/>
                <w:szCs w:val="22"/>
              </w:rPr>
            </w:pPr>
          </w:p>
        </w:tc>
      </w:tr>
      <w:tr w:rsidR="00DB42AC" w:rsidRPr="0061096D" w14:paraId="2A5EF5C0"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C03E611" w14:textId="554C7634"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32</w:t>
            </w:r>
          </w:p>
        </w:tc>
        <w:tc>
          <w:tcPr>
            <w:tcW w:w="6691" w:type="dxa"/>
            <w:tcBorders>
              <w:top w:val="nil"/>
              <w:left w:val="nil"/>
              <w:bottom w:val="single" w:sz="4" w:space="0" w:color="auto"/>
              <w:right w:val="single" w:sz="4" w:space="0" w:color="auto"/>
            </w:tcBorders>
            <w:shd w:val="clear" w:color="auto" w:fill="auto"/>
            <w:vAlign w:val="center"/>
          </w:tcPr>
          <w:p w14:paraId="2C9DEB2D" w14:textId="715F832D"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Fusible automobile</w:t>
            </w:r>
          </w:p>
        </w:tc>
        <w:tc>
          <w:tcPr>
            <w:tcW w:w="850" w:type="dxa"/>
            <w:tcBorders>
              <w:top w:val="nil"/>
              <w:left w:val="nil"/>
              <w:bottom w:val="single" w:sz="4" w:space="0" w:color="auto"/>
              <w:right w:val="single" w:sz="4" w:space="0" w:color="auto"/>
            </w:tcBorders>
            <w:shd w:val="clear" w:color="auto" w:fill="auto"/>
            <w:vAlign w:val="center"/>
          </w:tcPr>
          <w:p w14:paraId="4153DE63" w14:textId="783850D4"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98748EA" w14:textId="2381BC0B"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60527C0" w14:textId="77777777" w:rsidR="00DB42AC" w:rsidRPr="00A94E5E" w:rsidRDefault="00DB42AC" w:rsidP="00DB42AC">
            <w:pPr>
              <w:spacing w:line="228" w:lineRule="auto"/>
              <w:rPr>
                <w:rFonts w:ascii="Century Gothic" w:hAnsi="Century Gothic" w:cs="Arial"/>
                <w:sz w:val="22"/>
                <w:szCs w:val="22"/>
              </w:rPr>
            </w:pPr>
          </w:p>
        </w:tc>
        <w:tc>
          <w:tcPr>
            <w:tcW w:w="2410" w:type="dxa"/>
          </w:tcPr>
          <w:p w14:paraId="6ED2DC6B" w14:textId="77777777" w:rsidR="00DB42AC" w:rsidRPr="00A94E5E" w:rsidRDefault="00DB42AC" w:rsidP="00DB42AC">
            <w:pPr>
              <w:spacing w:line="228" w:lineRule="auto"/>
              <w:rPr>
                <w:rFonts w:ascii="Century Gothic" w:hAnsi="Century Gothic" w:cs="Arial"/>
                <w:sz w:val="22"/>
                <w:szCs w:val="22"/>
              </w:rPr>
            </w:pPr>
          </w:p>
        </w:tc>
      </w:tr>
      <w:tr w:rsidR="00DB42AC" w:rsidRPr="0061096D" w14:paraId="7BB5D7E7"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B88A77C" w14:textId="4317C28B"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33</w:t>
            </w:r>
          </w:p>
        </w:tc>
        <w:tc>
          <w:tcPr>
            <w:tcW w:w="6691" w:type="dxa"/>
            <w:tcBorders>
              <w:top w:val="nil"/>
              <w:left w:val="nil"/>
              <w:bottom w:val="single" w:sz="4" w:space="0" w:color="auto"/>
              <w:right w:val="single" w:sz="4" w:space="0" w:color="auto"/>
            </w:tcBorders>
            <w:shd w:val="clear" w:color="auto" w:fill="auto"/>
            <w:vAlign w:val="center"/>
          </w:tcPr>
          <w:p w14:paraId="348E0C7A" w14:textId="018F3274"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Jeu de 12 colliers de serrage</w:t>
            </w:r>
          </w:p>
        </w:tc>
        <w:tc>
          <w:tcPr>
            <w:tcW w:w="850" w:type="dxa"/>
            <w:tcBorders>
              <w:top w:val="nil"/>
              <w:left w:val="nil"/>
              <w:bottom w:val="single" w:sz="4" w:space="0" w:color="auto"/>
              <w:right w:val="single" w:sz="4" w:space="0" w:color="auto"/>
            </w:tcBorders>
            <w:shd w:val="clear" w:color="auto" w:fill="auto"/>
            <w:vAlign w:val="center"/>
          </w:tcPr>
          <w:p w14:paraId="48816249" w14:textId="6D8F4B74"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6A46CAD" w14:textId="2D4E8DA4"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15</w:t>
            </w:r>
          </w:p>
        </w:tc>
        <w:tc>
          <w:tcPr>
            <w:tcW w:w="1842" w:type="dxa"/>
            <w:vAlign w:val="center"/>
          </w:tcPr>
          <w:p w14:paraId="0CEA00BE" w14:textId="77777777" w:rsidR="00DB42AC" w:rsidRPr="00A94E5E" w:rsidRDefault="00DB42AC" w:rsidP="00DB42AC">
            <w:pPr>
              <w:spacing w:line="228" w:lineRule="auto"/>
              <w:rPr>
                <w:rFonts w:ascii="Century Gothic" w:hAnsi="Century Gothic" w:cs="Arial"/>
                <w:sz w:val="22"/>
                <w:szCs w:val="22"/>
              </w:rPr>
            </w:pPr>
          </w:p>
        </w:tc>
        <w:tc>
          <w:tcPr>
            <w:tcW w:w="2410" w:type="dxa"/>
          </w:tcPr>
          <w:p w14:paraId="082B2EFA" w14:textId="77777777" w:rsidR="00DB42AC" w:rsidRPr="00A94E5E" w:rsidRDefault="00DB42AC" w:rsidP="00DB42AC">
            <w:pPr>
              <w:spacing w:line="228" w:lineRule="auto"/>
              <w:rPr>
                <w:rFonts w:ascii="Century Gothic" w:hAnsi="Century Gothic" w:cs="Arial"/>
                <w:sz w:val="22"/>
                <w:szCs w:val="22"/>
              </w:rPr>
            </w:pPr>
          </w:p>
        </w:tc>
      </w:tr>
      <w:tr w:rsidR="00DB42AC" w:rsidRPr="0061096D" w14:paraId="36A5BA8D"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8EEFB4A" w14:textId="399C8C31"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34</w:t>
            </w:r>
          </w:p>
        </w:tc>
        <w:tc>
          <w:tcPr>
            <w:tcW w:w="6691" w:type="dxa"/>
            <w:tcBorders>
              <w:top w:val="nil"/>
              <w:left w:val="nil"/>
              <w:bottom w:val="single" w:sz="4" w:space="0" w:color="auto"/>
              <w:right w:val="single" w:sz="4" w:space="0" w:color="auto"/>
            </w:tcBorders>
            <w:shd w:val="clear" w:color="auto" w:fill="auto"/>
            <w:vAlign w:val="center"/>
          </w:tcPr>
          <w:p w14:paraId="432B29EA" w14:textId="45BB15CF"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 xml:space="preserve">Kit coupleur connecteur </w:t>
            </w:r>
          </w:p>
        </w:tc>
        <w:tc>
          <w:tcPr>
            <w:tcW w:w="850" w:type="dxa"/>
            <w:tcBorders>
              <w:top w:val="nil"/>
              <w:left w:val="nil"/>
              <w:bottom w:val="single" w:sz="4" w:space="0" w:color="auto"/>
              <w:right w:val="single" w:sz="4" w:space="0" w:color="auto"/>
            </w:tcBorders>
            <w:shd w:val="clear" w:color="auto" w:fill="auto"/>
            <w:vAlign w:val="center"/>
          </w:tcPr>
          <w:p w14:paraId="69F3BC4A" w14:textId="35407028"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68B4B42" w14:textId="041B6CBA"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50</w:t>
            </w:r>
          </w:p>
        </w:tc>
        <w:tc>
          <w:tcPr>
            <w:tcW w:w="1842" w:type="dxa"/>
            <w:vAlign w:val="center"/>
          </w:tcPr>
          <w:p w14:paraId="68D2FDCA" w14:textId="77777777" w:rsidR="00DB42AC" w:rsidRPr="00A94E5E" w:rsidRDefault="00DB42AC" w:rsidP="00DB42AC">
            <w:pPr>
              <w:spacing w:line="228" w:lineRule="auto"/>
              <w:rPr>
                <w:rFonts w:ascii="Century Gothic" w:hAnsi="Century Gothic" w:cs="Arial"/>
                <w:sz w:val="22"/>
                <w:szCs w:val="22"/>
              </w:rPr>
            </w:pPr>
          </w:p>
        </w:tc>
        <w:tc>
          <w:tcPr>
            <w:tcW w:w="2410" w:type="dxa"/>
          </w:tcPr>
          <w:p w14:paraId="015F0DEC" w14:textId="77777777" w:rsidR="00DB42AC" w:rsidRPr="00A94E5E" w:rsidRDefault="00DB42AC" w:rsidP="00DB42AC">
            <w:pPr>
              <w:spacing w:line="228" w:lineRule="auto"/>
              <w:rPr>
                <w:rFonts w:ascii="Century Gothic" w:hAnsi="Century Gothic" w:cs="Arial"/>
                <w:sz w:val="22"/>
                <w:szCs w:val="22"/>
              </w:rPr>
            </w:pPr>
          </w:p>
        </w:tc>
      </w:tr>
      <w:tr w:rsidR="00DB42AC" w:rsidRPr="0061096D" w14:paraId="02316D27"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50E604C" w14:textId="2B26C5E8"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35</w:t>
            </w:r>
          </w:p>
        </w:tc>
        <w:tc>
          <w:tcPr>
            <w:tcW w:w="6691" w:type="dxa"/>
            <w:tcBorders>
              <w:top w:val="nil"/>
              <w:left w:val="nil"/>
              <w:bottom w:val="single" w:sz="4" w:space="0" w:color="auto"/>
              <w:right w:val="single" w:sz="4" w:space="0" w:color="auto"/>
            </w:tcBorders>
            <w:shd w:val="clear" w:color="auto" w:fill="auto"/>
            <w:vAlign w:val="center"/>
          </w:tcPr>
          <w:p w14:paraId="73913918" w14:textId="098320D0"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 xml:space="preserve">Gants nitrile sans poudre jetables </w:t>
            </w:r>
          </w:p>
        </w:tc>
        <w:tc>
          <w:tcPr>
            <w:tcW w:w="850" w:type="dxa"/>
            <w:tcBorders>
              <w:top w:val="nil"/>
              <w:left w:val="nil"/>
              <w:bottom w:val="single" w:sz="4" w:space="0" w:color="auto"/>
              <w:right w:val="single" w:sz="4" w:space="0" w:color="auto"/>
            </w:tcBorders>
            <w:shd w:val="clear" w:color="auto" w:fill="auto"/>
            <w:vAlign w:val="center"/>
          </w:tcPr>
          <w:p w14:paraId="254846BB" w14:textId="068E82A3"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0CE34E5" w14:textId="24366E19"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61D02189" w14:textId="77777777" w:rsidR="00DB42AC" w:rsidRPr="00A94E5E" w:rsidRDefault="00DB42AC" w:rsidP="00DB42AC">
            <w:pPr>
              <w:spacing w:line="228" w:lineRule="auto"/>
              <w:rPr>
                <w:rFonts w:ascii="Century Gothic" w:hAnsi="Century Gothic" w:cs="Arial"/>
                <w:sz w:val="22"/>
                <w:szCs w:val="22"/>
              </w:rPr>
            </w:pPr>
          </w:p>
        </w:tc>
        <w:tc>
          <w:tcPr>
            <w:tcW w:w="2410" w:type="dxa"/>
          </w:tcPr>
          <w:p w14:paraId="08A377A3" w14:textId="77777777" w:rsidR="00DB42AC" w:rsidRPr="00A94E5E" w:rsidRDefault="00DB42AC" w:rsidP="00DB42AC">
            <w:pPr>
              <w:spacing w:line="228" w:lineRule="auto"/>
              <w:rPr>
                <w:rFonts w:ascii="Century Gothic" w:hAnsi="Century Gothic" w:cs="Arial"/>
                <w:sz w:val="22"/>
                <w:szCs w:val="22"/>
              </w:rPr>
            </w:pPr>
          </w:p>
        </w:tc>
      </w:tr>
      <w:tr w:rsidR="00DB42AC" w:rsidRPr="0061096D" w14:paraId="1CBFB091"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C77C00A" w14:textId="572A887A"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36</w:t>
            </w:r>
          </w:p>
        </w:tc>
        <w:tc>
          <w:tcPr>
            <w:tcW w:w="6691" w:type="dxa"/>
            <w:tcBorders>
              <w:top w:val="nil"/>
              <w:left w:val="nil"/>
              <w:bottom w:val="single" w:sz="4" w:space="0" w:color="auto"/>
              <w:right w:val="single" w:sz="4" w:space="0" w:color="auto"/>
            </w:tcBorders>
            <w:shd w:val="clear" w:color="auto" w:fill="auto"/>
            <w:vAlign w:val="center"/>
          </w:tcPr>
          <w:p w14:paraId="190F2D7B" w14:textId="15C29088"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Kit des manchons thermo rétractables (paquet)</w:t>
            </w:r>
          </w:p>
        </w:tc>
        <w:tc>
          <w:tcPr>
            <w:tcW w:w="850" w:type="dxa"/>
            <w:tcBorders>
              <w:top w:val="nil"/>
              <w:left w:val="nil"/>
              <w:bottom w:val="single" w:sz="4" w:space="0" w:color="auto"/>
              <w:right w:val="single" w:sz="4" w:space="0" w:color="auto"/>
            </w:tcBorders>
            <w:shd w:val="clear" w:color="auto" w:fill="auto"/>
            <w:vAlign w:val="center"/>
          </w:tcPr>
          <w:p w14:paraId="7650863F" w14:textId="642F6D92"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A3B126E" w14:textId="0A8B74C6"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15</w:t>
            </w:r>
          </w:p>
        </w:tc>
        <w:tc>
          <w:tcPr>
            <w:tcW w:w="1842" w:type="dxa"/>
            <w:vAlign w:val="center"/>
          </w:tcPr>
          <w:p w14:paraId="173EBD09" w14:textId="77777777" w:rsidR="00DB42AC" w:rsidRPr="00A94E5E" w:rsidRDefault="00DB42AC" w:rsidP="00DB42AC">
            <w:pPr>
              <w:spacing w:line="228" w:lineRule="auto"/>
              <w:rPr>
                <w:rFonts w:ascii="Century Gothic" w:hAnsi="Century Gothic" w:cs="Arial"/>
                <w:sz w:val="22"/>
                <w:szCs w:val="22"/>
              </w:rPr>
            </w:pPr>
          </w:p>
        </w:tc>
        <w:tc>
          <w:tcPr>
            <w:tcW w:w="2410" w:type="dxa"/>
          </w:tcPr>
          <w:p w14:paraId="5CE6C926" w14:textId="77777777" w:rsidR="00DB42AC" w:rsidRPr="00A94E5E" w:rsidRDefault="00DB42AC" w:rsidP="00DB42AC">
            <w:pPr>
              <w:spacing w:line="228" w:lineRule="auto"/>
              <w:rPr>
                <w:rFonts w:ascii="Century Gothic" w:hAnsi="Century Gothic" w:cs="Arial"/>
                <w:sz w:val="22"/>
                <w:szCs w:val="22"/>
              </w:rPr>
            </w:pPr>
          </w:p>
        </w:tc>
      </w:tr>
      <w:tr w:rsidR="00DB42AC" w:rsidRPr="0061096D" w14:paraId="0F9E798D"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E4EC93A" w14:textId="230B97A3"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37</w:t>
            </w:r>
          </w:p>
        </w:tc>
        <w:tc>
          <w:tcPr>
            <w:tcW w:w="6691" w:type="dxa"/>
            <w:tcBorders>
              <w:top w:val="nil"/>
              <w:left w:val="nil"/>
              <w:bottom w:val="single" w:sz="4" w:space="0" w:color="auto"/>
              <w:right w:val="single" w:sz="4" w:space="0" w:color="auto"/>
            </w:tcBorders>
            <w:shd w:val="clear" w:color="auto" w:fill="auto"/>
            <w:vAlign w:val="center"/>
          </w:tcPr>
          <w:p w14:paraId="0F8A9CA7" w14:textId="0EC51B8A" w:rsidR="00DB42AC" w:rsidRPr="00A94E5E" w:rsidRDefault="00DB42AC" w:rsidP="00DB42AC">
            <w:pPr>
              <w:spacing w:line="228" w:lineRule="auto"/>
              <w:rPr>
                <w:rFonts w:ascii="Century Gothic" w:hAnsi="Century Gothic" w:cs="Arial"/>
                <w:sz w:val="22"/>
                <w:szCs w:val="22"/>
              </w:rPr>
            </w:pPr>
            <w:r>
              <w:rPr>
                <w:rFonts w:ascii="Century Gothic" w:hAnsi="Century Gothic" w:cs="Calibri"/>
                <w:color w:val="000000"/>
                <w:sz w:val="22"/>
                <w:szCs w:val="22"/>
              </w:rPr>
              <w:t xml:space="preserve">Bobine de fil d'étain </w:t>
            </w:r>
          </w:p>
        </w:tc>
        <w:tc>
          <w:tcPr>
            <w:tcW w:w="850" w:type="dxa"/>
            <w:tcBorders>
              <w:top w:val="nil"/>
              <w:left w:val="nil"/>
              <w:bottom w:val="single" w:sz="4" w:space="0" w:color="auto"/>
              <w:right w:val="single" w:sz="4" w:space="0" w:color="auto"/>
            </w:tcBorders>
            <w:shd w:val="clear" w:color="auto" w:fill="auto"/>
            <w:vAlign w:val="center"/>
          </w:tcPr>
          <w:p w14:paraId="53A85955" w14:textId="3ABE3003"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C77E139" w14:textId="2D44A361"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20</w:t>
            </w:r>
          </w:p>
        </w:tc>
        <w:tc>
          <w:tcPr>
            <w:tcW w:w="1842" w:type="dxa"/>
            <w:vAlign w:val="center"/>
          </w:tcPr>
          <w:p w14:paraId="1E0855A0" w14:textId="77777777" w:rsidR="00DB42AC" w:rsidRPr="00A94E5E" w:rsidRDefault="00DB42AC" w:rsidP="00DB42AC">
            <w:pPr>
              <w:spacing w:line="228" w:lineRule="auto"/>
              <w:rPr>
                <w:rFonts w:ascii="Century Gothic" w:hAnsi="Century Gothic" w:cs="Arial"/>
                <w:sz w:val="22"/>
                <w:szCs w:val="22"/>
              </w:rPr>
            </w:pPr>
          </w:p>
        </w:tc>
        <w:tc>
          <w:tcPr>
            <w:tcW w:w="2410" w:type="dxa"/>
          </w:tcPr>
          <w:p w14:paraId="40C98FCD" w14:textId="77777777" w:rsidR="00DB42AC" w:rsidRPr="00A94E5E" w:rsidRDefault="00DB42AC" w:rsidP="00DB42AC">
            <w:pPr>
              <w:spacing w:line="228" w:lineRule="auto"/>
              <w:rPr>
                <w:rFonts w:ascii="Century Gothic" w:hAnsi="Century Gothic" w:cs="Arial"/>
                <w:sz w:val="22"/>
                <w:szCs w:val="22"/>
              </w:rPr>
            </w:pPr>
          </w:p>
        </w:tc>
      </w:tr>
      <w:tr w:rsidR="00DB42AC" w:rsidRPr="0061096D" w14:paraId="4BE2BA2C" w14:textId="77777777" w:rsidTr="007F4822">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2DDA80D" w14:textId="3D3C943C" w:rsidR="00DB42AC" w:rsidRPr="0061096D" w:rsidRDefault="00DB42AC" w:rsidP="00DB42AC">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38</w:t>
            </w:r>
          </w:p>
        </w:tc>
        <w:tc>
          <w:tcPr>
            <w:tcW w:w="6691" w:type="dxa"/>
            <w:tcBorders>
              <w:top w:val="nil"/>
              <w:left w:val="nil"/>
              <w:bottom w:val="single" w:sz="4" w:space="0" w:color="auto"/>
              <w:right w:val="single" w:sz="4" w:space="0" w:color="auto"/>
            </w:tcBorders>
            <w:shd w:val="clear" w:color="auto" w:fill="auto"/>
            <w:vAlign w:val="center"/>
          </w:tcPr>
          <w:p w14:paraId="2C84C62D" w14:textId="580F8D06" w:rsidR="00DB42AC" w:rsidRPr="00A94E5E" w:rsidRDefault="00DB42AC" w:rsidP="00DB42AC">
            <w:pPr>
              <w:spacing w:line="228" w:lineRule="auto"/>
              <w:rPr>
                <w:rFonts w:ascii="Century Gothic" w:hAnsi="Century Gothic" w:cs="Arial"/>
                <w:sz w:val="22"/>
                <w:szCs w:val="22"/>
              </w:rPr>
            </w:pPr>
            <w:r>
              <w:rPr>
                <w:rFonts w:ascii="Century Gothic" w:hAnsi="Century Gothic" w:cs="Arial"/>
                <w:color w:val="000000"/>
                <w:sz w:val="22"/>
                <w:szCs w:val="22"/>
              </w:rPr>
              <w:t>Protection extérieur d’aile de voiture</w:t>
            </w:r>
          </w:p>
        </w:tc>
        <w:tc>
          <w:tcPr>
            <w:tcW w:w="850" w:type="dxa"/>
            <w:tcBorders>
              <w:top w:val="nil"/>
              <w:left w:val="nil"/>
              <w:bottom w:val="single" w:sz="4" w:space="0" w:color="auto"/>
              <w:right w:val="single" w:sz="4" w:space="0" w:color="auto"/>
            </w:tcBorders>
            <w:shd w:val="clear" w:color="auto" w:fill="auto"/>
            <w:vAlign w:val="center"/>
          </w:tcPr>
          <w:p w14:paraId="7CB382D0" w14:textId="67A2071A"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DAE56EF" w14:textId="4DF76E2D" w:rsidR="00DB42AC" w:rsidRPr="00A94E5E" w:rsidRDefault="00DB42AC" w:rsidP="00DB42AC">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449BB8E" w14:textId="77777777" w:rsidR="00DB42AC" w:rsidRPr="00A94E5E" w:rsidRDefault="00DB42AC" w:rsidP="00DB42AC">
            <w:pPr>
              <w:spacing w:line="228" w:lineRule="auto"/>
              <w:rPr>
                <w:rFonts w:ascii="Century Gothic" w:hAnsi="Century Gothic" w:cs="Arial"/>
                <w:sz w:val="22"/>
                <w:szCs w:val="22"/>
              </w:rPr>
            </w:pPr>
          </w:p>
        </w:tc>
        <w:tc>
          <w:tcPr>
            <w:tcW w:w="2410" w:type="dxa"/>
          </w:tcPr>
          <w:p w14:paraId="4BAD2149" w14:textId="77777777" w:rsidR="00DB42AC" w:rsidRPr="00A94E5E" w:rsidRDefault="00DB42AC" w:rsidP="00DB42AC">
            <w:pPr>
              <w:spacing w:line="228" w:lineRule="auto"/>
              <w:rPr>
                <w:rFonts w:ascii="Century Gothic" w:hAnsi="Century Gothic" w:cs="Arial"/>
                <w:sz w:val="22"/>
                <w:szCs w:val="22"/>
              </w:rPr>
            </w:pPr>
          </w:p>
        </w:tc>
      </w:tr>
      <w:tr w:rsidR="00407343" w:rsidRPr="0061096D" w14:paraId="723BEDB1" w14:textId="77777777" w:rsidTr="00FB1A82">
        <w:trPr>
          <w:trHeight w:val="170"/>
          <w:jc w:val="center"/>
        </w:trPr>
        <w:tc>
          <w:tcPr>
            <w:tcW w:w="11335" w:type="dxa"/>
            <w:gridSpan w:val="5"/>
          </w:tcPr>
          <w:p w14:paraId="79AD2A6A" w14:textId="77777777" w:rsidR="00407343" w:rsidRPr="0061096D" w:rsidRDefault="00407343" w:rsidP="00A94E5E">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HTVA (MAD)</w:t>
            </w:r>
          </w:p>
        </w:tc>
        <w:tc>
          <w:tcPr>
            <w:tcW w:w="2410" w:type="dxa"/>
          </w:tcPr>
          <w:p w14:paraId="03411128" w14:textId="77777777" w:rsidR="00407343" w:rsidRPr="0061096D" w:rsidRDefault="00407343" w:rsidP="00407343">
            <w:pPr>
              <w:tabs>
                <w:tab w:val="left" w:pos="2091"/>
              </w:tabs>
              <w:jc w:val="center"/>
              <w:rPr>
                <w:rFonts w:ascii="Century Gothic" w:hAnsi="Century Gothic" w:cstheme="minorBidi"/>
                <w:b/>
                <w:sz w:val="22"/>
                <w:szCs w:val="22"/>
              </w:rPr>
            </w:pPr>
          </w:p>
        </w:tc>
      </w:tr>
      <w:tr w:rsidR="00407343" w:rsidRPr="0061096D" w14:paraId="481AE68D" w14:textId="77777777" w:rsidTr="00FB1A82">
        <w:trPr>
          <w:trHeight w:val="170"/>
          <w:jc w:val="center"/>
        </w:trPr>
        <w:tc>
          <w:tcPr>
            <w:tcW w:w="11335" w:type="dxa"/>
            <w:gridSpan w:val="5"/>
          </w:tcPr>
          <w:p w14:paraId="001A880F" w14:textId="77777777" w:rsidR="00407343" w:rsidRPr="0061096D" w:rsidRDefault="00407343" w:rsidP="00A94E5E">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TVA (Taux …..%) (MAD)</w:t>
            </w:r>
          </w:p>
        </w:tc>
        <w:tc>
          <w:tcPr>
            <w:tcW w:w="2410" w:type="dxa"/>
          </w:tcPr>
          <w:p w14:paraId="14E24918" w14:textId="77777777" w:rsidR="00407343" w:rsidRPr="0061096D" w:rsidRDefault="00407343" w:rsidP="00407343">
            <w:pPr>
              <w:tabs>
                <w:tab w:val="left" w:pos="2091"/>
              </w:tabs>
              <w:jc w:val="center"/>
              <w:rPr>
                <w:rFonts w:ascii="Century Gothic" w:hAnsi="Century Gothic" w:cstheme="minorBidi"/>
                <w:b/>
                <w:sz w:val="22"/>
                <w:szCs w:val="22"/>
              </w:rPr>
            </w:pPr>
          </w:p>
        </w:tc>
      </w:tr>
      <w:tr w:rsidR="00407343" w:rsidRPr="0061096D" w14:paraId="3B8C33DE" w14:textId="77777777" w:rsidTr="00FB1A82">
        <w:trPr>
          <w:trHeight w:val="170"/>
          <w:jc w:val="center"/>
        </w:trPr>
        <w:tc>
          <w:tcPr>
            <w:tcW w:w="11335" w:type="dxa"/>
            <w:gridSpan w:val="5"/>
          </w:tcPr>
          <w:p w14:paraId="4B0B8658" w14:textId="77777777" w:rsidR="00407343" w:rsidRPr="0061096D" w:rsidRDefault="00407343" w:rsidP="00A94E5E">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TTC (MAD)</w:t>
            </w:r>
          </w:p>
        </w:tc>
        <w:tc>
          <w:tcPr>
            <w:tcW w:w="2410" w:type="dxa"/>
          </w:tcPr>
          <w:p w14:paraId="142DC932" w14:textId="77777777" w:rsidR="00407343" w:rsidRPr="0061096D" w:rsidRDefault="00407343" w:rsidP="00407343">
            <w:pPr>
              <w:tabs>
                <w:tab w:val="left" w:pos="2091"/>
              </w:tabs>
              <w:jc w:val="center"/>
              <w:rPr>
                <w:rFonts w:ascii="Century Gothic" w:hAnsi="Century Gothic" w:cstheme="minorBidi"/>
                <w:b/>
                <w:sz w:val="22"/>
                <w:szCs w:val="22"/>
              </w:rPr>
            </w:pPr>
          </w:p>
        </w:tc>
      </w:tr>
    </w:tbl>
    <w:p w14:paraId="0CAEA80A" w14:textId="77777777" w:rsidR="00FC615A" w:rsidRPr="00503F3C" w:rsidRDefault="00FC615A" w:rsidP="00FC615A">
      <w:pPr>
        <w:tabs>
          <w:tab w:val="left" w:pos="2925"/>
          <w:tab w:val="right" w:pos="6887"/>
        </w:tabs>
        <w:rPr>
          <w:rFonts w:ascii="Century Gothic" w:hAnsi="Century Gothic"/>
          <w:sz w:val="22"/>
          <w:szCs w:val="22"/>
        </w:rPr>
      </w:pPr>
    </w:p>
    <w:p w14:paraId="237139B0" w14:textId="77777777" w:rsidR="00FC615A" w:rsidRDefault="00FC615A" w:rsidP="00FC615A">
      <w:pPr>
        <w:tabs>
          <w:tab w:val="left" w:pos="2925"/>
          <w:tab w:val="right" w:pos="6887"/>
        </w:tabs>
        <w:rPr>
          <w:rFonts w:ascii="Century Gothic" w:hAnsi="Century Gothic" w:cstheme="minorBidi"/>
          <w:b/>
          <w:bCs/>
          <w:sz w:val="22"/>
          <w:szCs w:val="22"/>
        </w:rPr>
      </w:pPr>
      <w:r w:rsidRPr="00503F3C">
        <w:rPr>
          <w:rFonts w:ascii="Century Gothic" w:hAnsi="Century Gothic" w:cstheme="minorBidi"/>
          <w:b/>
          <w:bCs/>
          <w:sz w:val="22"/>
          <w:szCs w:val="22"/>
        </w:rPr>
        <w:t>Important : Vu que les prestations objet du présent appel d’offres sont destinées uniquement à la formation professionnelle, il y a lieu de proposer des prix préférentiels à ce sujet.</w:t>
      </w:r>
    </w:p>
    <w:p w14:paraId="2085EDAC" w14:textId="77777777" w:rsidR="00BE2B26" w:rsidRDefault="00FC615A" w:rsidP="00FC615A">
      <w:pPr>
        <w:tabs>
          <w:tab w:val="left" w:pos="2925"/>
          <w:tab w:val="right" w:pos="6887"/>
        </w:tabs>
        <w:rPr>
          <w:rFonts w:ascii="Century Gothic" w:hAnsi="Century Gothic" w:cstheme="minorBidi"/>
          <w:b/>
          <w:sz w:val="22"/>
          <w:szCs w:val="22"/>
        </w:rPr>
      </w:pPr>
      <w:r>
        <w:rPr>
          <w:rFonts w:ascii="Century Gothic" w:hAnsi="Century Gothic" w:cstheme="minorBidi"/>
          <w:b/>
          <w:sz w:val="22"/>
          <w:szCs w:val="22"/>
        </w:rPr>
        <w:t xml:space="preserve">                                                                             </w:t>
      </w:r>
    </w:p>
    <w:p w14:paraId="49BED54D" w14:textId="6DA0123D" w:rsidR="00FC615A" w:rsidRPr="00503F3C" w:rsidRDefault="00FC615A" w:rsidP="00BE2B26">
      <w:pPr>
        <w:tabs>
          <w:tab w:val="left" w:pos="2925"/>
          <w:tab w:val="right" w:pos="6887"/>
        </w:tabs>
        <w:jc w:val="center"/>
        <w:rPr>
          <w:rFonts w:ascii="Century Gothic" w:hAnsi="Century Gothic" w:cstheme="minorBidi"/>
          <w:b/>
          <w:bCs/>
          <w:sz w:val="22"/>
          <w:szCs w:val="22"/>
        </w:rPr>
      </w:pPr>
      <w:r>
        <w:rPr>
          <w:rFonts w:ascii="Century Gothic" w:hAnsi="Century Gothic" w:cstheme="minorBidi"/>
          <w:b/>
          <w:sz w:val="22"/>
          <w:szCs w:val="22"/>
        </w:rPr>
        <w:t>Fait à ………………… le …………………</w:t>
      </w:r>
    </w:p>
    <w:p w14:paraId="3909C5F0" w14:textId="30E8A539" w:rsidR="00FC615A" w:rsidRDefault="00FC615A" w:rsidP="00671BCE">
      <w:pPr>
        <w:tabs>
          <w:tab w:val="left" w:pos="2925"/>
          <w:tab w:val="right" w:pos="6887"/>
        </w:tabs>
        <w:rPr>
          <w:rFonts w:ascii="Century Gothic" w:hAnsi="Century Gothic" w:cstheme="minorBidi"/>
          <w:b/>
          <w:bCs/>
          <w:sz w:val="22"/>
          <w:szCs w:val="22"/>
        </w:rPr>
      </w:pPr>
    </w:p>
    <w:p w14:paraId="46FB4F4B" w14:textId="6817474F" w:rsidR="00FC615A" w:rsidRDefault="00FC615A" w:rsidP="00BE2B26">
      <w:pPr>
        <w:tabs>
          <w:tab w:val="left" w:pos="2925"/>
          <w:tab w:val="right" w:pos="6887"/>
        </w:tabs>
        <w:jc w:val="center"/>
        <w:rPr>
          <w:rFonts w:ascii="Century Gothic" w:hAnsi="Century Gothic" w:cstheme="minorBidi"/>
          <w:b/>
          <w:bCs/>
          <w:sz w:val="22"/>
          <w:szCs w:val="22"/>
        </w:rPr>
      </w:pPr>
      <w:r w:rsidRPr="00503F3C">
        <w:rPr>
          <w:rFonts w:ascii="Century Gothic" w:hAnsi="Century Gothic" w:cstheme="minorBidi"/>
          <w:b/>
          <w:bCs/>
          <w:sz w:val="22"/>
          <w:szCs w:val="22"/>
        </w:rPr>
        <w:t>Signature et cachet du concurrent</w:t>
      </w:r>
    </w:p>
    <w:p w14:paraId="681683ED" w14:textId="1FAA1C40" w:rsidR="00FC615A" w:rsidRDefault="00FC615A" w:rsidP="00671BCE">
      <w:pPr>
        <w:tabs>
          <w:tab w:val="left" w:pos="5497"/>
        </w:tabs>
        <w:rPr>
          <w:rFonts w:ascii="Century Gothic" w:hAnsi="Century Gothic" w:cstheme="minorBidi"/>
          <w:b/>
          <w:bCs/>
          <w:sz w:val="22"/>
          <w:szCs w:val="22"/>
        </w:rPr>
      </w:pPr>
    </w:p>
    <w:p w14:paraId="0B970FE8" w14:textId="76B38A2F" w:rsidR="00FC615A" w:rsidRDefault="00671BCE" w:rsidP="00671BCE">
      <w:pPr>
        <w:tabs>
          <w:tab w:val="left" w:pos="5497"/>
        </w:tabs>
        <w:rPr>
          <w:rFonts w:ascii="Century Gothic" w:hAnsi="Century Gothic" w:cstheme="minorBidi"/>
          <w:b/>
          <w:bCs/>
          <w:sz w:val="22"/>
          <w:szCs w:val="22"/>
        </w:rPr>
        <w:sectPr w:rsidR="00FC615A" w:rsidSect="00186480">
          <w:pgSz w:w="16838" w:h="11906" w:orient="landscape"/>
          <w:pgMar w:top="1134" w:right="1106" w:bottom="1134" w:left="992" w:header="284" w:footer="221" w:gutter="0"/>
          <w:cols w:space="708"/>
          <w:docGrid w:linePitch="360"/>
        </w:sectPr>
      </w:pPr>
      <w:r>
        <w:rPr>
          <w:rFonts w:ascii="Century Gothic" w:hAnsi="Century Gothic" w:cstheme="minorBidi"/>
          <w:b/>
          <w:bCs/>
          <w:sz w:val="22"/>
          <w:szCs w:val="22"/>
        </w:rPr>
        <w:tab/>
      </w:r>
    </w:p>
    <w:p w14:paraId="1799A948" w14:textId="6C615DB7" w:rsidR="00787A3D" w:rsidRPr="004355A6" w:rsidRDefault="004355A6" w:rsidP="004355A6">
      <w:pPr>
        <w:pStyle w:val="Paragraphedeliste"/>
        <w:widowControl w:val="0"/>
        <w:numPr>
          <w:ilvl w:val="0"/>
          <w:numId w:val="83"/>
        </w:numPr>
        <w:tabs>
          <w:tab w:val="left" w:pos="851"/>
        </w:tabs>
        <w:autoSpaceDE w:val="0"/>
        <w:autoSpaceDN w:val="0"/>
        <w:adjustRightInd w:val="0"/>
        <w:spacing w:line="276" w:lineRule="auto"/>
        <w:ind w:right="-20"/>
        <w:contextualSpacing/>
        <w:rPr>
          <w:rFonts w:ascii="Century Gothic" w:hAnsi="Century Gothic" w:cs="Arial"/>
          <w:b/>
          <w:bCs/>
          <w:spacing w:val="1"/>
          <w:position w:val="1"/>
        </w:rPr>
      </w:pPr>
      <w:r w:rsidRPr="00901A07">
        <w:rPr>
          <w:rFonts w:ascii="Century Gothic" w:hAnsi="Century Gothic" w:cs="Calibri"/>
          <w:b/>
          <w:szCs w:val="32"/>
        </w:rPr>
        <w:lastRenderedPageBreak/>
        <w:t>Lot N°0</w:t>
      </w:r>
      <w:r>
        <w:rPr>
          <w:rFonts w:ascii="Century Gothic" w:hAnsi="Century Gothic" w:cs="Calibri"/>
          <w:b/>
          <w:szCs w:val="32"/>
        </w:rPr>
        <w:t>2</w:t>
      </w:r>
      <w:r w:rsidRPr="00901A07">
        <w:rPr>
          <w:rFonts w:ascii="Century Gothic" w:hAnsi="Century Gothic" w:cs="Calibri"/>
          <w:b/>
          <w:szCs w:val="32"/>
        </w:rPr>
        <w:t> : Petit Outillage</w:t>
      </w:r>
      <w:r>
        <w:rPr>
          <w:rFonts w:ascii="Century Gothic" w:hAnsi="Century Gothic" w:cs="Calibri"/>
          <w:b/>
          <w:szCs w:val="32"/>
        </w:rPr>
        <w:t xml:space="preserve"> en mécanique automobile (RVA-REM)</w:t>
      </w:r>
    </w:p>
    <w:p w14:paraId="518B86CE" w14:textId="77777777" w:rsidR="001F0CD9" w:rsidRPr="00503F3C" w:rsidRDefault="001F0CD9" w:rsidP="001F0CD9">
      <w:pPr>
        <w:ind w:left="426"/>
        <w:jc w:val="both"/>
        <w:rPr>
          <w:rFonts w:ascii="Century Gothic" w:hAnsi="Century Gothic" w:cs="Arial"/>
          <w:szCs w:val="14"/>
        </w:rPr>
      </w:pPr>
      <w:r w:rsidRPr="00503F3C">
        <w:rPr>
          <w:rFonts w:ascii="Century Gothic" w:hAnsi="Century Gothic" w:cs="Arial"/>
          <w:szCs w:val="14"/>
        </w:rPr>
        <w:t>N.B : Les soumissionnaires sont invités à remplir la case « Proposition du soumissionnaire » en précisant les caractéristiques du matériel proposé.</w:t>
      </w:r>
    </w:p>
    <w:p w14:paraId="70BF7DE6" w14:textId="77777777" w:rsidR="001F0CD9" w:rsidRPr="00972811" w:rsidRDefault="001F0CD9" w:rsidP="001F0CD9">
      <w:pPr>
        <w:pStyle w:val="Paragraphedeliste"/>
        <w:numPr>
          <w:ilvl w:val="0"/>
          <w:numId w:val="82"/>
        </w:numPr>
        <w:jc w:val="both"/>
        <w:rPr>
          <w:rFonts w:ascii="Century Gothic" w:hAnsi="Century Gothic" w:cs="Arial"/>
          <w:szCs w:val="14"/>
        </w:rPr>
      </w:pPr>
      <w:r w:rsidRPr="00972811">
        <w:rPr>
          <w:rFonts w:ascii="Century Gothic" w:hAnsi="Century Gothic" w:cs="Arial"/>
          <w:szCs w:val="14"/>
        </w:rPr>
        <w:t>Tout article ne répondant pas aux spécifications demandées sera déclaré non conforme.</w:t>
      </w:r>
    </w:p>
    <w:p w14:paraId="7D4DE46D" w14:textId="77777777" w:rsidR="001F0CD9" w:rsidRPr="00972811" w:rsidRDefault="001F0CD9" w:rsidP="001F0CD9">
      <w:pPr>
        <w:pStyle w:val="Paragraphedeliste"/>
        <w:numPr>
          <w:ilvl w:val="0"/>
          <w:numId w:val="82"/>
        </w:numPr>
        <w:jc w:val="both"/>
        <w:rPr>
          <w:rFonts w:ascii="Century Gothic" w:hAnsi="Century Gothic" w:cs="Arial"/>
          <w:szCs w:val="14"/>
        </w:rPr>
      </w:pPr>
      <w:r w:rsidRPr="00972811">
        <w:rPr>
          <w:rFonts w:ascii="Century Gothic" w:hAnsi="Century Gothic" w:cs="Arial"/>
          <w:szCs w:val="14"/>
        </w:rPr>
        <w:t>Les colonnes « Désignation et caractéristiques techniques » et « Appréciation de l’administration » ne doivent pas être renseignées ou modifiées</w:t>
      </w:r>
    </w:p>
    <w:p w14:paraId="30411DD0" w14:textId="77777777" w:rsidR="001F0CD9" w:rsidRDefault="001F0CD9" w:rsidP="001F0CD9">
      <w:pPr>
        <w:pStyle w:val="Paragraphedeliste"/>
        <w:numPr>
          <w:ilvl w:val="0"/>
          <w:numId w:val="82"/>
        </w:numPr>
        <w:jc w:val="both"/>
        <w:rPr>
          <w:rFonts w:ascii="Century Gothic" w:hAnsi="Century Gothic" w:cs="Arial"/>
          <w:szCs w:val="14"/>
        </w:rPr>
      </w:pPr>
      <w:r w:rsidRPr="00972811">
        <w:rPr>
          <w:rFonts w:ascii="Century Gothic" w:hAnsi="Century Gothic" w:cs="Arial"/>
          <w:szCs w:val="14"/>
        </w:rPr>
        <w:t>Le concurrent est tenu de renseigner pour chaque Item les caractéristiques des fournitures proposées et ce, dans le cadre de la colonne « Proposition du soumissionnaire » et la ligne correspondante à l’item.</w:t>
      </w:r>
    </w:p>
    <w:p w14:paraId="2A491A87" w14:textId="4989C4D8" w:rsidR="001F0CD9" w:rsidRPr="001F0CD9" w:rsidRDefault="001F0CD9" w:rsidP="001F0CD9">
      <w:pPr>
        <w:pStyle w:val="Paragraphedeliste"/>
        <w:numPr>
          <w:ilvl w:val="0"/>
          <w:numId w:val="82"/>
        </w:numPr>
        <w:jc w:val="both"/>
        <w:rPr>
          <w:rFonts w:ascii="Century Gothic" w:hAnsi="Century Gothic" w:cs="Arial"/>
          <w:szCs w:val="14"/>
        </w:rPr>
      </w:pPr>
      <w:r>
        <w:rPr>
          <w:rFonts w:ascii="Century Gothic" w:hAnsi="Century Gothic" w:cs="Arial"/>
          <w:szCs w:val="14"/>
        </w:rPr>
        <w:t>Les valeurs des dimensions, longueurs, capacités,…. Doivent être renseignés d’une manière précise dans la colonne « Proposition du soumissionnaire ».</w:t>
      </w:r>
    </w:p>
    <w:p w14:paraId="63050D24" w14:textId="77777777" w:rsidR="00FC615A" w:rsidRPr="005F0056" w:rsidRDefault="00FC615A" w:rsidP="00FC615A">
      <w:pPr>
        <w:widowControl w:val="0"/>
        <w:tabs>
          <w:tab w:val="left" w:pos="851"/>
        </w:tabs>
        <w:autoSpaceDE w:val="0"/>
        <w:autoSpaceDN w:val="0"/>
        <w:adjustRightInd w:val="0"/>
        <w:spacing w:line="276" w:lineRule="auto"/>
        <w:ind w:left="360" w:right="-20"/>
        <w:contextualSpacing/>
        <w:rPr>
          <w:rFonts w:ascii="Century Gothic" w:hAnsi="Century Gothic" w:cs="Calibri"/>
          <w:b/>
          <w:szCs w:val="32"/>
          <w:highlight w:val="yellow"/>
        </w:rPr>
      </w:pPr>
    </w:p>
    <w:p w14:paraId="061931C4" w14:textId="1ECB6EC4" w:rsidR="00186480" w:rsidRDefault="00186480" w:rsidP="00186480">
      <w:pPr>
        <w:tabs>
          <w:tab w:val="left" w:pos="2925"/>
          <w:tab w:val="right" w:pos="6887"/>
        </w:tabs>
        <w:rPr>
          <w:rFonts w:ascii="Century Gothic" w:hAnsi="Century Gothic" w:cstheme="minorBidi"/>
          <w:b/>
          <w:sz w:val="26"/>
          <w:szCs w:val="26"/>
          <w:u w:val="single"/>
        </w:rPr>
      </w:pPr>
    </w:p>
    <w:tbl>
      <w:tblPr>
        <w:tblStyle w:val="Grilledutableau"/>
        <w:tblW w:w="9776" w:type="dxa"/>
        <w:jc w:val="center"/>
        <w:tblLayout w:type="fixed"/>
        <w:tblLook w:val="04A0" w:firstRow="1" w:lastRow="0" w:firstColumn="1" w:lastColumn="0" w:noHBand="0" w:noVBand="1"/>
      </w:tblPr>
      <w:tblGrid>
        <w:gridCol w:w="747"/>
        <w:gridCol w:w="4810"/>
        <w:gridCol w:w="2126"/>
        <w:gridCol w:w="2093"/>
      </w:tblGrid>
      <w:tr w:rsidR="006A5E2C" w:rsidRPr="0061096D" w14:paraId="51D672D2" w14:textId="77777777" w:rsidTr="007F4822">
        <w:trPr>
          <w:trHeight w:val="307"/>
          <w:tblHeader/>
          <w:jc w:val="center"/>
        </w:trPr>
        <w:tc>
          <w:tcPr>
            <w:tcW w:w="747" w:type="dxa"/>
            <w:vAlign w:val="center"/>
          </w:tcPr>
          <w:p w14:paraId="0BFCF251" w14:textId="77777777" w:rsidR="006A5E2C" w:rsidRPr="0061096D" w:rsidRDefault="006A5E2C" w:rsidP="007F4822">
            <w:pPr>
              <w:jc w:val="center"/>
              <w:rPr>
                <w:rFonts w:ascii="Century Gothic" w:hAnsi="Century Gothic" w:cstheme="minorBidi"/>
                <w:b/>
                <w:bCs/>
                <w:sz w:val="22"/>
                <w:szCs w:val="22"/>
              </w:rPr>
            </w:pPr>
            <w:r w:rsidRPr="0061096D">
              <w:rPr>
                <w:rFonts w:ascii="Century Gothic" w:hAnsi="Century Gothic" w:cstheme="minorBidi"/>
                <w:b/>
                <w:bCs/>
                <w:sz w:val="22"/>
                <w:szCs w:val="22"/>
              </w:rPr>
              <w:t>Item N°</w:t>
            </w:r>
          </w:p>
        </w:tc>
        <w:tc>
          <w:tcPr>
            <w:tcW w:w="4810" w:type="dxa"/>
            <w:vAlign w:val="center"/>
          </w:tcPr>
          <w:p w14:paraId="01E8D403" w14:textId="77777777" w:rsidR="006A5E2C" w:rsidRPr="0061096D" w:rsidRDefault="006A5E2C" w:rsidP="007F4822">
            <w:pPr>
              <w:jc w:val="center"/>
              <w:rPr>
                <w:rFonts w:ascii="Century Gothic" w:hAnsi="Century Gothic" w:cstheme="minorBidi"/>
                <w:b/>
                <w:bCs/>
                <w:sz w:val="22"/>
                <w:szCs w:val="22"/>
              </w:rPr>
            </w:pPr>
            <w:r w:rsidRPr="0061096D">
              <w:rPr>
                <w:rFonts w:ascii="Century Gothic" w:hAnsi="Century Gothic" w:cstheme="minorBidi"/>
                <w:b/>
                <w:bCs/>
                <w:sz w:val="22"/>
                <w:szCs w:val="22"/>
              </w:rPr>
              <w:t>Désignation et caractéristiques techniques</w:t>
            </w:r>
          </w:p>
        </w:tc>
        <w:tc>
          <w:tcPr>
            <w:tcW w:w="2126" w:type="dxa"/>
            <w:vAlign w:val="center"/>
          </w:tcPr>
          <w:p w14:paraId="5C1A2E9C" w14:textId="77777777" w:rsidR="006A5E2C" w:rsidRPr="0061096D" w:rsidRDefault="006A5E2C" w:rsidP="007F4822">
            <w:pPr>
              <w:jc w:val="center"/>
              <w:rPr>
                <w:rFonts w:ascii="Century Gothic" w:hAnsi="Century Gothic" w:cstheme="minorBidi"/>
                <w:b/>
                <w:bCs/>
                <w:sz w:val="22"/>
                <w:szCs w:val="22"/>
              </w:rPr>
            </w:pPr>
            <w:r w:rsidRPr="0061096D">
              <w:rPr>
                <w:rFonts w:ascii="Century Gothic" w:hAnsi="Century Gothic" w:cstheme="minorBidi"/>
                <w:b/>
                <w:bCs/>
                <w:sz w:val="22"/>
                <w:szCs w:val="22"/>
              </w:rPr>
              <w:t>Proposition du soumissionnaire</w:t>
            </w:r>
          </w:p>
        </w:tc>
        <w:tc>
          <w:tcPr>
            <w:tcW w:w="2093" w:type="dxa"/>
            <w:vAlign w:val="center"/>
          </w:tcPr>
          <w:p w14:paraId="737B075D" w14:textId="77777777" w:rsidR="006A5E2C" w:rsidRPr="0061096D" w:rsidRDefault="006A5E2C" w:rsidP="007F4822">
            <w:pPr>
              <w:jc w:val="center"/>
              <w:rPr>
                <w:rFonts w:ascii="Century Gothic" w:hAnsi="Century Gothic" w:cstheme="minorBidi"/>
                <w:b/>
                <w:bCs/>
                <w:sz w:val="22"/>
                <w:szCs w:val="22"/>
              </w:rPr>
            </w:pPr>
            <w:r w:rsidRPr="0061096D">
              <w:rPr>
                <w:rFonts w:ascii="Century Gothic" w:hAnsi="Century Gothic" w:cstheme="minorBidi"/>
                <w:b/>
                <w:bCs/>
                <w:sz w:val="22"/>
                <w:szCs w:val="22"/>
              </w:rPr>
              <w:t>Appréciation de l’administration</w:t>
            </w:r>
          </w:p>
        </w:tc>
      </w:tr>
      <w:tr w:rsidR="004E6A27" w:rsidRPr="0061096D" w14:paraId="447936DA" w14:textId="77777777" w:rsidTr="00EE295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AFFBBD4" w14:textId="6A0B07E6"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w:t>
            </w:r>
          </w:p>
        </w:tc>
        <w:tc>
          <w:tcPr>
            <w:tcW w:w="4810" w:type="dxa"/>
            <w:vAlign w:val="center"/>
          </w:tcPr>
          <w:p w14:paraId="443AF44C" w14:textId="77777777" w:rsidR="004E6A27" w:rsidRPr="00381A90" w:rsidRDefault="004E6A27" w:rsidP="004E6A27">
            <w:pPr>
              <w:rPr>
                <w:rFonts w:ascii="Century Gothic" w:hAnsi="Century Gothic" w:cs="Arial"/>
                <w:b/>
                <w:bCs/>
                <w:sz w:val="22"/>
                <w:szCs w:val="22"/>
              </w:rPr>
            </w:pPr>
            <w:r w:rsidRPr="00381A90">
              <w:rPr>
                <w:rFonts w:ascii="Century Gothic" w:hAnsi="Century Gothic" w:cs="Arial"/>
                <w:b/>
                <w:bCs/>
                <w:sz w:val="22"/>
                <w:szCs w:val="22"/>
              </w:rPr>
              <w:t>Démonte soupapes</w:t>
            </w:r>
          </w:p>
          <w:p w14:paraId="2FD5902E" w14:textId="24BAD71C"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381A90">
              <w:rPr>
                <w:rFonts w:ascii="Century Gothic" w:hAnsi="Century Gothic" w:cs="Arial"/>
                <w:sz w:val="22"/>
                <w:szCs w:val="22"/>
              </w:rPr>
              <w:t>Pour les moteurs à essence et diesel.</w:t>
            </w:r>
          </w:p>
        </w:tc>
        <w:tc>
          <w:tcPr>
            <w:tcW w:w="2126" w:type="dxa"/>
            <w:vAlign w:val="center"/>
          </w:tcPr>
          <w:p w14:paraId="2F08F83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6276F7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1EACF2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81A4FEF"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C44F734"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93A176B" w14:textId="2EDB1C4C"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w:t>
            </w:r>
          </w:p>
        </w:tc>
        <w:tc>
          <w:tcPr>
            <w:tcW w:w="4810" w:type="dxa"/>
            <w:vAlign w:val="center"/>
          </w:tcPr>
          <w:p w14:paraId="26D96242" w14:textId="77777777" w:rsidR="004E6A27" w:rsidRDefault="004E6A27" w:rsidP="004E6A27">
            <w:pPr>
              <w:rPr>
                <w:rFonts w:ascii="Century Gothic" w:hAnsi="Century Gothic" w:cs="Arial"/>
                <w:b/>
                <w:bCs/>
                <w:sz w:val="22"/>
                <w:szCs w:val="22"/>
              </w:rPr>
            </w:pPr>
            <w:r w:rsidRPr="00381A90">
              <w:rPr>
                <w:rFonts w:ascii="Century Gothic" w:hAnsi="Century Gothic" w:cs="Arial"/>
                <w:b/>
                <w:bCs/>
                <w:sz w:val="22"/>
                <w:szCs w:val="22"/>
              </w:rPr>
              <w:t>Indicateur d'usure pneu</w:t>
            </w:r>
          </w:p>
          <w:p w14:paraId="7C9B3EDC" w14:textId="77777777" w:rsidR="004E6A27" w:rsidRPr="00381A90" w:rsidRDefault="004E6A27" w:rsidP="004E6A27">
            <w:pPr>
              <w:rPr>
                <w:rFonts w:ascii="Century Gothic" w:hAnsi="Century Gothic" w:cs="Arial"/>
                <w:sz w:val="22"/>
                <w:szCs w:val="22"/>
              </w:rPr>
            </w:pPr>
            <w:r>
              <w:rPr>
                <w:rFonts w:ascii="Century Gothic" w:hAnsi="Century Gothic" w:cs="Arial"/>
                <w:sz w:val="22"/>
                <w:szCs w:val="22"/>
              </w:rPr>
              <w:t xml:space="preserve">- </w:t>
            </w:r>
            <w:r w:rsidRPr="00381A90">
              <w:rPr>
                <w:rFonts w:ascii="Century Gothic" w:hAnsi="Century Gothic" w:cs="Arial"/>
                <w:sz w:val="22"/>
                <w:szCs w:val="22"/>
              </w:rPr>
              <w:t>Profondeur 0-25 mm, lecture 0,01 mm</w:t>
            </w:r>
          </w:p>
          <w:p w14:paraId="6AC789A9" w14:textId="77777777" w:rsidR="004E6A27" w:rsidRPr="00381A90" w:rsidRDefault="004E6A27" w:rsidP="004E6A27">
            <w:pPr>
              <w:rPr>
                <w:rFonts w:ascii="Century Gothic" w:hAnsi="Century Gothic" w:cs="Arial"/>
                <w:sz w:val="22"/>
                <w:szCs w:val="22"/>
              </w:rPr>
            </w:pPr>
            <w:r>
              <w:rPr>
                <w:rFonts w:ascii="Century Gothic" w:hAnsi="Century Gothic" w:cs="Arial"/>
                <w:sz w:val="22"/>
                <w:szCs w:val="22"/>
              </w:rPr>
              <w:t xml:space="preserve">- </w:t>
            </w:r>
            <w:r w:rsidRPr="00381A90">
              <w:rPr>
                <w:rFonts w:ascii="Century Gothic" w:hAnsi="Century Gothic" w:cs="Arial"/>
                <w:sz w:val="22"/>
                <w:szCs w:val="22"/>
              </w:rPr>
              <w:t>Affichage de la profondeur des rainures du pneu en mm</w:t>
            </w:r>
          </w:p>
          <w:p w14:paraId="44A155FD" w14:textId="03F90F76"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381A90">
              <w:rPr>
                <w:rFonts w:ascii="Century Gothic" w:hAnsi="Century Gothic" w:cs="Arial"/>
                <w:sz w:val="22"/>
                <w:szCs w:val="22"/>
              </w:rPr>
              <w:t>Piles fournies</w:t>
            </w:r>
          </w:p>
        </w:tc>
        <w:tc>
          <w:tcPr>
            <w:tcW w:w="2126" w:type="dxa"/>
            <w:vAlign w:val="center"/>
          </w:tcPr>
          <w:p w14:paraId="7C6C96F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CE8433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25678BE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06E8DDC"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E7809BF"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CCC6E43" w14:textId="04D2C71C"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w:t>
            </w:r>
          </w:p>
        </w:tc>
        <w:tc>
          <w:tcPr>
            <w:tcW w:w="4810" w:type="dxa"/>
            <w:vAlign w:val="center"/>
          </w:tcPr>
          <w:p w14:paraId="252D3B37" w14:textId="77777777" w:rsidR="004E6A27" w:rsidRPr="00381A90" w:rsidRDefault="004E6A27" w:rsidP="004E6A27">
            <w:pPr>
              <w:rPr>
                <w:rFonts w:ascii="Century Gothic" w:hAnsi="Century Gothic" w:cs="Arial"/>
                <w:b/>
                <w:bCs/>
                <w:sz w:val="22"/>
                <w:szCs w:val="22"/>
              </w:rPr>
            </w:pPr>
            <w:r w:rsidRPr="00381A90">
              <w:rPr>
                <w:rFonts w:ascii="Century Gothic" w:hAnsi="Century Gothic" w:cs="Arial"/>
                <w:b/>
                <w:bCs/>
                <w:sz w:val="22"/>
                <w:szCs w:val="22"/>
              </w:rPr>
              <w:t>Kit de repose des pistons de frein</w:t>
            </w:r>
          </w:p>
          <w:p w14:paraId="53456FBE" w14:textId="77777777" w:rsidR="004E6A27" w:rsidRPr="00381A90" w:rsidRDefault="004E6A27" w:rsidP="004E6A27">
            <w:pPr>
              <w:rPr>
                <w:rFonts w:ascii="Century Gothic" w:hAnsi="Century Gothic" w:cs="Arial"/>
                <w:sz w:val="22"/>
                <w:szCs w:val="22"/>
              </w:rPr>
            </w:pPr>
            <w:r>
              <w:rPr>
                <w:rFonts w:ascii="Century Gothic" w:hAnsi="Century Gothic" w:cs="Arial"/>
                <w:sz w:val="22"/>
                <w:szCs w:val="22"/>
              </w:rPr>
              <w:t xml:space="preserve">- </w:t>
            </w:r>
            <w:r w:rsidRPr="00381A90">
              <w:rPr>
                <w:rFonts w:ascii="Century Gothic" w:hAnsi="Century Gothic" w:cs="Arial"/>
                <w:sz w:val="22"/>
                <w:szCs w:val="22"/>
              </w:rPr>
              <w:t>Vérin ou deux permettant de repousser et tourner le piston</w:t>
            </w:r>
          </w:p>
          <w:p w14:paraId="29DC9FCC" w14:textId="77777777" w:rsidR="004E6A27" w:rsidRPr="00381A90" w:rsidRDefault="004E6A27" w:rsidP="004E6A27">
            <w:pPr>
              <w:rPr>
                <w:rFonts w:ascii="Century Gothic" w:hAnsi="Century Gothic" w:cs="Arial"/>
                <w:sz w:val="22"/>
                <w:szCs w:val="22"/>
              </w:rPr>
            </w:pPr>
            <w:r>
              <w:rPr>
                <w:rFonts w:ascii="Century Gothic" w:hAnsi="Century Gothic" w:cs="Arial"/>
                <w:sz w:val="22"/>
                <w:szCs w:val="22"/>
              </w:rPr>
              <w:t xml:space="preserve">- </w:t>
            </w:r>
            <w:r w:rsidRPr="00381A90">
              <w:rPr>
                <w:rFonts w:ascii="Century Gothic" w:hAnsi="Century Gothic" w:cs="Arial"/>
                <w:sz w:val="22"/>
                <w:szCs w:val="22"/>
              </w:rPr>
              <w:t>Adapté pour repousser les pistons de frein qui doivent être tournés et appuyés simultanément</w:t>
            </w:r>
          </w:p>
          <w:p w14:paraId="49AF0197" w14:textId="0FEB0B70"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381A90">
              <w:rPr>
                <w:rFonts w:ascii="Century Gothic" w:hAnsi="Century Gothic" w:cs="Arial"/>
                <w:sz w:val="22"/>
                <w:szCs w:val="22"/>
              </w:rPr>
              <w:t>Kit d’adaptateurs pour les marques de voiture les plus courantes</w:t>
            </w:r>
          </w:p>
        </w:tc>
        <w:tc>
          <w:tcPr>
            <w:tcW w:w="2126" w:type="dxa"/>
            <w:vAlign w:val="center"/>
          </w:tcPr>
          <w:p w14:paraId="59DCE46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A34435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208A30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063C48B"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0A16450" w14:textId="77777777" w:rsidTr="00EE295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E1ACAF7" w14:textId="47226F40"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0F12C07F" w14:textId="77777777" w:rsidR="004E6A27" w:rsidRPr="00005E2D" w:rsidRDefault="004E6A27" w:rsidP="004E6A27">
            <w:pPr>
              <w:rPr>
                <w:rFonts w:ascii="Century Gothic" w:hAnsi="Century Gothic" w:cs="Arial"/>
                <w:b/>
                <w:bCs/>
                <w:sz w:val="22"/>
                <w:szCs w:val="22"/>
              </w:rPr>
            </w:pPr>
            <w:r>
              <w:rPr>
                <w:rFonts w:ascii="Century Gothic" w:hAnsi="Century Gothic" w:cs="Arial"/>
                <w:b/>
                <w:bCs/>
                <w:sz w:val="22"/>
                <w:szCs w:val="22"/>
              </w:rPr>
              <w:t>Servante</w:t>
            </w:r>
            <w:r w:rsidRPr="00005E2D">
              <w:rPr>
                <w:rFonts w:ascii="Century Gothic" w:hAnsi="Century Gothic" w:cs="Arial"/>
                <w:b/>
                <w:bCs/>
                <w:sz w:val="22"/>
                <w:szCs w:val="22"/>
              </w:rPr>
              <w:t xml:space="preserve"> d’atelier mobile</w:t>
            </w:r>
          </w:p>
          <w:p w14:paraId="5D6F7E3C"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5 tiroirs minimum</w:t>
            </w:r>
          </w:p>
          <w:p w14:paraId="194AA32F"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Charge par tiroir : 10 kg minimum</w:t>
            </w:r>
          </w:p>
          <w:p w14:paraId="5F62FE51"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Ouverture individuelle et totale des tiroirs</w:t>
            </w:r>
          </w:p>
          <w:p w14:paraId="73C344C3"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Système de fermeture centralisée par serrure</w:t>
            </w:r>
          </w:p>
          <w:p w14:paraId="2531D6CA"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Système anti- basculement</w:t>
            </w:r>
          </w:p>
          <w:p w14:paraId="0409D73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Tapis mousse dans chaque tiroir</w:t>
            </w:r>
          </w:p>
          <w:p w14:paraId="0892AFB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4 roues robustes dont 2 directionnelles avec frein</w:t>
            </w:r>
          </w:p>
          <w:p w14:paraId="04E932C3" w14:textId="7E6C3C5F"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Dimensions minimales : 600 x 700 x 330 mm</w:t>
            </w:r>
          </w:p>
        </w:tc>
        <w:tc>
          <w:tcPr>
            <w:tcW w:w="2126" w:type="dxa"/>
            <w:vAlign w:val="center"/>
          </w:tcPr>
          <w:p w14:paraId="014D0BD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3CB853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1C1F6C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925224A"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3FCA136" w14:textId="77777777" w:rsidTr="00EE295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A9210D3" w14:textId="1955057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w:t>
            </w:r>
          </w:p>
        </w:tc>
        <w:tc>
          <w:tcPr>
            <w:tcW w:w="4810" w:type="dxa"/>
            <w:tcBorders>
              <w:top w:val="nil"/>
              <w:left w:val="single" w:sz="4" w:space="0" w:color="auto"/>
              <w:bottom w:val="single" w:sz="4" w:space="0" w:color="auto"/>
              <w:right w:val="single" w:sz="4" w:space="0" w:color="auto"/>
            </w:tcBorders>
            <w:shd w:val="clear" w:color="auto" w:fill="auto"/>
            <w:vAlign w:val="center"/>
          </w:tcPr>
          <w:p w14:paraId="6DC08BB6"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Baladeuse électrique sans fil</w:t>
            </w:r>
          </w:p>
          <w:p w14:paraId="0EBCB643"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 xml:space="preserve">Sans fil à LED                </w:t>
            </w:r>
          </w:p>
          <w:p w14:paraId="78A8E69A"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Avec interrupteur et crochet.</w:t>
            </w:r>
          </w:p>
          <w:p w14:paraId="02A39FF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Chargeur de batterie.</w:t>
            </w:r>
          </w:p>
          <w:p w14:paraId="009C5E99" w14:textId="5A3D0160"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Tension d’alimentation : 220 V – 50 Hz</w:t>
            </w:r>
          </w:p>
        </w:tc>
        <w:tc>
          <w:tcPr>
            <w:tcW w:w="2126" w:type="dxa"/>
            <w:vAlign w:val="center"/>
          </w:tcPr>
          <w:p w14:paraId="09E5D54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134838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6A78D6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4E7999B"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A5F2DAD"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DC13630" w14:textId="716AAB9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w:t>
            </w:r>
          </w:p>
        </w:tc>
        <w:tc>
          <w:tcPr>
            <w:tcW w:w="4810" w:type="dxa"/>
            <w:tcBorders>
              <w:top w:val="nil"/>
              <w:left w:val="single" w:sz="4" w:space="0" w:color="auto"/>
              <w:bottom w:val="single" w:sz="4" w:space="0" w:color="auto"/>
              <w:right w:val="single" w:sz="4" w:space="0" w:color="auto"/>
            </w:tcBorders>
            <w:shd w:val="clear" w:color="auto" w:fill="auto"/>
            <w:vAlign w:val="center"/>
          </w:tcPr>
          <w:p w14:paraId="2446EB40"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Étau a mors parallèles</w:t>
            </w:r>
          </w:p>
          <w:p w14:paraId="4FBBACB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En acier.</w:t>
            </w:r>
          </w:p>
          <w:p w14:paraId="6DDE1111" w14:textId="77777777" w:rsidR="004E6A27" w:rsidRDefault="004E6A27" w:rsidP="004E6A27">
            <w:pPr>
              <w:rPr>
                <w:rFonts w:ascii="Century Gothic" w:hAnsi="Century Gothic" w:cs="Arial"/>
                <w:sz w:val="22"/>
                <w:szCs w:val="22"/>
              </w:rPr>
            </w:pPr>
            <w:r>
              <w:rPr>
                <w:rFonts w:ascii="Century Gothic" w:hAnsi="Century Gothic" w:cs="Arial"/>
                <w:sz w:val="22"/>
                <w:szCs w:val="22"/>
              </w:rPr>
              <w:lastRenderedPageBreak/>
              <w:t xml:space="preserve">- </w:t>
            </w:r>
            <w:r w:rsidRPr="00592E49">
              <w:rPr>
                <w:rFonts w:ascii="Century Gothic" w:hAnsi="Century Gothic" w:cs="Arial"/>
                <w:sz w:val="22"/>
                <w:szCs w:val="22"/>
              </w:rPr>
              <w:t>Mors interchangeables.</w:t>
            </w:r>
          </w:p>
          <w:p w14:paraId="7B41AD8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Largeur des mors : 100 mm minimum</w:t>
            </w:r>
          </w:p>
          <w:p w14:paraId="4848914D" w14:textId="21AB646C"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Ouverture maximale ≥ 120 mm</w:t>
            </w:r>
          </w:p>
        </w:tc>
        <w:tc>
          <w:tcPr>
            <w:tcW w:w="2126" w:type="dxa"/>
            <w:vAlign w:val="center"/>
          </w:tcPr>
          <w:p w14:paraId="22FB03D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lastRenderedPageBreak/>
              <w:t>Marque :</w:t>
            </w:r>
          </w:p>
          <w:p w14:paraId="12CF839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DF8C11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lastRenderedPageBreak/>
              <w:t>Caractéristique proposée :</w:t>
            </w:r>
          </w:p>
        </w:tc>
        <w:tc>
          <w:tcPr>
            <w:tcW w:w="2093" w:type="dxa"/>
            <w:vAlign w:val="center"/>
          </w:tcPr>
          <w:p w14:paraId="0B14DC96"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DDB7D86"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0680EC0" w14:textId="47383C41"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lastRenderedPageBreak/>
              <w:t>7</w:t>
            </w:r>
          </w:p>
        </w:tc>
        <w:tc>
          <w:tcPr>
            <w:tcW w:w="4810" w:type="dxa"/>
            <w:tcBorders>
              <w:top w:val="nil"/>
              <w:left w:val="single" w:sz="4" w:space="0" w:color="auto"/>
              <w:bottom w:val="single" w:sz="4" w:space="0" w:color="auto"/>
              <w:right w:val="single" w:sz="4" w:space="0" w:color="auto"/>
            </w:tcBorders>
            <w:shd w:val="clear" w:color="auto" w:fill="auto"/>
            <w:vAlign w:val="center"/>
          </w:tcPr>
          <w:p w14:paraId="536C6C38"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Chandelle</w:t>
            </w:r>
          </w:p>
          <w:p w14:paraId="01807BAF"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Capacité minimale : 2.5 T</w:t>
            </w:r>
          </w:p>
          <w:p w14:paraId="3915AC2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Modèle sécurisé à crémaillère.</w:t>
            </w:r>
          </w:p>
          <w:p w14:paraId="630AD1D6" w14:textId="0F7A7498"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Hauteur maxi : 500 mm minimum</w:t>
            </w:r>
          </w:p>
        </w:tc>
        <w:tc>
          <w:tcPr>
            <w:tcW w:w="2126" w:type="dxa"/>
            <w:vAlign w:val="center"/>
          </w:tcPr>
          <w:p w14:paraId="3120E2C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5A88C3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E17DBF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45F7A16"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DB3EA67"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86B6E38" w14:textId="67D7A609"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8</w:t>
            </w:r>
          </w:p>
        </w:tc>
        <w:tc>
          <w:tcPr>
            <w:tcW w:w="4810" w:type="dxa"/>
            <w:tcBorders>
              <w:top w:val="nil"/>
              <w:left w:val="single" w:sz="4" w:space="0" w:color="auto"/>
              <w:bottom w:val="single" w:sz="4" w:space="0" w:color="auto"/>
              <w:right w:val="single" w:sz="4" w:space="0" w:color="auto"/>
            </w:tcBorders>
            <w:shd w:val="clear" w:color="auto" w:fill="auto"/>
            <w:vAlign w:val="center"/>
          </w:tcPr>
          <w:p w14:paraId="570997A9"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Burette d'huile métallique</w:t>
            </w:r>
          </w:p>
          <w:p w14:paraId="260C19E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Capacité : 200 ml minimum</w:t>
            </w:r>
          </w:p>
          <w:p w14:paraId="394B18F3"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Munie d’une pompe manuelle</w:t>
            </w:r>
          </w:p>
          <w:p w14:paraId="4C7053CD" w14:textId="1108EE2F" w:rsidR="004E6A27" w:rsidRPr="0061096D" w:rsidRDefault="004E6A27" w:rsidP="004E6A27">
            <w:pPr>
              <w:rPr>
                <w:rFonts w:ascii="Century Gothic" w:hAnsi="Century Gothic" w:cstheme="minorBidi"/>
                <w:bCs/>
                <w:sz w:val="22"/>
                <w:szCs w:val="22"/>
              </w:rPr>
            </w:pPr>
            <w:r w:rsidRPr="00592E49">
              <w:rPr>
                <w:rFonts w:ascii="Century Gothic" w:hAnsi="Century Gothic" w:cs="Arial"/>
                <w:sz w:val="22"/>
                <w:szCs w:val="22"/>
              </w:rPr>
              <w:t>Livrée avec un bec</w:t>
            </w:r>
          </w:p>
        </w:tc>
        <w:tc>
          <w:tcPr>
            <w:tcW w:w="2126" w:type="dxa"/>
            <w:vAlign w:val="center"/>
          </w:tcPr>
          <w:p w14:paraId="0C4BCA4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29AA68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1F297F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2BD27FD"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D193F82"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A3454ED" w14:textId="1EA634A1"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9</w:t>
            </w:r>
          </w:p>
        </w:tc>
        <w:tc>
          <w:tcPr>
            <w:tcW w:w="4810" w:type="dxa"/>
            <w:tcBorders>
              <w:top w:val="nil"/>
              <w:left w:val="single" w:sz="4" w:space="0" w:color="auto"/>
              <w:bottom w:val="single" w:sz="4" w:space="0" w:color="auto"/>
              <w:right w:val="single" w:sz="4" w:space="0" w:color="auto"/>
            </w:tcBorders>
            <w:shd w:val="clear" w:color="auto" w:fill="auto"/>
            <w:vAlign w:val="center"/>
          </w:tcPr>
          <w:p w14:paraId="693DB6C3"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tournevis plats</w:t>
            </w:r>
          </w:p>
          <w:p w14:paraId="7F995278"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3 x 100</w:t>
            </w:r>
          </w:p>
          <w:p w14:paraId="37FDBA8F"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5 x 100</w:t>
            </w:r>
          </w:p>
          <w:p w14:paraId="1BEAC842"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7 x 150</w:t>
            </w:r>
          </w:p>
          <w:p w14:paraId="19114A52"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5 x 150</w:t>
            </w:r>
          </w:p>
          <w:p w14:paraId="475CE40F"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7 x 200</w:t>
            </w:r>
          </w:p>
          <w:p w14:paraId="14AAC3F8" w14:textId="51A5FD19"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10 x 250</w:t>
            </w:r>
          </w:p>
        </w:tc>
        <w:tc>
          <w:tcPr>
            <w:tcW w:w="2126" w:type="dxa"/>
            <w:vAlign w:val="center"/>
          </w:tcPr>
          <w:p w14:paraId="762CB99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2CD8AE0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F99D44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B70AFE9"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3B1E114"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5CA62B1A" w14:textId="67EB8644"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10</w:t>
            </w:r>
          </w:p>
        </w:tc>
        <w:tc>
          <w:tcPr>
            <w:tcW w:w="4810" w:type="dxa"/>
            <w:tcBorders>
              <w:top w:val="nil"/>
              <w:left w:val="single" w:sz="4" w:space="0" w:color="auto"/>
              <w:bottom w:val="single" w:sz="4" w:space="0" w:color="auto"/>
              <w:right w:val="single" w:sz="4" w:space="0" w:color="auto"/>
            </w:tcBorders>
            <w:shd w:val="clear" w:color="auto" w:fill="auto"/>
            <w:vAlign w:val="center"/>
          </w:tcPr>
          <w:p w14:paraId="518AC4E8"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tournevis POZIDRIV</w:t>
            </w:r>
          </w:p>
          <w:p w14:paraId="53B0C8D4"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PZ0  3 x 75</w:t>
            </w:r>
          </w:p>
          <w:p w14:paraId="401550F8"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PZ1  4,5 x 100</w:t>
            </w:r>
          </w:p>
          <w:p w14:paraId="0CD01FC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PZ2  6 x 125</w:t>
            </w:r>
          </w:p>
          <w:p w14:paraId="275FB510"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PZ3  8 x 150</w:t>
            </w:r>
          </w:p>
          <w:p w14:paraId="6DD06C38" w14:textId="1DB20141"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PZ4  10 x 200</w:t>
            </w:r>
          </w:p>
        </w:tc>
        <w:tc>
          <w:tcPr>
            <w:tcW w:w="2126" w:type="dxa"/>
            <w:vAlign w:val="center"/>
          </w:tcPr>
          <w:p w14:paraId="6FD4902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8AA68D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C8560D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3E001CD"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2C02794"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4A147A4E" w14:textId="50E6D74E"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11</w:t>
            </w:r>
          </w:p>
        </w:tc>
        <w:tc>
          <w:tcPr>
            <w:tcW w:w="4810" w:type="dxa"/>
            <w:tcBorders>
              <w:top w:val="nil"/>
              <w:left w:val="single" w:sz="4" w:space="0" w:color="auto"/>
              <w:bottom w:val="single" w:sz="4" w:space="0" w:color="auto"/>
              <w:right w:val="single" w:sz="4" w:space="0" w:color="auto"/>
            </w:tcBorders>
            <w:shd w:val="clear" w:color="auto" w:fill="auto"/>
            <w:vAlign w:val="center"/>
          </w:tcPr>
          <w:p w14:paraId="42DEAA1F"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tournevis PHILIPS</w:t>
            </w:r>
          </w:p>
          <w:p w14:paraId="7331387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Philips 0  3 x 75</w:t>
            </w:r>
          </w:p>
          <w:p w14:paraId="4250C2F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Philips 1  4,5  x 100</w:t>
            </w:r>
          </w:p>
          <w:p w14:paraId="2F554AF0"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Philips 2  6 x 100</w:t>
            </w:r>
          </w:p>
          <w:p w14:paraId="7628A9A8"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Philips 3  8 x 150</w:t>
            </w:r>
          </w:p>
          <w:p w14:paraId="0EA4EB77" w14:textId="11019562"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1 Tournevis Philips 4  10 x 200</w:t>
            </w:r>
          </w:p>
        </w:tc>
        <w:tc>
          <w:tcPr>
            <w:tcW w:w="2126" w:type="dxa"/>
            <w:vAlign w:val="center"/>
          </w:tcPr>
          <w:p w14:paraId="67E9E1A3"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128206E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214F99D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5CDC9B7"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9BF74D1"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0BB3826" w14:textId="04CC941E"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12</w:t>
            </w:r>
          </w:p>
        </w:tc>
        <w:tc>
          <w:tcPr>
            <w:tcW w:w="4810" w:type="dxa"/>
            <w:tcBorders>
              <w:top w:val="nil"/>
              <w:left w:val="single" w:sz="4" w:space="0" w:color="auto"/>
              <w:bottom w:val="single" w:sz="4" w:space="0" w:color="auto"/>
              <w:right w:val="single" w:sz="4" w:space="0" w:color="auto"/>
            </w:tcBorders>
            <w:shd w:val="clear" w:color="auto" w:fill="auto"/>
            <w:vAlign w:val="center"/>
          </w:tcPr>
          <w:p w14:paraId="375AE943"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clés plates</w:t>
            </w:r>
          </w:p>
          <w:p w14:paraId="0965EC6A" w14:textId="35B3892E"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Dimensions : 6 x 7 - 8 x 9 - 10 x 11 - 12 x 13 - 14 x 15 - 16 x 17 - 18 x 19 - 20 x 22 - 24 x 27 mm</w:t>
            </w:r>
          </w:p>
        </w:tc>
        <w:tc>
          <w:tcPr>
            <w:tcW w:w="2126" w:type="dxa"/>
            <w:vAlign w:val="center"/>
          </w:tcPr>
          <w:p w14:paraId="262B537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72E7FA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DE33D8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1BCF995"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03AFB32"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0F1256E" w14:textId="43A27B62"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13</w:t>
            </w:r>
          </w:p>
        </w:tc>
        <w:tc>
          <w:tcPr>
            <w:tcW w:w="4810" w:type="dxa"/>
            <w:tcBorders>
              <w:top w:val="nil"/>
              <w:left w:val="single" w:sz="4" w:space="0" w:color="auto"/>
              <w:bottom w:val="single" w:sz="4" w:space="0" w:color="auto"/>
              <w:right w:val="single" w:sz="4" w:space="0" w:color="auto"/>
            </w:tcBorders>
            <w:shd w:val="clear" w:color="auto" w:fill="auto"/>
            <w:vAlign w:val="center"/>
          </w:tcPr>
          <w:p w14:paraId="4B6437FE"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clés a pipe débouchées</w:t>
            </w:r>
          </w:p>
          <w:p w14:paraId="1E35CCF2" w14:textId="5EC4D97F"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Dimensions : 8-9-10-11-12-13-14-15-16-17-18-19-20-22-24</w:t>
            </w:r>
          </w:p>
        </w:tc>
        <w:tc>
          <w:tcPr>
            <w:tcW w:w="2126" w:type="dxa"/>
            <w:vAlign w:val="center"/>
          </w:tcPr>
          <w:p w14:paraId="11042D8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853E7D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5F2F63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4DD1353"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9F29574"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1C36ECD" w14:textId="40D8CF41"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14</w:t>
            </w:r>
          </w:p>
        </w:tc>
        <w:tc>
          <w:tcPr>
            <w:tcW w:w="4810" w:type="dxa"/>
            <w:tcBorders>
              <w:top w:val="nil"/>
              <w:left w:val="single" w:sz="4" w:space="0" w:color="auto"/>
              <w:bottom w:val="single" w:sz="4" w:space="0" w:color="auto"/>
              <w:right w:val="single" w:sz="4" w:space="0" w:color="auto"/>
            </w:tcBorders>
            <w:shd w:val="clear" w:color="auto" w:fill="auto"/>
            <w:vAlign w:val="center"/>
          </w:tcPr>
          <w:p w14:paraId="5893BC97"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clés mixtes</w:t>
            </w:r>
          </w:p>
          <w:p w14:paraId="217E8CCF" w14:textId="36B6CDBD"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Dimensions : 6-7-8-9-10-11-12-13-14-15-16-17-18-19-20-21-22-24</w:t>
            </w:r>
          </w:p>
        </w:tc>
        <w:tc>
          <w:tcPr>
            <w:tcW w:w="2126" w:type="dxa"/>
            <w:vAlign w:val="center"/>
          </w:tcPr>
          <w:p w14:paraId="0EECAEF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2901752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7F7315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12C4227"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F817597"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A5C6154" w14:textId="1DFFA02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15</w:t>
            </w:r>
          </w:p>
        </w:tc>
        <w:tc>
          <w:tcPr>
            <w:tcW w:w="4810" w:type="dxa"/>
            <w:tcBorders>
              <w:top w:val="nil"/>
              <w:left w:val="single" w:sz="4" w:space="0" w:color="auto"/>
              <w:bottom w:val="single" w:sz="4" w:space="0" w:color="auto"/>
              <w:right w:val="single" w:sz="4" w:space="0" w:color="auto"/>
            </w:tcBorders>
            <w:shd w:val="clear" w:color="auto" w:fill="auto"/>
            <w:vAlign w:val="center"/>
          </w:tcPr>
          <w:p w14:paraId="72B0DA5A"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4 pointeaux</w:t>
            </w:r>
          </w:p>
          <w:p w14:paraId="350E935B" w14:textId="05B5A024"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Diamètres : 2,5 - 4 - 6 - 8 mm</w:t>
            </w:r>
          </w:p>
        </w:tc>
        <w:tc>
          <w:tcPr>
            <w:tcW w:w="2126" w:type="dxa"/>
            <w:vAlign w:val="center"/>
          </w:tcPr>
          <w:p w14:paraId="0B37DA9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78CA5043"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476000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DEB8606" w14:textId="77777777" w:rsidR="004E6A27" w:rsidRPr="0061096D" w:rsidRDefault="004E6A27" w:rsidP="004E6A27">
            <w:pPr>
              <w:jc w:val="center"/>
              <w:rPr>
                <w:rFonts w:ascii="Century Gothic" w:hAnsi="Century Gothic" w:cstheme="minorBidi"/>
                <w:b/>
                <w:bCs/>
                <w:sz w:val="22"/>
                <w:szCs w:val="22"/>
              </w:rPr>
            </w:pPr>
          </w:p>
        </w:tc>
      </w:tr>
      <w:tr w:rsidR="004E6A27" w:rsidRPr="0061096D" w14:paraId="66FF7A91"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488DA6C" w14:textId="23CD38DB"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16</w:t>
            </w:r>
          </w:p>
        </w:tc>
        <w:tc>
          <w:tcPr>
            <w:tcW w:w="4810" w:type="dxa"/>
            <w:tcBorders>
              <w:top w:val="nil"/>
              <w:left w:val="single" w:sz="4" w:space="0" w:color="auto"/>
              <w:bottom w:val="single" w:sz="4" w:space="0" w:color="auto"/>
              <w:right w:val="single" w:sz="4" w:space="0" w:color="auto"/>
            </w:tcBorders>
            <w:shd w:val="clear" w:color="auto" w:fill="auto"/>
            <w:vAlign w:val="center"/>
          </w:tcPr>
          <w:p w14:paraId="130AF0BE"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Clé à molette</w:t>
            </w:r>
          </w:p>
          <w:p w14:paraId="25C271EE"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Chromée</w:t>
            </w:r>
          </w:p>
          <w:p w14:paraId="413066C2" w14:textId="2F998730"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Ouverture maximale ≥ 40 mm</w:t>
            </w:r>
          </w:p>
        </w:tc>
        <w:tc>
          <w:tcPr>
            <w:tcW w:w="2126" w:type="dxa"/>
            <w:vAlign w:val="center"/>
          </w:tcPr>
          <w:p w14:paraId="78E2EE53"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4DDDBC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E45B51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342067C"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767919E"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20DFD5D" w14:textId="2FE3FA1B"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17</w:t>
            </w:r>
          </w:p>
        </w:tc>
        <w:tc>
          <w:tcPr>
            <w:tcW w:w="4810" w:type="dxa"/>
            <w:tcBorders>
              <w:top w:val="nil"/>
              <w:left w:val="single" w:sz="4" w:space="0" w:color="auto"/>
              <w:bottom w:val="single" w:sz="4" w:space="0" w:color="auto"/>
              <w:right w:val="single" w:sz="4" w:space="0" w:color="auto"/>
            </w:tcBorders>
            <w:shd w:val="clear" w:color="auto" w:fill="auto"/>
            <w:vAlign w:val="center"/>
          </w:tcPr>
          <w:p w14:paraId="57FEA417"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Clé en croix</w:t>
            </w:r>
          </w:p>
          <w:p w14:paraId="1DBDE02F" w14:textId="5EE9EEBB"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Dimensions : 17, 19, 21 mm</w:t>
            </w:r>
          </w:p>
        </w:tc>
        <w:tc>
          <w:tcPr>
            <w:tcW w:w="2126" w:type="dxa"/>
            <w:vAlign w:val="center"/>
          </w:tcPr>
          <w:p w14:paraId="184E273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94449E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BD39DE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lastRenderedPageBreak/>
              <w:t>Caractéristique proposée :</w:t>
            </w:r>
          </w:p>
        </w:tc>
        <w:tc>
          <w:tcPr>
            <w:tcW w:w="2093" w:type="dxa"/>
            <w:vAlign w:val="center"/>
          </w:tcPr>
          <w:p w14:paraId="205D53E1" w14:textId="77777777" w:rsidR="004E6A27" w:rsidRPr="0061096D" w:rsidRDefault="004E6A27" w:rsidP="004E6A27">
            <w:pPr>
              <w:jc w:val="center"/>
              <w:rPr>
                <w:rFonts w:ascii="Century Gothic" w:hAnsi="Century Gothic" w:cstheme="minorBidi"/>
                <w:b/>
                <w:bCs/>
                <w:sz w:val="22"/>
                <w:szCs w:val="22"/>
              </w:rPr>
            </w:pPr>
          </w:p>
        </w:tc>
      </w:tr>
      <w:tr w:rsidR="004E6A27" w:rsidRPr="0061096D" w14:paraId="6D90BD88"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B4A1AB1" w14:textId="4F7856B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lastRenderedPageBreak/>
              <w:t>18</w:t>
            </w:r>
          </w:p>
        </w:tc>
        <w:tc>
          <w:tcPr>
            <w:tcW w:w="4810" w:type="dxa"/>
            <w:tcBorders>
              <w:top w:val="nil"/>
              <w:left w:val="single" w:sz="4" w:space="0" w:color="auto"/>
              <w:bottom w:val="single" w:sz="4" w:space="0" w:color="auto"/>
              <w:right w:val="single" w:sz="4" w:space="0" w:color="auto"/>
            </w:tcBorders>
            <w:shd w:val="clear" w:color="auto" w:fill="auto"/>
            <w:vAlign w:val="center"/>
          </w:tcPr>
          <w:p w14:paraId="56A4BCEB"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Clé à desserrer les filtres à huile</w:t>
            </w:r>
          </w:p>
          <w:p w14:paraId="04EEA5F0" w14:textId="08F073EB"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Marge de diamètres de filtres minimale : 65 – 90 mm</w:t>
            </w:r>
          </w:p>
        </w:tc>
        <w:tc>
          <w:tcPr>
            <w:tcW w:w="2126" w:type="dxa"/>
            <w:vAlign w:val="center"/>
          </w:tcPr>
          <w:p w14:paraId="52608D0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D1013A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CCE9EA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DA9FE62"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D18E2F7"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4C3F2A1" w14:textId="0B9BAB1B"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19</w:t>
            </w:r>
          </w:p>
        </w:tc>
        <w:tc>
          <w:tcPr>
            <w:tcW w:w="4810" w:type="dxa"/>
            <w:tcBorders>
              <w:top w:val="nil"/>
              <w:left w:val="single" w:sz="4" w:space="0" w:color="auto"/>
              <w:bottom w:val="single" w:sz="4" w:space="0" w:color="auto"/>
              <w:right w:val="single" w:sz="4" w:space="0" w:color="auto"/>
            </w:tcBorders>
            <w:shd w:val="clear" w:color="auto" w:fill="auto"/>
            <w:vAlign w:val="center"/>
          </w:tcPr>
          <w:p w14:paraId="6DFFEF24"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Kit de vidange</w:t>
            </w:r>
          </w:p>
          <w:p w14:paraId="0E862B19" w14:textId="77777777" w:rsidR="004E6A27" w:rsidRDefault="004E6A27" w:rsidP="004E6A27">
            <w:pPr>
              <w:rPr>
                <w:rFonts w:ascii="Century Gothic" w:hAnsi="Century Gothic" w:cs="Arial"/>
                <w:sz w:val="22"/>
                <w:szCs w:val="22"/>
              </w:rPr>
            </w:pPr>
            <w:r w:rsidRPr="00592E49">
              <w:rPr>
                <w:rFonts w:ascii="Century Gothic" w:hAnsi="Century Gothic" w:cs="Arial"/>
                <w:sz w:val="22"/>
                <w:szCs w:val="22"/>
              </w:rPr>
              <w:t>Clé à vidange</w:t>
            </w:r>
          </w:p>
          <w:p w14:paraId="4C300AAA"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Embouts magnétiques carré mâle : 8 - 10 mm</w:t>
            </w:r>
          </w:p>
          <w:p w14:paraId="6A15F884"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Embouts magnétiques 6 pans mâle : 8 - 10 - 12 - 13 - 14 - 17 mm</w:t>
            </w:r>
          </w:p>
          <w:p w14:paraId="67EBDB35"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Douilles magnétiques 6 pans femelles : 13 - 14 - 17 - 18 - 19 - 21 mm</w:t>
            </w:r>
          </w:p>
          <w:p w14:paraId="5E4578B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592E49">
              <w:rPr>
                <w:rFonts w:ascii="Century Gothic" w:hAnsi="Century Gothic" w:cs="Arial"/>
                <w:sz w:val="22"/>
                <w:szCs w:val="22"/>
              </w:rPr>
              <w:t>Embouts magnétiques Torx 45.</w:t>
            </w:r>
          </w:p>
          <w:p w14:paraId="4C3FFDCD" w14:textId="2A35C77F"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592E49">
              <w:rPr>
                <w:rFonts w:ascii="Century Gothic" w:hAnsi="Century Gothic" w:cs="Arial"/>
                <w:sz w:val="22"/>
                <w:szCs w:val="22"/>
              </w:rPr>
              <w:t>Support pour embouts</w:t>
            </w:r>
          </w:p>
        </w:tc>
        <w:tc>
          <w:tcPr>
            <w:tcW w:w="2126" w:type="dxa"/>
            <w:vAlign w:val="center"/>
          </w:tcPr>
          <w:p w14:paraId="4DF8903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3C179A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064D62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7798CBB"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71975BD"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EC7C91E" w14:textId="6C332EF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20</w:t>
            </w:r>
          </w:p>
        </w:tc>
        <w:tc>
          <w:tcPr>
            <w:tcW w:w="4810" w:type="dxa"/>
            <w:tcBorders>
              <w:top w:val="nil"/>
              <w:left w:val="single" w:sz="4" w:space="0" w:color="auto"/>
              <w:bottom w:val="single" w:sz="4" w:space="0" w:color="auto"/>
              <w:right w:val="single" w:sz="4" w:space="0" w:color="auto"/>
            </w:tcBorders>
            <w:shd w:val="clear" w:color="auto" w:fill="auto"/>
            <w:vAlign w:val="center"/>
          </w:tcPr>
          <w:p w14:paraId="029EE101"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douilles des bougies d’allumage</w:t>
            </w:r>
          </w:p>
          <w:p w14:paraId="242A9A4A"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Fabriqué en acier trempé de haute qualité.</w:t>
            </w:r>
          </w:p>
          <w:p w14:paraId="217B3DE5" w14:textId="116DC1D5"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Convient pour enlever / installer la bougie de la plupart des véhicules modernes.</w:t>
            </w:r>
          </w:p>
        </w:tc>
        <w:tc>
          <w:tcPr>
            <w:tcW w:w="2126" w:type="dxa"/>
            <w:vAlign w:val="center"/>
          </w:tcPr>
          <w:p w14:paraId="1002444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202E3B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3E7921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5DD552C"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69BDBE1"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6C6BE0F" w14:textId="3AB1D4A8"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21</w:t>
            </w:r>
          </w:p>
        </w:tc>
        <w:tc>
          <w:tcPr>
            <w:tcW w:w="4810" w:type="dxa"/>
            <w:tcBorders>
              <w:top w:val="nil"/>
              <w:left w:val="single" w:sz="4" w:space="0" w:color="auto"/>
              <w:bottom w:val="single" w:sz="4" w:space="0" w:color="auto"/>
              <w:right w:val="single" w:sz="4" w:space="0" w:color="auto"/>
            </w:tcBorders>
            <w:shd w:val="clear" w:color="auto" w:fill="auto"/>
            <w:vAlign w:val="center"/>
          </w:tcPr>
          <w:p w14:paraId="5338076C"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Collier a segments</w:t>
            </w:r>
          </w:p>
          <w:p w14:paraId="31761C98" w14:textId="2781A4A2"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Capacité minimale : 60 à 110 mm</w:t>
            </w:r>
          </w:p>
        </w:tc>
        <w:tc>
          <w:tcPr>
            <w:tcW w:w="2126" w:type="dxa"/>
            <w:vAlign w:val="center"/>
          </w:tcPr>
          <w:p w14:paraId="1B33B03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28FBDBE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13060B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7FC56D5" w14:textId="77777777" w:rsidR="004E6A27" w:rsidRPr="0061096D" w:rsidRDefault="004E6A27" w:rsidP="004E6A27">
            <w:pPr>
              <w:jc w:val="center"/>
              <w:rPr>
                <w:rFonts w:ascii="Century Gothic" w:hAnsi="Century Gothic" w:cstheme="minorBidi"/>
                <w:b/>
                <w:bCs/>
                <w:sz w:val="22"/>
                <w:szCs w:val="22"/>
              </w:rPr>
            </w:pPr>
          </w:p>
        </w:tc>
      </w:tr>
      <w:tr w:rsidR="004E6A27" w:rsidRPr="0061096D" w14:paraId="6E95185E"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44F30E9" w14:textId="3395B1F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22</w:t>
            </w:r>
          </w:p>
        </w:tc>
        <w:tc>
          <w:tcPr>
            <w:tcW w:w="4810" w:type="dxa"/>
            <w:tcBorders>
              <w:top w:val="nil"/>
              <w:left w:val="single" w:sz="4" w:space="0" w:color="auto"/>
              <w:bottom w:val="single" w:sz="4" w:space="0" w:color="auto"/>
              <w:right w:val="single" w:sz="4" w:space="0" w:color="auto"/>
            </w:tcBorders>
            <w:shd w:val="clear" w:color="auto" w:fill="auto"/>
            <w:vAlign w:val="center"/>
          </w:tcPr>
          <w:p w14:paraId="10DA40A2"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Pince a segments de piston</w:t>
            </w:r>
          </w:p>
          <w:p w14:paraId="4D14433E" w14:textId="1FEE34C9"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Capacité minimale : 50 à 100 mm</w:t>
            </w:r>
          </w:p>
        </w:tc>
        <w:tc>
          <w:tcPr>
            <w:tcW w:w="2126" w:type="dxa"/>
            <w:vAlign w:val="center"/>
          </w:tcPr>
          <w:p w14:paraId="1D64913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624CAB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C80D9F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636C7A0"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CEC4F03"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8D4C6C8" w14:textId="106BC3C3"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23</w:t>
            </w:r>
          </w:p>
        </w:tc>
        <w:tc>
          <w:tcPr>
            <w:tcW w:w="4810" w:type="dxa"/>
            <w:tcBorders>
              <w:top w:val="nil"/>
              <w:left w:val="single" w:sz="4" w:space="0" w:color="auto"/>
              <w:bottom w:val="single" w:sz="4" w:space="0" w:color="auto"/>
              <w:right w:val="single" w:sz="4" w:space="0" w:color="auto"/>
            </w:tcBorders>
            <w:shd w:val="clear" w:color="auto" w:fill="auto"/>
            <w:vAlign w:val="center"/>
          </w:tcPr>
          <w:p w14:paraId="1141C0EC"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Coffret de tarauds et filières</w:t>
            </w:r>
          </w:p>
          <w:p w14:paraId="2292D03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Diamètres de M 3 à M 12</w:t>
            </w:r>
          </w:p>
          <w:p w14:paraId="754B77F8"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Porte-outils</w:t>
            </w:r>
          </w:p>
          <w:p w14:paraId="6B464DB1"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Filière</w:t>
            </w:r>
          </w:p>
          <w:p w14:paraId="031F6F0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Tourne à gauche</w:t>
            </w:r>
          </w:p>
          <w:p w14:paraId="45DAD194" w14:textId="67F2E60F"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Porte-filière</w:t>
            </w:r>
          </w:p>
        </w:tc>
        <w:tc>
          <w:tcPr>
            <w:tcW w:w="2126" w:type="dxa"/>
            <w:vAlign w:val="center"/>
          </w:tcPr>
          <w:p w14:paraId="76A6FC5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7F2AC2A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267AA463"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A013F75"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CBD0AF6"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09FE1F6" w14:textId="6C70C615"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24</w:t>
            </w:r>
          </w:p>
        </w:tc>
        <w:tc>
          <w:tcPr>
            <w:tcW w:w="4810" w:type="dxa"/>
            <w:tcBorders>
              <w:top w:val="nil"/>
              <w:left w:val="single" w:sz="4" w:space="0" w:color="auto"/>
              <w:bottom w:val="single" w:sz="4" w:space="0" w:color="auto"/>
              <w:right w:val="single" w:sz="4" w:space="0" w:color="auto"/>
            </w:tcBorders>
            <w:shd w:val="clear" w:color="auto" w:fill="auto"/>
            <w:vAlign w:val="center"/>
          </w:tcPr>
          <w:p w14:paraId="3D6C1568"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Clé a chocs pneumatique</w:t>
            </w:r>
          </w:p>
          <w:p w14:paraId="767E0155"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Inversion du sens de rotation.</w:t>
            </w:r>
          </w:p>
          <w:p w14:paraId="5B060FD1"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Vitesse variable.</w:t>
            </w:r>
          </w:p>
          <w:p w14:paraId="12999B2C"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Régulateur de couple.</w:t>
            </w:r>
          </w:p>
          <w:p w14:paraId="29E29D1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Vitesse à vide maximale ≥ 5 000 rpm</w:t>
            </w:r>
          </w:p>
          <w:p w14:paraId="75B10E02"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Couple maximum ≥ 450 N.m</w:t>
            </w:r>
          </w:p>
          <w:p w14:paraId="24736BB3"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Raccord d'air comprimé.</w:t>
            </w:r>
          </w:p>
          <w:p w14:paraId="10AC52DE" w14:textId="7AF76700"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Livré avec douilles de 10 à 24 mm</w:t>
            </w:r>
          </w:p>
        </w:tc>
        <w:tc>
          <w:tcPr>
            <w:tcW w:w="2126" w:type="dxa"/>
            <w:vAlign w:val="center"/>
          </w:tcPr>
          <w:p w14:paraId="3DF3C07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B2BE5A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E15BA83"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2A1300C"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89D6A21"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4B5A4799" w14:textId="003754F4"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25</w:t>
            </w:r>
          </w:p>
        </w:tc>
        <w:tc>
          <w:tcPr>
            <w:tcW w:w="4810" w:type="dxa"/>
            <w:tcBorders>
              <w:top w:val="nil"/>
              <w:left w:val="single" w:sz="4" w:space="0" w:color="auto"/>
              <w:bottom w:val="single" w:sz="4" w:space="0" w:color="auto"/>
              <w:right w:val="single" w:sz="4" w:space="0" w:color="auto"/>
            </w:tcBorders>
            <w:shd w:val="clear" w:color="auto" w:fill="auto"/>
            <w:vAlign w:val="center"/>
          </w:tcPr>
          <w:p w14:paraId="65C2C21F"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Doigt magnétique flexible</w:t>
            </w:r>
          </w:p>
          <w:p w14:paraId="7B9E02EA"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Longueur ≥ 450 mm</w:t>
            </w:r>
          </w:p>
          <w:p w14:paraId="61799651" w14:textId="77E2C98F"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Charge maximale ≥ 500 g</w:t>
            </w:r>
          </w:p>
        </w:tc>
        <w:tc>
          <w:tcPr>
            <w:tcW w:w="2126" w:type="dxa"/>
            <w:vAlign w:val="center"/>
          </w:tcPr>
          <w:p w14:paraId="1088842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043C1F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2275C24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AAA0C0F"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4ECFCEE"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9FD1CD4" w14:textId="525B6B35"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26</w:t>
            </w:r>
          </w:p>
        </w:tc>
        <w:tc>
          <w:tcPr>
            <w:tcW w:w="4810" w:type="dxa"/>
            <w:tcBorders>
              <w:top w:val="nil"/>
              <w:left w:val="single" w:sz="4" w:space="0" w:color="auto"/>
              <w:bottom w:val="single" w:sz="4" w:space="0" w:color="auto"/>
              <w:right w:val="single" w:sz="4" w:space="0" w:color="auto"/>
            </w:tcBorders>
            <w:shd w:val="clear" w:color="auto" w:fill="auto"/>
            <w:vAlign w:val="center"/>
          </w:tcPr>
          <w:p w14:paraId="182CBEA0"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Fer à souder</w:t>
            </w:r>
          </w:p>
          <w:p w14:paraId="0799C8F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Puissance ≥ 30 Watts</w:t>
            </w:r>
          </w:p>
          <w:p w14:paraId="1E47A445" w14:textId="31BF27C3" w:rsidR="004E6A27" w:rsidRPr="0061096D" w:rsidRDefault="004E6A27" w:rsidP="004E6A27">
            <w:pPr>
              <w:rPr>
                <w:rFonts w:ascii="Century Gothic" w:hAnsi="Century Gothic" w:cstheme="minorBidi"/>
                <w:bCs/>
                <w:sz w:val="22"/>
                <w:szCs w:val="22"/>
              </w:rPr>
            </w:pPr>
            <w:r w:rsidRPr="006D3B88">
              <w:rPr>
                <w:rFonts w:ascii="Century Gothic" w:hAnsi="Century Gothic" w:cs="Arial"/>
                <w:sz w:val="22"/>
                <w:szCs w:val="22"/>
              </w:rPr>
              <w:t>Alimentation : 220 V -  50 Hz</w:t>
            </w:r>
          </w:p>
        </w:tc>
        <w:tc>
          <w:tcPr>
            <w:tcW w:w="2126" w:type="dxa"/>
            <w:vAlign w:val="center"/>
          </w:tcPr>
          <w:p w14:paraId="3D75A7D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5B47C2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580AF17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6DDC575"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3B9A7BD"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42B03816" w14:textId="0D6525A1"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lastRenderedPageBreak/>
              <w:t>27</w:t>
            </w:r>
          </w:p>
        </w:tc>
        <w:tc>
          <w:tcPr>
            <w:tcW w:w="4810" w:type="dxa"/>
            <w:tcBorders>
              <w:top w:val="nil"/>
              <w:left w:val="single" w:sz="4" w:space="0" w:color="auto"/>
              <w:bottom w:val="single" w:sz="4" w:space="0" w:color="auto"/>
              <w:right w:val="single" w:sz="4" w:space="0" w:color="auto"/>
            </w:tcBorders>
            <w:shd w:val="clear" w:color="auto" w:fill="auto"/>
            <w:vAlign w:val="center"/>
          </w:tcPr>
          <w:p w14:paraId="7C615765"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câbles de démarrage</w:t>
            </w:r>
          </w:p>
          <w:p w14:paraId="3D62A997"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Longueur minimale des câbles : 210 mm.</w:t>
            </w:r>
          </w:p>
          <w:p w14:paraId="7D64871E" w14:textId="0D10CEEA" w:rsidR="004E6A27" w:rsidRPr="0061096D" w:rsidRDefault="004E6A27" w:rsidP="004E6A27">
            <w:pPr>
              <w:rPr>
                <w:rFonts w:ascii="Century Gothic" w:hAnsi="Century Gothic" w:cstheme="minorBidi"/>
                <w:bCs/>
                <w:sz w:val="22"/>
                <w:szCs w:val="22"/>
              </w:rPr>
            </w:pPr>
            <w:r w:rsidRPr="006D3B88">
              <w:rPr>
                <w:rFonts w:ascii="Century Gothic" w:hAnsi="Century Gothic" w:cs="Arial"/>
                <w:sz w:val="22"/>
                <w:szCs w:val="22"/>
              </w:rPr>
              <w:t>Capacité : 250 Ampères minimum.</w:t>
            </w:r>
          </w:p>
        </w:tc>
        <w:tc>
          <w:tcPr>
            <w:tcW w:w="2126" w:type="dxa"/>
            <w:vAlign w:val="center"/>
          </w:tcPr>
          <w:p w14:paraId="14A0960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FA7E4B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6FDB1A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D94E248"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1CB82F6"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3464F7B8" w14:textId="58DE9E4E"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28</w:t>
            </w:r>
          </w:p>
        </w:tc>
        <w:tc>
          <w:tcPr>
            <w:tcW w:w="4810" w:type="dxa"/>
            <w:tcBorders>
              <w:top w:val="nil"/>
              <w:left w:val="single" w:sz="4" w:space="0" w:color="auto"/>
              <w:bottom w:val="single" w:sz="4" w:space="0" w:color="auto"/>
              <w:right w:val="single" w:sz="4" w:space="0" w:color="auto"/>
            </w:tcBorders>
            <w:shd w:val="clear" w:color="auto" w:fill="auto"/>
            <w:vAlign w:val="center"/>
          </w:tcPr>
          <w:p w14:paraId="6F6BF21F"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chasses goupilles</w:t>
            </w:r>
          </w:p>
          <w:p w14:paraId="1B347CA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Longueur : 100 mm minimum</w:t>
            </w:r>
          </w:p>
          <w:p w14:paraId="208023A4" w14:textId="479F1A5D"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Diamètres : 2.5 – 3 – 4 – 5 – 6 - 8.</w:t>
            </w:r>
          </w:p>
        </w:tc>
        <w:tc>
          <w:tcPr>
            <w:tcW w:w="2126" w:type="dxa"/>
            <w:vAlign w:val="center"/>
          </w:tcPr>
          <w:p w14:paraId="6EE3FD3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B76922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ED2CF2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8618F84"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27B435D"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76BE033" w14:textId="3DC339C0"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29</w:t>
            </w:r>
          </w:p>
        </w:tc>
        <w:tc>
          <w:tcPr>
            <w:tcW w:w="4810" w:type="dxa"/>
            <w:tcBorders>
              <w:top w:val="nil"/>
              <w:left w:val="single" w:sz="4" w:space="0" w:color="auto"/>
              <w:bottom w:val="single" w:sz="4" w:space="0" w:color="auto"/>
              <w:right w:val="single" w:sz="4" w:space="0" w:color="auto"/>
            </w:tcBorders>
            <w:shd w:val="clear" w:color="auto" w:fill="auto"/>
            <w:vAlign w:val="center"/>
          </w:tcPr>
          <w:p w14:paraId="058B5E09"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douilles torx</w:t>
            </w:r>
          </w:p>
          <w:p w14:paraId="4EA3263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Douilles carrées de 1/2.</w:t>
            </w:r>
          </w:p>
          <w:p w14:paraId="2084CD49" w14:textId="63FE90A7"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T20 - T25 - T27 - T30 - T40 - T45 - T50 - T55 - T60</w:t>
            </w:r>
          </w:p>
        </w:tc>
        <w:tc>
          <w:tcPr>
            <w:tcW w:w="2126" w:type="dxa"/>
            <w:vAlign w:val="center"/>
          </w:tcPr>
          <w:p w14:paraId="21C42B4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7DBE3B9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601953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5C5DB50"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6544097"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DD3FC36" w14:textId="38005419"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30</w:t>
            </w:r>
          </w:p>
        </w:tc>
        <w:tc>
          <w:tcPr>
            <w:tcW w:w="4810" w:type="dxa"/>
            <w:tcBorders>
              <w:top w:val="nil"/>
              <w:left w:val="single" w:sz="4" w:space="0" w:color="auto"/>
              <w:bottom w:val="single" w:sz="4" w:space="0" w:color="auto"/>
              <w:right w:val="single" w:sz="4" w:space="0" w:color="auto"/>
            </w:tcBorders>
            <w:shd w:val="clear" w:color="auto" w:fill="auto"/>
            <w:vAlign w:val="center"/>
          </w:tcPr>
          <w:p w14:paraId="7FA71F77"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limes</w:t>
            </w:r>
          </w:p>
          <w:p w14:paraId="496F1702"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Comprenant : 3 Plates, 2 demi-rondes, 2 queues de rat.</w:t>
            </w:r>
          </w:p>
          <w:p w14:paraId="45D28E74"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Avec manche</w:t>
            </w:r>
          </w:p>
          <w:p w14:paraId="687F6AA6" w14:textId="39AFD31B"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Longueur totale de la lime : 200 mm minimum</w:t>
            </w:r>
          </w:p>
        </w:tc>
        <w:tc>
          <w:tcPr>
            <w:tcW w:w="2126" w:type="dxa"/>
            <w:vAlign w:val="center"/>
          </w:tcPr>
          <w:p w14:paraId="7B2B43A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5CE9C2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224A742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D566458" w14:textId="77777777" w:rsidR="004E6A27" w:rsidRPr="0061096D" w:rsidRDefault="004E6A27" w:rsidP="004E6A27">
            <w:pPr>
              <w:jc w:val="center"/>
              <w:rPr>
                <w:rFonts w:ascii="Century Gothic" w:hAnsi="Century Gothic" w:cstheme="minorBidi"/>
                <w:b/>
                <w:bCs/>
                <w:sz w:val="22"/>
                <w:szCs w:val="22"/>
              </w:rPr>
            </w:pPr>
          </w:p>
        </w:tc>
      </w:tr>
      <w:tr w:rsidR="004E6A27" w:rsidRPr="0061096D" w14:paraId="6C6D5060"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393E924F" w14:textId="294279EB"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31</w:t>
            </w:r>
          </w:p>
        </w:tc>
        <w:tc>
          <w:tcPr>
            <w:tcW w:w="4810" w:type="dxa"/>
            <w:tcBorders>
              <w:top w:val="nil"/>
              <w:left w:val="single" w:sz="4" w:space="0" w:color="auto"/>
              <w:bottom w:val="single" w:sz="4" w:space="0" w:color="auto"/>
              <w:right w:val="single" w:sz="4" w:space="0" w:color="auto"/>
            </w:tcBorders>
            <w:shd w:val="clear" w:color="auto" w:fill="auto"/>
            <w:vAlign w:val="center"/>
          </w:tcPr>
          <w:p w14:paraId="764BEE4E"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d’extracteurs de goujons</w:t>
            </w:r>
          </w:p>
          <w:p w14:paraId="307FB60B" w14:textId="5A02208B"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Diamètres des goujons de M 5 à M 16</w:t>
            </w:r>
          </w:p>
        </w:tc>
        <w:tc>
          <w:tcPr>
            <w:tcW w:w="2126" w:type="dxa"/>
            <w:vAlign w:val="center"/>
          </w:tcPr>
          <w:p w14:paraId="2E77999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D4B13C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442E42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536A53A"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B7B0D1A"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38B15675" w14:textId="1EA7583A"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32</w:t>
            </w:r>
          </w:p>
        </w:tc>
        <w:tc>
          <w:tcPr>
            <w:tcW w:w="4810" w:type="dxa"/>
            <w:tcBorders>
              <w:top w:val="nil"/>
              <w:left w:val="single" w:sz="4" w:space="0" w:color="auto"/>
              <w:bottom w:val="single" w:sz="4" w:space="0" w:color="auto"/>
              <w:right w:val="single" w:sz="4" w:space="0" w:color="auto"/>
            </w:tcBorders>
            <w:shd w:val="clear" w:color="auto" w:fill="auto"/>
            <w:vAlign w:val="center"/>
          </w:tcPr>
          <w:p w14:paraId="14F079D9"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Maillet en caoutchouc</w:t>
            </w:r>
          </w:p>
          <w:p w14:paraId="687F25F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Manche en bois</w:t>
            </w:r>
          </w:p>
          <w:p w14:paraId="70E04E0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Diamètre de 50 mm minimum</w:t>
            </w:r>
          </w:p>
          <w:p w14:paraId="064E896B" w14:textId="681EE99D" w:rsidR="004E6A27" w:rsidRPr="0061096D" w:rsidRDefault="004E6A27" w:rsidP="004E6A27">
            <w:pPr>
              <w:rPr>
                <w:rFonts w:ascii="Century Gothic" w:hAnsi="Century Gothic" w:cstheme="minorBidi"/>
                <w:bCs/>
                <w:sz w:val="22"/>
                <w:szCs w:val="22"/>
              </w:rPr>
            </w:pPr>
            <w:r w:rsidRPr="006D3B88">
              <w:rPr>
                <w:rFonts w:ascii="Century Gothic" w:hAnsi="Century Gothic" w:cs="Arial"/>
                <w:sz w:val="22"/>
                <w:szCs w:val="22"/>
              </w:rPr>
              <w:t>Poids : 350 grammes minimum</w:t>
            </w:r>
          </w:p>
        </w:tc>
        <w:tc>
          <w:tcPr>
            <w:tcW w:w="2126" w:type="dxa"/>
            <w:vAlign w:val="center"/>
          </w:tcPr>
          <w:p w14:paraId="0DFA893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F6ED76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A4B3F4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3C72FA0"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E37D943"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AB28192" w14:textId="04F5225A"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33</w:t>
            </w:r>
          </w:p>
        </w:tc>
        <w:tc>
          <w:tcPr>
            <w:tcW w:w="4810" w:type="dxa"/>
            <w:tcBorders>
              <w:top w:val="nil"/>
              <w:left w:val="single" w:sz="4" w:space="0" w:color="auto"/>
              <w:bottom w:val="single" w:sz="4" w:space="0" w:color="auto"/>
              <w:right w:val="single" w:sz="4" w:space="0" w:color="auto"/>
            </w:tcBorders>
            <w:shd w:val="clear" w:color="auto" w:fill="auto"/>
            <w:vAlign w:val="center"/>
          </w:tcPr>
          <w:p w14:paraId="4B3382E7"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Marteau de mécanicien</w:t>
            </w:r>
          </w:p>
          <w:p w14:paraId="1231B834"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Tête en acier trempé</w:t>
            </w:r>
          </w:p>
          <w:p w14:paraId="2D21CA28" w14:textId="18746607"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Poids : 1 Kg minimum</w:t>
            </w:r>
          </w:p>
        </w:tc>
        <w:tc>
          <w:tcPr>
            <w:tcW w:w="2126" w:type="dxa"/>
            <w:vAlign w:val="center"/>
          </w:tcPr>
          <w:p w14:paraId="04552DC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2CA35E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28306D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7A9F564"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EEE8898"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3F96DAAC" w14:textId="447AEACB"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34</w:t>
            </w:r>
          </w:p>
        </w:tc>
        <w:tc>
          <w:tcPr>
            <w:tcW w:w="4810" w:type="dxa"/>
            <w:tcBorders>
              <w:top w:val="nil"/>
              <w:left w:val="single" w:sz="4" w:space="0" w:color="auto"/>
              <w:bottom w:val="single" w:sz="4" w:space="0" w:color="auto"/>
              <w:right w:val="single" w:sz="4" w:space="0" w:color="auto"/>
            </w:tcBorders>
            <w:shd w:val="clear" w:color="auto" w:fill="auto"/>
            <w:vAlign w:val="center"/>
          </w:tcPr>
          <w:p w14:paraId="3A8E35D4"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Monture de scie réglable</w:t>
            </w:r>
          </w:p>
          <w:p w14:paraId="194FD1BA" w14:textId="7CB3D5D0"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Livrée avec 10 lames de 300 mm</w:t>
            </w:r>
          </w:p>
        </w:tc>
        <w:tc>
          <w:tcPr>
            <w:tcW w:w="2126" w:type="dxa"/>
            <w:vAlign w:val="center"/>
          </w:tcPr>
          <w:p w14:paraId="262D8CD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C81A7E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5513AD9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EF7AE81" w14:textId="77777777" w:rsidR="004E6A27" w:rsidRPr="0061096D" w:rsidRDefault="004E6A27" w:rsidP="004E6A27">
            <w:pPr>
              <w:jc w:val="center"/>
              <w:rPr>
                <w:rFonts w:ascii="Century Gothic" w:hAnsi="Century Gothic" w:cstheme="minorBidi"/>
                <w:b/>
                <w:bCs/>
                <w:sz w:val="22"/>
                <w:szCs w:val="22"/>
              </w:rPr>
            </w:pPr>
          </w:p>
        </w:tc>
      </w:tr>
      <w:tr w:rsidR="004E6A27" w:rsidRPr="0061096D" w14:paraId="5B100AA5"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FFB0145" w14:textId="1A1E7790"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35</w:t>
            </w:r>
          </w:p>
        </w:tc>
        <w:tc>
          <w:tcPr>
            <w:tcW w:w="4810" w:type="dxa"/>
            <w:tcBorders>
              <w:top w:val="nil"/>
              <w:left w:val="single" w:sz="4" w:space="0" w:color="auto"/>
              <w:bottom w:val="single" w:sz="4" w:space="0" w:color="auto"/>
              <w:right w:val="single" w:sz="4" w:space="0" w:color="auto"/>
            </w:tcBorders>
            <w:shd w:val="clear" w:color="auto" w:fill="auto"/>
            <w:vAlign w:val="center"/>
          </w:tcPr>
          <w:p w14:paraId="1DDD917A"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Pince coupante diagonale</w:t>
            </w:r>
          </w:p>
          <w:p w14:paraId="2B6C6393" w14:textId="5822B7B5"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Longueur 160 mm minimum</w:t>
            </w:r>
          </w:p>
        </w:tc>
        <w:tc>
          <w:tcPr>
            <w:tcW w:w="2126" w:type="dxa"/>
            <w:vAlign w:val="center"/>
          </w:tcPr>
          <w:p w14:paraId="7834B80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19848BC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CF43E9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1112DA0"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EDF21C6"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1754CA3" w14:textId="46EE720C"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36</w:t>
            </w:r>
          </w:p>
        </w:tc>
        <w:tc>
          <w:tcPr>
            <w:tcW w:w="4810" w:type="dxa"/>
            <w:tcBorders>
              <w:top w:val="nil"/>
              <w:left w:val="single" w:sz="4" w:space="0" w:color="auto"/>
              <w:bottom w:val="single" w:sz="4" w:space="0" w:color="auto"/>
              <w:right w:val="single" w:sz="4" w:space="0" w:color="auto"/>
            </w:tcBorders>
            <w:shd w:val="clear" w:color="auto" w:fill="auto"/>
            <w:vAlign w:val="center"/>
          </w:tcPr>
          <w:p w14:paraId="449A014A"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Pince universelle</w:t>
            </w:r>
          </w:p>
          <w:p w14:paraId="5C09C3E2" w14:textId="63303FEF"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Longueur 160 mm minimum</w:t>
            </w:r>
          </w:p>
        </w:tc>
        <w:tc>
          <w:tcPr>
            <w:tcW w:w="2126" w:type="dxa"/>
            <w:vAlign w:val="center"/>
          </w:tcPr>
          <w:p w14:paraId="7DAC978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13F165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C49469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226357F"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32152D8"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511FA490" w14:textId="4D119BAD"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37</w:t>
            </w:r>
          </w:p>
        </w:tc>
        <w:tc>
          <w:tcPr>
            <w:tcW w:w="4810" w:type="dxa"/>
            <w:tcBorders>
              <w:top w:val="nil"/>
              <w:left w:val="single" w:sz="4" w:space="0" w:color="auto"/>
              <w:bottom w:val="single" w:sz="4" w:space="0" w:color="auto"/>
              <w:right w:val="single" w:sz="4" w:space="0" w:color="auto"/>
            </w:tcBorders>
            <w:shd w:val="clear" w:color="auto" w:fill="auto"/>
            <w:vAlign w:val="center"/>
          </w:tcPr>
          <w:p w14:paraId="378E0C3F" w14:textId="77777777" w:rsidR="004E6A27" w:rsidRPr="00005E2D" w:rsidRDefault="004E6A27" w:rsidP="004E6A27">
            <w:pPr>
              <w:rPr>
                <w:rFonts w:ascii="Century Gothic" w:hAnsi="Century Gothic" w:cs="Arial"/>
                <w:b/>
                <w:bCs/>
                <w:sz w:val="22"/>
                <w:szCs w:val="22"/>
              </w:rPr>
            </w:pPr>
            <w:r w:rsidRPr="00005E2D">
              <w:rPr>
                <w:rFonts w:ascii="Century Gothic" w:hAnsi="Century Gothic" w:cs="Arial"/>
                <w:b/>
                <w:bCs/>
                <w:sz w:val="22"/>
                <w:szCs w:val="22"/>
              </w:rPr>
              <w:t>Jeu de pinces pour circlips fermantes</w:t>
            </w:r>
          </w:p>
          <w:p w14:paraId="45F8F710" w14:textId="5F78A2E7"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Dimensions minimales 15 à 60 mm</w:t>
            </w:r>
          </w:p>
        </w:tc>
        <w:tc>
          <w:tcPr>
            <w:tcW w:w="2126" w:type="dxa"/>
            <w:vAlign w:val="center"/>
          </w:tcPr>
          <w:p w14:paraId="7B2AF6F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A51D0A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FBF606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BE31ECD"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DFE843C" w14:textId="77777777" w:rsidTr="00EE295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0742765" w14:textId="320E65D7"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38</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6D65AE7D" w14:textId="77777777" w:rsidR="004E6A27" w:rsidRPr="002C4B39" w:rsidRDefault="004E6A27" w:rsidP="004E6A27">
            <w:pPr>
              <w:rPr>
                <w:rFonts w:ascii="Century Gothic" w:hAnsi="Century Gothic" w:cs="Arial"/>
                <w:b/>
                <w:bCs/>
                <w:sz w:val="22"/>
                <w:szCs w:val="22"/>
              </w:rPr>
            </w:pPr>
            <w:r w:rsidRPr="002C4B39">
              <w:rPr>
                <w:rFonts w:ascii="Century Gothic" w:hAnsi="Century Gothic" w:cs="Arial"/>
                <w:b/>
                <w:bCs/>
                <w:sz w:val="22"/>
                <w:szCs w:val="22"/>
              </w:rPr>
              <w:t>Jeu de pinces pour circlips ouvrantes</w:t>
            </w:r>
          </w:p>
          <w:p w14:paraId="63184281" w14:textId="70E3D2E4"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Dimensions minimales 15 à 60 mm</w:t>
            </w:r>
          </w:p>
        </w:tc>
        <w:tc>
          <w:tcPr>
            <w:tcW w:w="2126" w:type="dxa"/>
            <w:vAlign w:val="center"/>
          </w:tcPr>
          <w:p w14:paraId="34BC2F8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277E74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CF10A4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6232992" w14:textId="77777777" w:rsidR="004E6A27" w:rsidRPr="0061096D" w:rsidRDefault="004E6A27" w:rsidP="004E6A27">
            <w:pPr>
              <w:jc w:val="center"/>
              <w:rPr>
                <w:rFonts w:ascii="Century Gothic" w:hAnsi="Century Gothic" w:cstheme="minorBidi"/>
                <w:b/>
                <w:bCs/>
                <w:sz w:val="22"/>
                <w:szCs w:val="22"/>
              </w:rPr>
            </w:pPr>
          </w:p>
        </w:tc>
      </w:tr>
      <w:tr w:rsidR="004E6A27" w:rsidRPr="0061096D" w14:paraId="5B14591B"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8239C21" w14:textId="6F1E5ACE"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39</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A8E72EA" w14:textId="77777777" w:rsidR="004E6A27" w:rsidRPr="002C4B39" w:rsidRDefault="004E6A27" w:rsidP="004E6A27">
            <w:pPr>
              <w:rPr>
                <w:rFonts w:ascii="Century Gothic" w:hAnsi="Century Gothic" w:cs="Arial"/>
                <w:b/>
                <w:bCs/>
                <w:sz w:val="22"/>
                <w:szCs w:val="22"/>
              </w:rPr>
            </w:pPr>
            <w:r w:rsidRPr="002C4B39">
              <w:rPr>
                <w:rFonts w:ascii="Century Gothic" w:hAnsi="Century Gothic" w:cs="Arial"/>
                <w:b/>
                <w:bCs/>
                <w:sz w:val="22"/>
                <w:szCs w:val="22"/>
              </w:rPr>
              <w:t>Pince à riveter</w:t>
            </w:r>
          </w:p>
          <w:p w14:paraId="45DB725E"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3 Embouts</w:t>
            </w:r>
          </w:p>
          <w:p w14:paraId="0EBF67A1" w14:textId="77777777" w:rsidR="004E6A27" w:rsidRDefault="004E6A27" w:rsidP="004E6A27">
            <w:pPr>
              <w:rPr>
                <w:rFonts w:ascii="Century Gothic" w:hAnsi="Century Gothic" w:cs="Arial"/>
                <w:sz w:val="22"/>
                <w:szCs w:val="22"/>
              </w:rPr>
            </w:pPr>
            <w:r>
              <w:rPr>
                <w:rFonts w:ascii="Century Gothic" w:hAnsi="Century Gothic" w:cs="Arial"/>
                <w:sz w:val="22"/>
                <w:szCs w:val="22"/>
              </w:rPr>
              <w:lastRenderedPageBreak/>
              <w:t xml:space="preserve">- </w:t>
            </w:r>
            <w:r w:rsidRPr="006D3B88">
              <w:rPr>
                <w:rFonts w:ascii="Century Gothic" w:hAnsi="Century Gothic" w:cs="Arial"/>
                <w:sz w:val="22"/>
                <w:szCs w:val="22"/>
              </w:rPr>
              <w:t>Clé de montage</w:t>
            </w:r>
          </w:p>
          <w:p w14:paraId="09298FE2" w14:textId="5FF7390B"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Pour rivets de 2 à 5 m</w:t>
            </w:r>
          </w:p>
        </w:tc>
        <w:tc>
          <w:tcPr>
            <w:tcW w:w="2126" w:type="dxa"/>
            <w:vAlign w:val="center"/>
          </w:tcPr>
          <w:p w14:paraId="1A81882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lastRenderedPageBreak/>
              <w:t>Marque :</w:t>
            </w:r>
          </w:p>
          <w:p w14:paraId="7651ED3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006C3D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lastRenderedPageBreak/>
              <w:t>Caractéristique proposée :</w:t>
            </w:r>
          </w:p>
        </w:tc>
        <w:tc>
          <w:tcPr>
            <w:tcW w:w="2093" w:type="dxa"/>
            <w:vAlign w:val="center"/>
          </w:tcPr>
          <w:p w14:paraId="5E937C4C"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190DDC6"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36AB576C" w14:textId="2A54459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lastRenderedPageBreak/>
              <w:t>40</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DFFAA71" w14:textId="77777777" w:rsidR="004E6A27" w:rsidRPr="002C4B39" w:rsidRDefault="004E6A27" w:rsidP="004E6A27">
            <w:pPr>
              <w:rPr>
                <w:rFonts w:ascii="Century Gothic" w:hAnsi="Century Gothic" w:cs="Arial"/>
                <w:b/>
                <w:bCs/>
                <w:sz w:val="22"/>
                <w:szCs w:val="22"/>
              </w:rPr>
            </w:pPr>
            <w:r w:rsidRPr="002C4B39">
              <w:rPr>
                <w:rFonts w:ascii="Century Gothic" w:hAnsi="Century Gothic" w:cs="Arial"/>
                <w:b/>
                <w:bCs/>
                <w:sz w:val="22"/>
                <w:szCs w:val="22"/>
              </w:rPr>
              <w:t>Pince-étau</w:t>
            </w:r>
          </w:p>
          <w:p w14:paraId="543AAE68"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Mâchoire droite</w:t>
            </w:r>
          </w:p>
          <w:p w14:paraId="6A41A14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Ouverture maximale ≥ 40 mm</w:t>
            </w:r>
          </w:p>
          <w:p w14:paraId="66459250" w14:textId="72D4DDEF"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Longueur : 200 mm minimum</w:t>
            </w:r>
          </w:p>
        </w:tc>
        <w:tc>
          <w:tcPr>
            <w:tcW w:w="2126" w:type="dxa"/>
            <w:vAlign w:val="center"/>
          </w:tcPr>
          <w:p w14:paraId="160AFD3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EA15EB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FBB07E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52B84C2"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14196B5"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D98997F" w14:textId="6B52FC0E"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41</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699C8405" w14:textId="77777777" w:rsidR="004E6A27" w:rsidRPr="002C4B39" w:rsidRDefault="004E6A27" w:rsidP="004E6A27">
            <w:pPr>
              <w:rPr>
                <w:rFonts w:ascii="Century Gothic" w:hAnsi="Century Gothic" w:cs="Arial"/>
                <w:b/>
                <w:bCs/>
                <w:sz w:val="22"/>
                <w:szCs w:val="22"/>
              </w:rPr>
            </w:pPr>
            <w:r w:rsidRPr="002C4B39">
              <w:rPr>
                <w:rFonts w:ascii="Century Gothic" w:hAnsi="Century Gothic" w:cs="Arial"/>
                <w:b/>
                <w:bCs/>
                <w:sz w:val="22"/>
                <w:szCs w:val="22"/>
              </w:rPr>
              <w:t>Pince à sertir les cosses</w:t>
            </w:r>
          </w:p>
          <w:p w14:paraId="52456930" w14:textId="3481930D"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Capacité : 0.50 à 5 mm² minimum</w:t>
            </w:r>
          </w:p>
        </w:tc>
        <w:tc>
          <w:tcPr>
            <w:tcW w:w="2126" w:type="dxa"/>
            <w:vAlign w:val="center"/>
          </w:tcPr>
          <w:p w14:paraId="4BE149C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1CD8A96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EE7477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9AD1D15"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5562888"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C3F5CB2" w14:textId="69F32E64"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42</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314795E9" w14:textId="77777777" w:rsidR="004E6A27" w:rsidRPr="002C4B39" w:rsidRDefault="004E6A27" w:rsidP="004E6A27">
            <w:pPr>
              <w:rPr>
                <w:rFonts w:ascii="Century Gothic" w:hAnsi="Century Gothic" w:cs="Arial"/>
                <w:b/>
                <w:bCs/>
                <w:sz w:val="22"/>
                <w:szCs w:val="22"/>
              </w:rPr>
            </w:pPr>
            <w:r w:rsidRPr="002C4B39">
              <w:rPr>
                <w:rFonts w:ascii="Century Gothic" w:hAnsi="Century Gothic" w:cs="Arial"/>
                <w:b/>
                <w:bCs/>
                <w:sz w:val="22"/>
                <w:szCs w:val="22"/>
              </w:rPr>
              <w:t>Soufflette d’air comprime métallique</w:t>
            </w:r>
          </w:p>
          <w:p w14:paraId="224ECE7C"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Bec de longueur 100 mm minimum.</w:t>
            </w:r>
          </w:p>
          <w:p w14:paraId="45D3E252" w14:textId="44541F6C"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Pression d’utilisation : 1 - 6 bars minimum</w:t>
            </w:r>
          </w:p>
        </w:tc>
        <w:tc>
          <w:tcPr>
            <w:tcW w:w="2126" w:type="dxa"/>
            <w:vAlign w:val="center"/>
          </w:tcPr>
          <w:p w14:paraId="6C9E2C7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B1CD8C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CB5146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9DC592E"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9C22D99"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55DB5C3" w14:textId="6A464ACC"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43</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25B068C6"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Coffret de douilles avec cliquet ½</w:t>
            </w:r>
          </w:p>
          <w:p w14:paraId="7BB046A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1 cliquet.</w:t>
            </w:r>
          </w:p>
          <w:p w14:paraId="34933C8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1 rallonge minimum</w:t>
            </w:r>
          </w:p>
          <w:p w14:paraId="1712B0D7" w14:textId="0F85C204" w:rsidR="004E6A27" w:rsidRPr="0061096D" w:rsidRDefault="004E6A27" w:rsidP="004E6A27">
            <w:pPr>
              <w:rPr>
                <w:rFonts w:ascii="Century Gothic" w:hAnsi="Century Gothic" w:cstheme="minorBidi"/>
                <w:bCs/>
                <w:sz w:val="22"/>
                <w:szCs w:val="22"/>
              </w:rPr>
            </w:pPr>
            <w:r w:rsidRPr="006D3B88">
              <w:rPr>
                <w:rFonts w:ascii="Century Gothic" w:hAnsi="Century Gothic" w:cs="Arial"/>
                <w:sz w:val="22"/>
                <w:szCs w:val="22"/>
              </w:rPr>
              <w:t>17 douilles carré ½   : 8-9-10-11-12-13-14-16-17-18-19-21-22-23-24-30-32</w:t>
            </w:r>
          </w:p>
        </w:tc>
        <w:tc>
          <w:tcPr>
            <w:tcW w:w="2126" w:type="dxa"/>
            <w:vAlign w:val="center"/>
          </w:tcPr>
          <w:p w14:paraId="4316E80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0CFDF5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21B79FB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C76EF2C"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03A29F5"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495C0C6A" w14:textId="1970C50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44</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16448D5E"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Coffret de douilles avec cliquet ¼</w:t>
            </w:r>
          </w:p>
          <w:p w14:paraId="5EF01C7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1 cliquet.</w:t>
            </w:r>
          </w:p>
          <w:p w14:paraId="3C81392E"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1 rallonge minimum</w:t>
            </w:r>
          </w:p>
          <w:p w14:paraId="447B70C7"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Douilles carré 1/4 de 6 à 13 mm minimum</w:t>
            </w:r>
          </w:p>
          <w:p w14:paraId="6B55236F" w14:textId="4EA25EAE"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Différents embouts plat, cruciforme, hexagonale et Torx</w:t>
            </w:r>
          </w:p>
        </w:tc>
        <w:tc>
          <w:tcPr>
            <w:tcW w:w="2126" w:type="dxa"/>
            <w:vAlign w:val="center"/>
          </w:tcPr>
          <w:p w14:paraId="3C3D4CD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16BA97B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F5B5B1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EC254C0"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6651C41"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2687E8A" w14:textId="461711A0"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45</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E0C0DD9"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Rapport de serrage angulaire électroniques</w:t>
            </w:r>
          </w:p>
          <w:p w14:paraId="2F7C3F2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Affichage LED rétroéclairé</w:t>
            </w:r>
          </w:p>
          <w:p w14:paraId="4C8FCF27"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Unité de mesure : Nm, kg, cm et degré</w:t>
            </w:r>
          </w:p>
          <w:p w14:paraId="440ADB0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Précision : ± 3%</w:t>
            </w:r>
          </w:p>
          <w:p w14:paraId="6F82009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Résolution : 0,0</w:t>
            </w:r>
          </w:p>
          <w:p w14:paraId="695DD1FC"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Plage de mesure : 6,7 - 135 Nm</w:t>
            </w:r>
          </w:p>
          <w:p w14:paraId="4F4D99AC"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Test automatique et remise à zéro lors de la mise sous tension</w:t>
            </w:r>
          </w:p>
          <w:p w14:paraId="6F0D2F40"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Certificat d'étalonnage</w:t>
            </w:r>
          </w:p>
          <w:p w14:paraId="4DCB2223" w14:textId="67DAAD4C"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Coffret en plastique.</w:t>
            </w:r>
          </w:p>
        </w:tc>
        <w:tc>
          <w:tcPr>
            <w:tcW w:w="2126" w:type="dxa"/>
            <w:vAlign w:val="center"/>
          </w:tcPr>
          <w:p w14:paraId="04E986C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DE4A05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6E802D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DC1FF1E"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C41B96E"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FF9DB35" w14:textId="4B3730F9"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46</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1F5E9DAC"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Clé dynamométrique électronique</w:t>
            </w:r>
          </w:p>
          <w:p w14:paraId="0BD38177"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Clé dynamométrique électronique avec cliquet angulaire 1/2" (12,5 mm) 10 - 200 Nm</w:t>
            </w:r>
          </w:p>
          <w:p w14:paraId="4C1A6BA0"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Affichage LED rétroéclairé</w:t>
            </w:r>
          </w:p>
          <w:p w14:paraId="2C9FB83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Précision déclenchement 2 %</w:t>
            </w:r>
          </w:p>
          <w:p w14:paraId="066AB65A"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Unité de mesure : Nm, kg.cm, deg.</w:t>
            </w:r>
          </w:p>
          <w:p w14:paraId="46E26027"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Certificat d'étalonnage</w:t>
            </w:r>
          </w:p>
          <w:p w14:paraId="4F5B41D1" w14:textId="758FA09D"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Coffret plastique.</w:t>
            </w:r>
          </w:p>
        </w:tc>
        <w:tc>
          <w:tcPr>
            <w:tcW w:w="2126" w:type="dxa"/>
            <w:vAlign w:val="center"/>
          </w:tcPr>
          <w:p w14:paraId="7AF8C64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4DBFD2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68B3C7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69AD09B"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B5E34C3"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507372BF" w14:textId="2211AF2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47</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1B7A5333"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Comparateur a cadran</w:t>
            </w:r>
          </w:p>
          <w:p w14:paraId="3ED69D0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Étendue de mesure minimale : 0 à 10 mm.</w:t>
            </w:r>
          </w:p>
          <w:p w14:paraId="4A53C72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Résolution minimale : 1/100°.</w:t>
            </w:r>
          </w:p>
          <w:p w14:paraId="7805F5A8" w14:textId="0B0CDFD2"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Livré avec socle magnétique</w:t>
            </w:r>
          </w:p>
        </w:tc>
        <w:tc>
          <w:tcPr>
            <w:tcW w:w="2126" w:type="dxa"/>
            <w:vAlign w:val="center"/>
          </w:tcPr>
          <w:p w14:paraId="17AE19E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D25888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3F30D9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E5E1BD2"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705AE61"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381ADEC7" w14:textId="07F31FE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48</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151CC07C"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Vérificateur d’alésage</w:t>
            </w:r>
          </w:p>
          <w:p w14:paraId="0B11126B" w14:textId="77777777" w:rsidR="004E6A27" w:rsidRDefault="004E6A27" w:rsidP="004E6A27">
            <w:pPr>
              <w:rPr>
                <w:rFonts w:ascii="Century Gothic" w:hAnsi="Century Gothic" w:cs="Arial"/>
                <w:sz w:val="22"/>
                <w:szCs w:val="22"/>
              </w:rPr>
            </w:pPr>
            <w:r>
              <w:rPr>
                <w:rFonts w:ascii="Century Gothic" w:hAnsi="Century Gothic" w:cs="Arial"/>
                <w:sz w:val="22"/>
                <w:szCs w:val="22"/>
              </w:rPr>
              <w:lastRenderedPageBreak/>
              <w:t xml:space="preserve">- </w:t>
            </w:r>
            <w:r w:rsidRPr="006D3B88">
              <w:rPr>
                <w:rFonts w:ascii="Century Gothic" w:hAnsi="Century Gothic" w:cs="Arial"/>
                <w:sz w:val="22"/>
                <w:szCs w:val="22"/>
              </w:rPr>
              <w:t>Étendue de mesure minimale : 18 à 35mm</w:t>
            </w:r>
          </w:p>
          <w:p w14:paraId="79E14C22" w14:textId="28FC3D48"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 xml:space="preserve">Résolution : 1/100°.  </w:t>
            </w:r>
          </w:p>
        </w:tc>
        <w:tc>
          <w:tcPr>
            <w:tcW w:w="2126" w:type="dxa"/>
            <w:vAlign w:val="center"/>
          </w:tcPr>
          <w:p w14:paraId="5332BE5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lastRenderedPageBreak/>
              <w:t>Marque :</w:t>
            </w:r>
          </w:p>
          <w:p w14:paraId="5CBE0C7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1F115C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lastRenderedPageBreak/>
              <w:t>Caractéristique proposée :</w:t>
            </w:r>
          </w:p>
        </w:tc>
        <w:tc>
          <w:tcPr>
            <w:tcW w:w="2093" w:type="dxa"/>
            <w:vAlign w:val="center"/>
          </w:tcPr>
          <w:p w14:paraId="18DD90B8"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0F4023D"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FFF66F2" w14:textId="6FC7C5A6"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lastRenderedPageBreak/>
              <w:t>49</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5DF670FB"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Jauge de profondeur</w:t>
            </w:r>
          </w:p>
          <w:p w14:paraId="52593ACE"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Longueur minimale 200 mm</w:t>
            </w:r>
          </w:p>
          <w:p w14:paraId="041D5C76" w14:textId="4431C0B6"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Résolution minimale : 1/100°.</w:t>
            </w:r>
          </w:p>
        </w:tc>
        <w:tc>
          <w:tcPr>
            <w:tcW w:w="2126" w:type="dxa"/>
            <w:vAlign w:val="center"/>
          </w:tcPr>
          <w:p w14:paraId="7570C8C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2D4213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F0AEC1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10ED452"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B1B523A"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C06BDB3" w14:textId="43BAD1B8"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50</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10C643F"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Jeu de jauges d'épaisseur</w:t>
            </w:r>
          </w:p>
          <w:p w14:paraId="49A82B58" w14:textId="036EAE04"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Lames métriques de 0.05 à 1.00 mm</w:t>
            </w:r>
          </w:p>
        </w:tc>
        <w:tc>
          <w:tcPr>
            <w:tcW w:w="2126" w:type="dxa"/>
            <w:vAlign w:val="center"/>
          </w:tcPr>
          <w:p w14:paraId="5393B0B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3EF2143"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7DBFDC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DA481FA" w14:textId="77777777" w:rsidR="004E6A27" w:rsidRPr="0061096D" w:rsidRDefault="004E6A27" w:rsidP="004E6A27">
            <w:pPr>
              <w:jc w:val="center"/>
              <w:rPr>
                <w:rFonts w:ascii="Century Gothic" w:hAnsi="Century Gothic" w:cstheme="minorBidi"/>
                <w:b/>
                <w:bCs/>
                <w:sz w:val="22"/>
                <w:szCs w:val="22"/>
              </w:rPr>
            </w:pPr>
          </w:p>
        </w:tc>
      </w:tr>
      <w:tr w:rsidR="004E6A27" w:rsidRPr="0061096D" w14:paraId="3CB875E6"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522E3F08" w14:textId="48167CE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51</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21C3C07B"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Micromètre 0-25 mm</w:t>
            </w:r>
          </w:p>
          <w:p w14:paraId="6DBBF87C"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Plage de mesures minimale : de 0 à 25 mm</w:t>
            </w:r>
          </w:p>
          <w:p w14:paraId="5334E614" w14:textId="5F38AA07"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Résolution minimale : 1/100°.</w:t>
            </w:r>
          </w:p>
        </w:tc>
        <w:tc>
          <w:tcPr>
            <w:tcW w:w="2126" w:type="dxa"/>
            <w:vAlign w:val="center"/>
          </w:tcPr>
          <w:p w14:paraId="2F6B74B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86A70F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67BB82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3555C08"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4815B00"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B8FCDFA" w14:textId="1BDFA77C"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52</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6E290AD3"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Micromètre 25-50</w:t>
            </w:r>
          </w:p>
          <w:p w14:paraId="37912522"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Plage de mesures minimale de 25 à 50 mm</w:t>
            </w:r>
          </w:p>
          <w:p w14:paraId="564A5328"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6D3B88">
              <w:rPr>
                <w:rFonts w:ascii="Century Gothic" w:hAnsi="Century Gothic" w:cs="Arial"/>
                <w:sz w:val="22"/>
                <w:szCs w:val="22"/>
              </w:rPr>
              <w:t>Résolution minimale : 1/100°</w:t>
            </w:r>
          </w:p>
          <w:p w14:paraId="26DDA5FF" w14:textId="7C64FC25"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6D3B88">
              <w:rPr>
                <w:rFonts w:ascii="Century Gothic" w:hAnsi="Century Gothic" w:cs="Arial"/>
                <w:sz w:val="22"/>
                <w:szCs w:val="22"/>
              </w:rPr>
              <w:t>Livré avec cale d’étalonnage</w:t>
            </w:r>
          </w:p>
        </w:tc>
        <w:tc>
          <w:tcPr>
            <w:tcW w:w="2126" w:type="dxa"/>
            <w:vAlign w:val="center"/>
          </w:tcPr>
          <w:p w14:paraId="2035E7A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F03C39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5E74136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6187D08"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588A187"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418CC03A" w14:textId="492A16B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53</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6EB7683D"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Micromètre 50-75</w:t>
            </w:r>
          </w:p>
          <w:p w14:paraId="0D26D79C"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Plage de mesures minimale de 50 à 75 mm</w:t>
            </w:r>
          </w:p>
          <w:p w14:paraId="262A416F"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Résolution minimale : 1/100°</w:t>
            </w:r>
          </w:p>
          <w:p w14:paraId="4FB757DF" w14:textId="3E1CF6EC"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Livré avec cale d’étalonnage</w:t>
            </w:r>
          </w:p>
        </w:tc>
        <w:tc>
          <w:tcPr>
            <w:tcW w:w="2126" w:type="dxa"/>
            <w:vAlign w:val="center"/>
          </w:tcPr>
          <w:p w14:paraId="47B2E7F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578F1E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BE4ED3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86DC0C2"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24B53E3"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5A983B9" w14:textId="78398D07"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54</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52E448D1"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Micromètre 75-100</w:t>
            </w:r>
          </w:p>
          <w:p w14:paraId="1ACA5CC2"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Plage de mesures minimale de 75 à 100 mm</w:t>
            </w:r>
          </w:p>
          <w:p w14:paraId="6055485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Résolution minimale : 1/100°</w:t>
            </w:r>
          </w:p>
          <w:p w14:paraId="732F1537" w14:textId="42C5A8A5"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Livré avec cale d’étalonnage</w:t>
            </w:r>
          </w:p>
        </w:tc>
        <w:tc>
          <w:tcPr>
            <w:tcW w:w="2126" w:type="dxa"/>
            <w:vAlign w:val="center"/>
          </w:tcPr>
          <w:p w14:paraId="704DC3F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72646EB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1F7558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89975DC"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B134640"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EDDF292" w14:textId="33E396C3"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55</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3D1B81FE"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Pied à coulisse</w:t>
            </w:r>
          </w:p>
          <w:p w14:paraId="6356CE3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Longueur 200 mm minimum</w:t>
            </w:r>
          </w:p>
          <w:p w14:paraId="143288E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Graduation en mm</w:t>
            </w:r>
          </w:p>
          <w:p w14:paraId="53AFB357" w14:textId="71BB9741"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Résolution minimale : 1/20°</w:t>
            </w:r>
          </w:p>
        </w:tc>
        <w:tc>
          <w:tcPr>
            <w:tcW w:w="2126" w:type="dxa"/>
            <w:vAlign w:val="center"/>
          </w:tcPr>
          <w:p w14:paraId="167FE47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36BF36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F66B32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1F2CF9B"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9BDA273"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4D7AD007" w14:textId="44A68A6E"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56</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44197481"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Règle pleine inox graduée</w:t>
            </w:r>
          </w:p>
          <w:p w14:paraId="1F974AD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Longueur minimale 450mm</w:t>
            </w:r>
          </w:p>
          <w:p w14:paraId="0A1EC2A5"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Largeur minimale 30mm</w:t>
            </w:r>
          </w:p>
          <w:p w14:paraId="591DF1AE"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Epaisseur minimal 4mm</w:t>
            </w:r>
          </w:p>
          <w:p w14:paraId="7B8B8105" w14:textId="6CCD93D3"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En acier inoxydable</w:t>
            </w:r>
          </w:p>
        </w:tc>
        <w:tc>
          <w:tcPr>
            <w:tcW w:w="2126" w:type="dxa"/>
            <w:vAlign w:val="center"/>
          </w:tcPr>
          <w:p w14:paraId="31E18CE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4E7964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37D984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448D91A"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494379A"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B0DCDBF" w14:textId="25ACE9E9"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57</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596449E"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Pistolet de gonflage des pneus a manomètre</w:t>
            </w:r>
          </w:p>
          <w:p w14:paraId="20D34B5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Contrôleur de pression et gonflage</w:t>
            </w:r>
          </w:p>
          <w:p w14:paraId="64FE692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Version professionnelle</w:t>
            </w:r>
          </w:p>
          <w:p w14:paraId="0F15C701"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Avec embout rapide</w:t>
            </w:r>
          </w:p>
          <w:p w14:paraId="51803B2B"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Manomètre haute qualité pour une lecture exacte</w:t>
            </w:r>
          </w:p>
          <w:p w14:paraId="0B9B0C87" w14:textId="3F6AB73D" w:rsidR="004E6A27" w:rsidRPr="00A94E5E"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Plage de mesure minimum 0-10 bars</w:t>
            </w:r>
          </w:p>
        </w:tc>
        <w:tc>
          <w:tcPr>
            <w:tcW w:w="2126" w:type="dxa"/>
            <w:vAlign w:val="center"/>
          </w:tcPr>
          <w:p w14:paraId="563C5F7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5287DC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5D6E11A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2A950F8"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BE2186A"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1525CBF1" w14:textId="7C047819"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58</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52804839"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Extracteur a prise extérieure</w:t>
            </w:r>
          </w:p>
          <w:p w14:paraId="660D8A7B" w14:textId="1E5F9757"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Capacité minimale : 25 à 150 mm</w:t>
            </w:r>
          </w:p>
        </w:tc>
        <w:tc>
          <w:tcPr>
            <w:tcW w:w="2126" w:type="dxa"/>
            <w:vAlign w:val="center"/>
          </w:tcPr>
          <w:p w14:paraId="308677C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1AE317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2AC54B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83B741C" w14:textId="77777777" w:rsidR="004E6A27" w:rsidRPr="0061096D" w:rsidRDefault="004E6A27" w:rsidP="004E6A27">
            <w:pPr>
              <w:jc w:val="center"/>
              <w:rPr>
                <w:rFonts w:ascii="Century Gothic" w:hAnsi="Century Gothic" w:cstheme="minorBidi"/>
                <w:b/>
                <w:bCs/>
                <w:sz w:val="22"/>
                <w:szCs w:val="22"/>
              </w:rPr>
            </w:pPr>
          </w:p>
        </w:tc>
      </w:tr>
      <w:tr w:rsidR="004E6A27" w:rsidRPr="0061096D" w14:paraId="610B6A88"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BCF5480" w14:textId="543D95E8"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59</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59ACD30D"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Brosse métallique</w:t>
            </w:r>
          </w:p>
          <w:p w14:paraId="5BE9A2F7" w14:textId="56297788"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lastRenderedPageBreak/>
              <w:t>- Fil</w:t>
            </w:r>
            <w:r w:rsidRPr="009570C9">
              <w:rPr>
                <w:rFonts w:ascii="Century Gothic" w:hAnsi="Century Gothic" w:cs="Arial"/>
                <w:sz w:val="22"/>
                <w:szCs w:val="22"/>
              </w:rPr>
              <w:t xml:space="preserve"> d’acier ou laiton</w:t>
            </w:r>
          </w:p>
        </w:tc>
        <w:tc>
          <w:tcPr>
            <w:tcW w:w="2126" w:type="dxa"/>
            <w:vAlign w:val="center"/>
          </w:tcPr>
          <w:p w14:paraId="2D1DD04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lastRenderedPageBreak/>
              <w:t>Marque :</w:t>
            </w:r>
          </w:p>
          <w:p w14:paraId="6BCCC30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lastRenderedPageBreak/>
              <w:t>Reference :</w:t>
            </w:r>
          </w:p>
          <w:p w14:paraId="2962F86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4E14470" w14:textId="77777777" w:rsidR="004E6A27" w:rsidRPr="0061096D" w:rsidRDefault="004E6A27" w:rsidP="004E6A27">
            <w:pPr>
              <w:jc w:val="center"/>
              <w:rPr>
                <w:rFonts w:ascii="Century Gothic" w:hAnsi="Century Gothic" w:cstheme="minorBidi"/>
                <w:b/>
                <w:bCs/>
                <w:sz w:val="22"/>
                <w:szCs w:val="22"/>
              </w:rPr>
            </w:pPr>
          </w:p>
        </w:tc>
      </w:tr>
      <w:tr w:rsidR="004E6A27" w:rsidRPr="0061096D" w14:paraId="7B6B49F2"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E02C830" w14:textId="0FDB8622"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lastRenderedPageBreak/>
              <w:t>60</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3B58523"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Jeu de clés 6 pans coudées</w:t>
            </w:r>
          </w:p>
          <w:p w14:paraId="1BC698AE" w14:textId="15C1982A"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Dimensions : 1,5 à 10</w:t>
            </w:r>
          </w:p>
        </w:tc>
        <w:tc>
          <w:tcPr>
            <w:tcW w:w="2126" w:type="dxa"/>
            <w:vAlign w:val="center"/>
          </w:tcPr>
          <w:p w14:paraId="2CDC0A6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1086E37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21CFFC0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30394AB" w14:textId="77777777" w:rsidR="004E6A27" w:rsidRPr="0061096D" w:rsidRDefault="004E6A27" w:rsidP="004E6A27">
            <w:pPr>
              <w:jc w:val="center"/>
              <w:rPr>
                <w:rFonts w:ascii="Century Gothic" w:hAnsi="Century Gothic" w:cstheme="minorBidi"/>
                <w:b/>
                <w:bCs/>
                <w:sz w:val="22"/>
                <w:szCs w:val="22"/>
              </w:rPr>
            </w:pPr>
          </w:p>
        </w:tc>
      </w:tr>
      <w:tr w:rsidR="004E6A27" w:rsidRPr="0061096D" w14:paraId="6D73C618"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5E00C358" w14:textId="3EF72DE4"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61</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2BA86B3B"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Jeu de clés males torx</w:t>
            </w:r>
          </w:p>
          <w:p w14:paraId="5E52FFAD" w14:textId="77268362"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Dimensions : 8 à 40</w:t>
            </w:r>
          </w:p>
        </w:tc>
        <w:tc>
          <w:tcPr>
            <w:tcW w:w="2126" w:type="dxa"/>
            <w:vAlign w:val="center"/>
          </w:tcPr>
          <w:p w14:paraId="3127819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53A34D5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ADB6B2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EABBCB9"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D4E40A5"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D836C1A" w14:textId="1B8B3559"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62</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05D6CBC9" w14:textId="468A5CCA" w:rsidR="004E6A27" w:rsidRPr="0061096D" w:rsidRDefault="004E6A27" w:rsidP="004E6A27">
            <w:pPr>
              <w:rPr>
                <w:rFonts w:ascii="Century Gothic" w:hAnsi="Century Gothic" w:cstheme="minorBidi"/>
                <w:bCs/>
                <w:sz w:val="22"/>
                <w:szCs w:val="22"/>
              </w:rPr>
            </w:pPr>
            <w:r>
              <w:rPr>
                <w:rFonts w:ascii="Century Gothic" w:hAnsi="Century Gothic" w:cs="Arial"/>
                <w:b/>
                <w:bCs/>
                <w:sz w:val="22"/>
                <w:szCs w:val="22"/>
              </w:rPr>
              <w:t>P</w:t>
            </w:r>
            <w:r w:rsidRPr="003A0FF5">
              <w:rPr>
                <w:rFonts w:ascii="Century Gothic" w:hAnsi="Century Gothic" w:cs="Arial"/>
                <w:b/>
                <w:bCs/>
                <w:sz w:val="22"/>
                <w:szCs w:val="22"/>
              </w:rPr>
              <w:t>ince à bec plat,</w:t>
            </w:r>
            <w:r w:rsidRPr="009570C9">
              <w:rPr>
                <w:rFonts w:ascii="Century Gothic" w:hAnsi="Century Gothic" w:cs="Arial"/>
                <w:sz w:val="22"/>
                <w:szCs w:val="22"/>
              </w:rPr>
              <w:t xml:space="preserve"> d'une longueur de 165 mm</w:t>
            </w:r>
          </w:p>
        </w:tc>
        <w:tc>
          <w:tcPr>
            <w:tcW w:w="2126" w:type="dxa"/>
            <w:vAlign w:val="center"/>
          </w:tcPr>
          <w:p w14:paraId="1C54833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71397F8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5DD8B7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F3C7480"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1239793"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E12D43B" w14:textId="451699D5"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63</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2364B08E" w14:textId="0F18622A" w:rsidR="004E6A27" w:rsidRPr="0061096D" w:rsidRDefault="004E6A27" w:rsidP="004E6A27">
            <w:pPr>
              <w:rPr>
                <w:rFonts w:ascii="Century Gothic" w:hAnsi="Century Gothic" w:cstheme="minorBidi"/>
                <w:bCs/>
                <w:sz w:val="22"/>
                <w:szCs w:val="22"/>
              </w:rPr>
            </w:pPr>
            <w:r w:rsidRPr="003A0FF5">
              <w:rPr>
                <w:rFonts w:ascii="Century Gothic" w:hAnsi="Century Gothic" w:cs="Arial"/>
                <w:b/>
                <w:bCs/>
                <w:sz w:val="22"/>
                <w:szCs w:val="22"/>
              </w:rPr>
              <w:t>Pince à bec demi-ronde coudée</w:t>
            </w:r>
            <w:r w:rsidRPr="009570C9">
              <w:rPr>
                <w:rFonts w:ascii="Century Gothic" w:hAnsi="Century Gothic" w:cs="Arial"/>
                <w:sz w:val="22"/>
                <w:szCs w:val="22"/>
              </w:rPr>
              <w:t xml:space="preserve"> ,capacité d'1,6 mm de diamètre au plus bas pour 200 mm de longueur</w:t>
            </w:r>
          </w:p>
        </w:tc>
        <w:tc>
          <w:tcPr>
            <w:tcW w:w="2126" w:type="dxa"/>
            <w:vAlign w:val="center"/>
          </w:tcPr>
          <w:p w14:paraId="68D5F83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73A17FB8"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5ADB93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4A676AD" w14:textId="77777777" w:rsidR="004E6A27" w:rsidRPr="0061096D" w:rsidRDefault="004E6A27" w:rsidP="004E6A27">
            <w:pPr>
              <w:jc w:val="center"/>
              <w:rPr>
                <w:rFonts w:ascii="Century Gothic" w:hAnsi="Century Gothic" w:cstheme="minorBidi"/>
                <w:b/>
                <w:bCs/>
                <w:sz w:val="22"/>
                <w:szCs w:val="22"/>
              </w:rPr>
            </w:pPr>
          </w:p>
        </w:tc>
      </w:tr>
      <w:tr w:rsidR="004E6A27" w:rsidRPr="0061096D" w14:paraId="69F7CA73"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D7ABC3F" w14:textId="357A9A4F"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64</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38946832" w14:textId="3B7E9341" w:rsidR="004E6A27" w:rsidRPr="0061096D" w:rsidRDefault="004E6A27" w:rsidP="004E6A27">
            <w:pPr>
              <w:rPr>
                <w:rFonts w:ascii="Century Gothic" w:hAnsi="Century Gothic" w:cstheme="minorBidi"/>
                <w:bCs/>
                <w:sz w:val="22"/>
                <w:szCs w:val="22"/>
              </w:rPr>
            </w:pPr>
            <w:r w:rsidRPr="003A0FF5">
              <w:rPr>
                <w:rFonts w:ascii="Century Gothic" w:hAnsi="Century Gothic" w:cs="Arial"/>
                <w:b/>
                <w:bCs/>
                <w:sz w:val="22"/>
                <w:szCs w:val="22"/>
              </w:rPr>
              <w:t xml:space="preserve">Pince à bac demi-ronde bec long                                                                                                                            </w:t>
            </w:r>
            <w:r w:rsidRPr="009570C9">
              <w:rPr>
                <w:rFonts w:ascii="Century Gothic" w:hAnsi="Century Gothic" w:cs="Arial"/>
                <w:sz w:val="22"/>
                <w:szCs w:val="22"/>
              </w:rPr>
              <w:t>capacité d'1,6 mm de diamètre au plus bas pour 200 mm de longueur</w:t>
            </w:r>
          </w:p>
        </w:tc>
        <w:tc>
          <w:tcPr>
            <w:tcW w:w="2126" w:type="dxa"/>
            <w:vAlign w:val="center"/>
          </w:tcPr>
          <w:p w14:paraId="306E1F8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BBD58D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A04EF5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2A5DC268" w14:textId="77777777" w:rsidR="004E6A27" w:rsidRPr="0061096D" w:rsidRDefault="004E6A27" w:rsidP="004E6A27">
            <w:pPr>
              <w:jc w:val="center"/>
              <w:rPr>
                <w:rFonts w:ascii="Century Gothic" w:hAnsi="Century Gothic" w:cstheme="minorBidi"/>
                <w:b/>
                <w:bCs/>
                <w:sz w:val="22"/>
                <w:szCs w:val="22"/>
              </w:rPr>
            </w:pPr>
          </w:p>
        </w:tc>
      </w:tr>
      <w:tr w:rsidR="004E6A27" w:rsidRPr="0061096D" w14:paraId="59656870"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621E803B" w14:textId="01E3F431"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65</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211BAB88" w14:textId="77777777" w:rsidR="004E6A27" w:rsidRDefault="004E6A27" w:rsidP="004E6A27">
            <w:pPr>
              <w:rPr>
                <w:rFonts w:ascii="Century Gothic" w:hAnsi="Century Gothic" w:cs="Arial"/>
                <w:b/>
                <w:bCs/>
                <w:sz w:val="22"/>
                <w:szCs w:val="22"/>
              </w:rPr>
            </w:pPr>
            <w:r w:rsidRPr="00A5742C">
              <w:rPr>
                <w:rFonts w:ascii="Century Gothic" w:hAnsi="Century Gothic" w:cs="Arial"/>
                <w:b/>
                <w:bCs/>
                <w:sz w:val="22"/>
                <w:szCs w:val="22"/>
              </w:rPr>
              <w:t>Kit de contrôle du joint de culasse</w:t>
            </w:r>
          </w:p>
          <w:p w14:paraId="3D904EEF" w14:textId="77777777" w:rsidR="004E6A27" w:rsidRPr="00A5742C" w:rsidRDefault="004E6A27" w:rsidP="004E6A27">
            <w:pPr>
              <w:rPr>
                <w:rFonts w:ascii="Century Gothic" w:hAnsi="Century Gothic" w:cs="Arial"/>
                <w:sz w:val="22"/>
                <w:szCs w:val="22"/>
              </w:rPr>
            </w:pPr>
            <w:r w:rsidRPr="00A5742C">
              <w:rPr>
                <w:rFonts w:ascii="Century Gothic" w:hAnsi="Century Gothic" w:cs="Arial"/>
                <w:sz w:val="22"/>
                <w:szCs w:val="22"/>
              </w:rPr>
              <w:t>Système de détection de CO2.</w:t>
            </w:r>
          </w:p>
          <w:p w14:paraId="6430FF16" w14:textId="77777777" w:rsidR="004E6A27" w:rsidRPr="009570C9" w:rsidRDefault="004E6A27" w:rsidP="004E6A27">
            <w:pPr>
              <w:rPr>
                <w:rFonts w:ascii="Century Gothic" w:hAnsi="Century Gothic" w:cs="Arial"/>
                <w:sz w:val="22"/>
                <w:szCs w:val="22"/>
              </w:rPr>
            </w:pPr>
            <w:r w:rsidRPr="009570C9">
              <w:rPr>
                <w:rFonts w:ascii="Century Gothic" w:hAnsi="Century Gothic" w:cs="Arial"/>
                <w:sz w:val="22"/>
                <w:szCs w:val="22"/>
              </w:rPr>
              <w:t>Permet de vérifier la présence de gaz de combustion dans le circuit de refroidissement.</w:t>
            </w:r>
          </w:p>
          <w:p w14:paraId="46B6EE25" w14:textId="77777777" w:rsidR="004E6A27" w:rsidRPr="009570C9" w:rsidRDefault="004E6A27" w:rsidP="004E6A27">
            <w:pPr>
              <w:rPr>
                <w:rFonts w:ascii="Century Gothic" w:hAnsi="Century Gothic" w:cs="Arial"/>
                <w:sz w:val="22"/>
                <w:szCs w:val="22"/>
              </w:rPr>
            </w:pPr>
            <w:r w:rsidRPr="009570C9">
              <w:rPr>
                <w:rFonts w:ascii="Century Gothic" w:hAnsi="Century Gothic" w:cs="Arial"/>
                <w:sz w:val="22"/>
                <w:szCs w:val="22"/>
              </w:rPr>
              <w:t>Le liquide de test change de couleur si une fuite est détectée.</w:t>
            </w:r>
          </w:p>
          <w:p w14:paraId="472A4B33" w14:textId="72DAE4A5" w:rsidR="004E6A27" w:rsidRPr="0061096D" w:rsidRDefault="004E6A27" w:rsidP="004E6A27">
            <w:pPr>
              <w:rPr>
                <w:rFonts w:ascii="Century Gothic" w:hAnsi="Century Gothic" w:cstheme="minorBidi"/>
                <w:bCs/>
                <w:sz w:val="22"/>
                <w:szCs w:val="22"/>
              </w:rPr>
            </w:pPr>
            <w:r w:rsidRPr="009570C9">
              <w:rPr>
                <w:rFonts w:ascii="Century Gothic" w:hAnsi="Century Gothic" w:cs="Arial"/>
                <w:sz w:val="22"/>
                <w:szCs w:val="22"/>
              </w:rPr>
              <w:t>Identification rapide d'un joint de culasse défectueux.</w:t>
            </w:r>
          </w:p>
        </w:tc>
        <w:tc>
          <w:tcPr>
            <w:tcW w:w="2126" w:type="dxa"/>
            <w:vAlign w:val="center"/>
          </w:tcPr>
          <w:p w14:paraId="3C93AF5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8BB090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A55482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4BCC886"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401220C"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2646D87" w14:textId="52827AA9"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66</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2A894CF"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Pince multiprises</w:t>
            </w:r>
          </w:p>
          <w:p w14:paraId="4861CD3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Capacité minimale 40 mm.</w:t>
            </w:r>
          </w:p>
          <w:p w14:paraId="01CA898C" w14:textId="6B0ADFA4"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Manche gainée</w:t>
            </w:r>
          </w:p>
        </w:tc>
        <w:tc>
          <w:tcPr>
            <w:tcW w:w="2126" w:type="dxa"/>
            <w:vAlign w:val="center"/>
          </w:tcPr>
          <w:p w14:paraId="520B677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1A8E505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0AD55AC"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4BCA489"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66B56CF"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3A83C6A7" w14:textId="1B3291EA"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67</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E1470E1"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 xml:space="preserve">Kit de 6 clés plates pour tuyau de frein </w:t>
            </w:r>
          </w:p>
          <w:p w14:paraId="713B74C0" w14:textId="77777777" w:rsidR="004E6A27" w:rsidRDefault="004E6A27" w:rsidP="004E6A27">
            <w:pPr>
              <w:rPr>
                <w:rFonts w:ascii="Century Gothic" w:hAnsi="Century Gothic" w:cs="Arial"/>
                <w:sz w:val="22"/>
                <w:szCs w:val="22"/>
              </w:rPr>
            </w:pPr>
            <w:r w:rsidRPr="003A0FF5">
              <w:rPr>
                <w:rFonts w:ascii="Century Gothic" w:hAnsi="Century Gothic" w:cs="Arial"/>
                <w:sz w:val="22"/>
                <w:szCs w:val="22"/>
              </w:rPr>
              <w:t xml:space="preserve">Kit de 6 clés plates pour tuyau de frein I clés polygonales ouvertes I clés pour tuyau de frein 8 à 19 mm     </w:t>
            </w:r>
          </w:p>
          <w:p w14:paraId="10FAE443" w14:textId="77777777" w:rsidR="004E6A27" w:rsidRDefault="004E6A27" w:rsidP="004E6A27">
            <w:pPr>
              <w:rPr>
                <w:rFonts w:ascii="Century Gothic" w:hAnsi="Century Gothic" w:cs="Arial"/>
                <w:sz w:val="22"/>
                <w:szCs w:val="22"/>
              </w:rPr>
            </w:pPr>
            <w:r w:rsidRPr="003A0FF5">
              <w:rPr>
                <w:rFonts w:ascii="Century Gothic" w:hAnsi="Century Gothic" w:cs="Arial"/>
                <w:sz w:val="22"/>
                <w:szCs w:val="22"/>
              </w:rPr>
              <w:t>Kit de : 8 x 9 / 10 x 11 / 12 x 13 / 14 x 15 / 16x17 / 18x19</w:t>
            </w:r>
          </w:p>
          <w:p w14:paraId="6C68D985" w14:textId="204E50C7" w:rsidR="004E6A27" w:rsidRPr="0061096D" w:rsidRDefault="004E6A27" w:rsidP="004E6A27">
            <w:pPr>
              <w:rPr>
                <w:rFonts w:ascii="Century Gothic" w:hAnsi="Century Gothic" w:cstheme="minorBidi"/>
                <w:bCs/>
                <w:sz w:val="22"/>
                <w:szCs w:val="22"/>
              </w:rPr>
            </w:pPr>
          </w:p>
        </w:tc>
        <w:tc>
          <w:tcPr>
            <w:tcW w:w="2126" w:type="dxa"/>
            <w:vAlign w:val="center"/>
          </w:tcPr>
          <w:p w14:paraId="0D6DAFE4"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40178F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789C1D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ADD49F7"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6902467"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EEE0103" w14:textId="04139138"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68</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DB6D1A1"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Pistolet à air chaud</w:t>
            </w:r>
          </w:p>
          <w:p w14:paraId="699507D8"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Température réglable : 40 - 600 °C</w:t>
            </w:r>
          </w:p>
          <w:p w14:paraId="155ADB23"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Puissance minimale : 1600 W</w:t>
            </w:r>
          </w:p>
          <w:p w14:paraId="5995963F"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 xml:space="preserve">Buse à fente plate  </w:t>
            </w:r>
          </w:p>
          <w:p w14:paraId="5AB1C221"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Buse de soudage triangulaire</w:t>
            </w:r>
          </w:p>
          <w:p w14:paraId="0BA9CAAD" w14:textId="7071649F"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Buse de soudage ronde</w:t>
            </w:r>
          </w:p>
        </w:tc>
        <w:tc>
          <w:tcPr>
            <w:tcW w:w="2126" w:type="dxa"/>
            <w:vAlign w:val="center"/>
          </w:tcPr>
          <w:p w14:paraId="0BD1089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6D4470F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5AE65D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3E867054"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1D3CD9C"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2D14DC0" w14:textId="492E1289"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69</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0789E578"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Chariot visite</w:t>
            </w:r>
          </w:p>
          <w:p w14:paraId="5034DBF3"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Têtière relevable</w:t>
            </w:r>
          </w:p>
          <w:p w14:paraId="16E6CB54"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Plateaux porte outils</w:t>
            </w:r>
          </w:p>
          <w:p w14:paraId="52A0796B" w14:textId="2F130506"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lastRenderedPageBreak/>
              <w:t xml:space="preserve">- </w:t>
            </w:r>
            <w:r w:rsidRPr="009570C9">
              <w:rPr>
                <w:rFonts w:ascii="Century Gothic" w:hAnsi="Century Gothic" w:cs="Arial"/>
                <w:sz w:val="22"/>
                <w:szCs w:val="22"/>
              </w:rPr>
              <w:t>Dimensions : minimum  L  = 100 cm</w:t>
            </w:r>
          </w:p>
        </w:tc>
        <w:tc>
          <w:tcPr>
            <w:tcW w:w="2126" w:type="dxa"/>
            <w:vAlign w:val="center"/>
          </w:tcPr>
          <w:p w14:paraId="715EE053"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lastRenderedPageBreak/>
              <w:t>Marque :</w:t>
            </w:r>
          </w:p>
          <w:p w14:paraId="5FD0C3E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6F8DA4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lastRenderedPageBreak/>
              <w:t>Caractéristique proposée :</w:t>
            </w:r>
          </w:p>
        </w:tc>
        <w:tc>
          <w:tcPr>
            <w:tcW w:w="2093" w:type="dxa"/>
            <w:vAlign w:val="center"/>
          </w:tcPr>
          <w:p w14:paraId="73DA8957" w14:textId="77777777" w:rsidR="004E6A27" w:rsidRPr="0061096D" w:rsidRDefault="004E6A27" w:rsidP="004E6A27">
            <w:pPr>
              <w:jc w:val="center"/>
              <w:rPr>
                <w:rFonts w:ascii="Century Gothic" w:hAnsi="Century Gothic" w:cstheme="minorBidi"/>
                <w:b/>
                <w:bCs/>
                <w:sz w:val="22"/>
                <w:szCs w:val="22"/>
              </w:rPr>
            </w:pPr>
          </w:p>
        </w:tc>
      </w:tr>
      <w:tr w:rsidR="004E6A27" w:rsidRPr="0061096D" w14:paraId="55BBF6C5"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5583AF04" w14:textId="07B470CE"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lastRenderedPageBreak/>
              <w:t>70</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3058361A"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Jeu des outils à dégarnir</w:t>
            </w:r>
          </w:p>
          <w:p w14:paraId="37DE0206" w14:textId="43203DD1"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9570C9">
              <w:rPr>
                <w:rFonts w:ascii="Century Gothic" w:hAnsi="Century Gothic" w:cs="Arial"/>
                <w:sz w:val="22"/>
                <w:szCs w:val="22"/>
              </w:rPr>
              <w:t>Jeu de 5 outils minimum</w:t>
            </w:r>
          </w:p>
        </w:tc>
        <w:tc>
          <w:tcPr>
            <w:tcW w:w="2126" w:type="dxa"/>
            <w:vAlign w:val="center"/>
          </w:tcPr>
          <w:p w14:paraId="5B00644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91448F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5A41178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0E2FAAE6"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A75E711"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6F6CCC5" w14:textId="46F04182"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71</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0A0DF61E"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Pompe à main (pression-dépression)</w:t>
            </w:r>
          </w:p>
          <w:p w14:paraId="54A780D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Manomètre intégré</w:t>
            </w:r>
          </w:p>
          <w:p w14:paraId="39077F51"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9570C9">
              <w:rPr>
                <w:rFonts w:ascii="Century Gothic" w:hAnsi="Century Gothic" w:cs="Arial"/>
                <w:sz w:val="22"/>
                <w:szCs w:val="22"/>
              </w:rPr>
              <w:t>Pression maximale 4 bars et dépression - 1 bar.</w:t>
            </w:r>
          </w:p>
          <w:p w14:paraId="6FAC28E1"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Permet d'effectuer toutes les opérations de type purge, contrôle</w:t>
            </w:r>
          </w:p>
          <w:p w14:paraId="3AA93381"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Étanchéité, tarage,</w:t>
            </w:r>
            <w:r>
              <w:rPr>
                <w:rFonts w:ascii="Century Gothic" w:hAnsi="Century Gothic" w:cs="Arial"/>
                <w:sz w:val="22"/>
                <w:szCs w:val="22"/>
              </w:rPr>
              <w:t xml:space="preserve"> </w:t>
            </w:r>
            <w:r w:rsidRPr="00F50E26">
              <w:rPr>
                <w:rFonts w:ascii="Century Gothic" w:hAnsi="Century Gothic" w:cs="Arial"/>
                <w:sz w:val="22"/>
                <w:szCs w:val="22"/>
              </w:rPr>
              <w:t>etc.</w:t>
            </w:r>
          </w:p>
          <w:p w14:paraId="651A55F0" w14:textId="0829A7C5"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F50E26">
              <w:rPr>
                <w:rFonts w:ascii="Century Gothic" w:hAnsi="Century Gothic" w:cs="Arial"/>
                <w:sz w:val="22"/>
                <w:szCs w:val="22"/>
              </w:rPr>
              <w:t>Livrée en coffret plastique avec embouts, connecteurs et flexibles.</w:t>
            </w:r>
          </w:p>
        </w:tc>
        <w:tc>
          <w:tcPr>
            <w:tcW w:w="2126" w:type="dxa"/>
            <w:vAlign w:val="center"/>
          </w:tcPr>
          <w:p w14:paraId="3E5FD71E"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7DCC6832"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25C63F4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175421B" w14:textId="77777777" w:rsidR="004E6A27" w:rsidRPr="0061096D" w:rsidRDefault="004E6A27" w:rsidP="004E6A27">
            <w:pPr>
              <w:jc w:val="center"/>
              <w:rPr>
                <w:rFonts w:ascii="Century Gothic" w:hAnsi="Century Gothic" w:cstheme="minorBidi"/>
                <w:b/>
                <w:bCs/>
                <w:sz w:val="22"/>
                <w:szCs w:val="22"/>
              </w:rPr>
            </w:pPr>
          </w:p>
        </w:tc>
      </w:tr>
      <w:tr w:rsidR="004E6A27" w:rsidRPr="0061096D" w14:paraId="45AF9F69"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282E482D" w14:textId="4115E41E"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72</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7FDD2B89"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Entonnoir</w:t>
            </w:r>
          </w:p>
          <w:p w14:paraId="62DC226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Capacité minimal 1.2 Litre</w:t>
            </w:r>
          </w:p>
          <w:p w14:paraId="1293A763" w14:textId="3220982B"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F50E26">
              <w:rPr>
                <w:rFonts w:ascii="Century Gothic" w:hAnsi="Century Gothic" w:cs="Arial"/>
                <w:sz w:val="22"/>
                <w:szCs w:val="22"/>
              </w:rPr>
              <w:t>Diamètre minimal 120 MM</w:t>
            </w:r>
          </w:p>
        </w:tc>
        <w:tc>
          <w:tcPr>
            <w:tcW w:w="2126" w:type="dxa"/>
            <w:vAlign w:val="center"/>
          </w:tcPr>
          <w:p w14:paraId="45894DEB"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F7EF8C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519C96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49510EBF" w14:textId="77777777" w:rsidR="004E6A27" w:rsidRPr="0061096D" w:rsidRDefault="004E6A27" w:rsidP="004E6A27">
            <w:pPr>
              <w:jc w:val="center"/>
              <w:rPr>
                <w:rFonts w:ascii="Century Gothic" w:hAnsi="Century Gothic" w:cstheme="minorBidi"/>
                <w:b/>
                <w:bCs/>
                <w:sz w:val="22"/>
                <w:szCs w:val="22"/>
              </w:rPr>
            </w:pPr>
          </w:p>
        </w:tc>
      </w:tr>
      <w:tr w:rsidR="004E6A27" w:rsidRPr="0061096D" w14:paraId="016491ED"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D8359CE" w14:textId="277A7FCA"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73</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21853DE1"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Bidon de carburant</w:t>
            </w:r>
          </w:p>
          <w:p w14:paraId="0FA39DE2"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En métal</w:t>
            </w:r>
          </w:p>
          <w:p w14:paraId="12ECA2F9"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Pour hydrocarbures</w:t>
            </w:r>
          </w:p>
          <w:p w14:paraId="1B34E2F5"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Contenance : 10 litres minimum</w:t>
            </w:r>
          </w:p>
          <w:p w14:paraId="33192BCC" w14:textId="56F382D5"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F50E26">
              <w:rPr>
                <w:rFonts w:ascii="Century Gothic" w:hAnsi="Century Gothic" w:cs="Arial"/>
                <w:sz w:val="22"/>
                <w:szCs w:val="22"/>
              </w:rPr>
              <w:t>Avec bec verseur</w:t>
            </w:r>
          </w:p>
        </w:tc>
        <w:tc>
          <w:tcPr>
            <w:tcW w:w="2126" w:type="dxa"/>
            <w:vAlign w:val="center"/>
          </w:tcPr>
          <w:p w14:paraId="67B2039A"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33412AA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60D036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1C47967A" w14:textId="77777777" w:rsidR="004E6A27" w:rsidRPr="0061096D" w:rsidRDefault="004E6A27" w:rsidP="004E6A27">
            <w:pPr>
              <w:jc w:val="center"/>
              <w:rPr>
                <w:rFonts w:ascii="Century Gothic" w:hAnsi="Century Gothic" w:cstheme="minorBidi"/>
                <w:b/>
                <w:bCs/>
                <w:sz w:val="22"/>
                <w:szCs w:val="22"/>
              </w:rPr>
            </w:pPr>
          </w:p>
        </w:tc>
      </w:tr>
      <w:tr w:rsidR="004E6A27" w:rsidRPr="0061096D" w14:paraId="1356625C"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0A3EEF24" w14:textId="56EEF733"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74</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288E46DB"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Démonte rotule</w:t>
            </w:r>
          </w:p>
          <w:p w14:paraId="7541058A"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Livré avec 3 goupilles de rechange.</w:t>
            </w:r>
          </w:p>
          <w:p w14:paraId="5A7E71FF"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Fourches de diamètre : 22 mm.</w:t>
            </w:r>
          </w:p>
          <w:p w14:paraId="2B68FAD8" w14:textId="3FE82F02"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F50E26">
              <w:rPr>
                <w:rFonts w:ascii="Century Gothic" w:hAnsi="Century Gothic" w:cs="Arial"/>
                <w:sz w:val="22"/>
                <w:szCs w:val="22"/>
              </w:rPr>
              <w:t>Utilisation des deux faces de la semelle.</w:t>
            </w:r>
          </w:p>
        </w:tc>
        <w:tc>
          <w:tcPr>
            <w:tcW w:w="2126" w:type="dxa"/>
            <w:vAlign w:val="center"/>
          </w:tcPr>
          <w:p w14:paraId="756BE960"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47E4F336"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5532D11"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52F4C5D5"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0C266E1"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74081F10" w14:textId="496044BB"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75</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0D398E15" w14:textId="77777777" w:rsidR="004E6A27" w:rsidRPr="003A0FF5" w:rsidRDefault="004E6A27" w:rsidP="004E6A27">
            <w:pPr>
              <w:rPr>
                <w:rFonts w:ascii="Century Gothic" w:hAnsi="Century Gothic" w:cs="Arial"/>
                <w:b/>
                <w:bCs/>
                <w:sz w:val="22"/>
                <w:szCs w:val="22"/>
              </w:rPr>
            </w:pPr>
            <w:r w:rsidRPr="003A0FF5">
              <w:rPr>
                <w:rFonts w:ascii="Century Gothic" w:hAnsi="Century Gothic" w:cs="Arial"/>
                <w:b/>
                <w:bCs/>
                <w:sz w:val="22"/>
                <w:szCs w:val="22"/>
              </w:rPr>
              <w:t>Blocs v avec étriers de serrage</w:t>
            </w:r>
          </w:p>
          <w:p w14:paraId="740C6E6D" w14:textId="77777777" w:rsidR="004E6A27" w:rsidRDefault="004E6A27" w:rsidP="004E6A27">
            <w:pPr>
              <w:rPr>
                <w:rFonts w:ascii="Century Gothic" w:hAnsi="Century Gothic" w:cs="Arial"/>
                <w:sz w:val="22"/>
                <w:szCs w:val="22"/>
              </w:rPr>
            </w:pPr>
            <w:r w:rsidRPr="00F50E26">
              <w:rPr>
                <w:rFonts w:ascii="Century Gothic" w:hAnsi="Century Gothic" w:cs="Arial"/>
                <w:sz w:val="22"/>
                <w:szCs w:val="22"/>
              </w:rPr>
              <w:t xml:space="preserve">Pour expertise vilebrequin et arbre à </w:t>
            </w:r>
            <w:r>
              <w:rPr>
                <w:rFonts w:ascii="Century Gothic" w:hAnsi="Century Gothic" w:cs="Arial"/>
                <w:sz w:val="22"/>
                <w:szCs w:val="22"/>
              </w:rPr>
              <w:t>c</w:t>
            </w:r>
            <w:r w:rsidRPr="00F50E26">
              <w:rPr>
                <w:rFonts w:ascii="Century Gothic" w:hAnsi="Century Gothic" w:cs="Arial"/>
                <w:sz w:val="22"/>
                <w:szCs w:val="22"/>
              </w:rPr>
              <w:t>am</w:t>
            </w:r>
          </w:p>
          <w:p w14:paraId="1BF551A6"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Jeu de 2 blocs en V.</w:t>
            </w:r>
          </w:p>
          <w:p w14:paraId="2D49FF22"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En acier spécial. Rectifiés, traités</w:t>
            </w:r>
          </w:p>
          <w:p w14:paraId="0ACD8D2D"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Angles 90°.</w:t>
            </w:r>
          </w:p>
          <w:p w14:paraId="769C9921" w14:textId="0AADB850"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F50E26">
              <w:rPr>
                <w:rFonts w:ascii="Century Gothic" w:hAnsi="Century Gothic" w:cs="Arial"/>
                <w:sz w:val="22"/>
                <w:szCs w:val="22"/>
              </w:rPr>
              <w:t>Avec étriers de serrage En acier spécial Rectifiés</w:t>
            </w:r>
          </w:p>
        </w:tc>
        <w:tc>
          <w:tcPr>
            <w:tcW w:w="2126" w:type="dxa"/>
            <w:vAlign w:val="center"/>
          </w:tcPr>
          <w:p w14:paraId="70AB6B9D"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7B4C6423"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CAA8787"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751E26C6" w14:textId="77777777" w:rsidR="004E6A27" w:rsidRPr="0061096D" w:rsidRDefault="004E6A27" w:rsidP="004E6A27">
            <w:pPr>
              <w:jc w:val="center"/>
              <w:rPr>
                <w:rFonts w:ascii="Century Gothic" w:hAnsi="Century Gothic" w:cstheme="minorBidi"/>
                <w:b/>
                <w:bCs/>
                <w:sz w:val="22"/>
                <w:szCs w:val="22"/>
              </w:rPr>
            </w:pPr>
          </w:p>
        </w:tc>
      </w:tr>
      <w:tr w:rsidR="004E6A27" w:rsidRPr="0061096D" w14:paraId="2C01AE43" w14:textId="77777777" w:rsidTr="007F4822">
        <w:trPr>
          <w:jc w:val="center"/>
        </w:trPr>
        <w:tc>
          <w:tcPr>
            <w:tcW w:w="747" w:type="dxa"/>
            <w:tcBorders>
              <w:top w:val="nil"/>
              <w:left w:val="single" w:sz="4" w:space="0" w:color="auto"/>
              <w:bottom w:val="single" w:sz="4" w:space="0" w:color="auto"/>
              <w:right w:val="single" w:sz="4" w:space="0" w:color="auto"/>
            </w:tcBorders>
            <w:shd w:val="clear" w:color="auto" w:fill="auto"/>
            <w:vAlign w:val="center"/>
          </w:tcPr>
          <w:p w14:paraId="5CF17D69" w14:textId="45849B0C" w:rsidR="004E6A27" w:rsidRPr="0061096D" w:rsidRDefault="004E6A27" w:rsidP="004E6A27">
            <w:pPr>
              <w:jc w:val="center"/>
              <w:rPr>
                <w:rFonts w:ascii="Century Gothic" w:hAnsi="Century Gothic" w:cstheme="minorBidi"/>
                <w:sz w:val="22"/>
                <w:szCs w:val="22"/>
              </w:rPr>
            </w:pPr>
            <w:r>
              <w:rPr>
                <w:rFonts w:ascii="Century Gothic" w:hAnsi="Century Gothic" w:cs="Calibri"/>
                <w:color w:val="000000"/>
                <w:sz w:val="22"/>
                <w:szCs w:val="22"/>
              </w:rPr>
              <w:t>76</w:t>
            </w:r>
          </w:p>
        </w:tc>
        <w:tc>
          <w:tcPr>
            <w:tcW w:w="4810" w:type="dxa"/>
            <w:tcBorders>
              <w:top w:val="single" w:sz="4" w:space="0" w:color="auto"/>
              <w:left w:val="single" w:sz="4" w:space="0" w:color="auto"/>
              <w:bottom w:val="single" w:sz="4" w:space="0" w:color="auto"/>
              <w:right w:val="single" w:sz="4" w:space="0" w:color="auto"/>
            </w:tcBorders>
            <w:shd w:val="clear" w:color="auto" w:fill="auto"/>
            <w:vAlign w:val="center"/>
          </w:tcPr>
          <w:p w14:paraId="0B3CE7DD" w14:textId="77777777" w:rsidR="004E6A27" w:rsidRPr="00773F1C" w:rsidRDefault="004E6A27" w:rsidP="004E6A27">
            <w:pPr>
              <w:rPr>
                <w:rFonts w:ascii="Century Gothic" w:hAnsi="Century Gothic" w:cs="Arial"/>
                <w:b/>
                <w:bCs/>
                <w:sz w:val="22"/>
                <w:szCs w:val="22"/>
              </w:rPr>
            </w:pPr>
            <w:r w:rsidRPr="00773F1C">
              <w:rPr>
                <w:rFonts w:ascii="Century Gothic" w:hAnsi="Century Gothic" w:cs="Arial"/>
                <w:b/>
                <w:bCs/>
                <w:sz w:val="22"/>
                <w:szCs w:val="22"/>
              </w:rPr>
              <w:t>Kit de dépose fils électrique des connecteurs de câblage automobile</w:t>
            </w:r>
          </w:p>
          <w:p w14:paraId="3A97CE38" w14:textId="77777777" w:rsidR="004E6A27" w:rsidRDefault="004E6A27" w:rsidP="004E6A27">
            <w:pPr>
              <w:rPr>
                <w:rFonts w:ascii="Century Gothic" w:hAnsi="Century Gothic" w:cs="Arial"/>
                <w:sz w:val="22"/>
                <w:szCs w:val="22"/>
              </w:rPr>
            </w:pPr>
            <w:r>
              <w:rPr>
                <w:rFonts w:ascii="Century Gothic" w:hAnsi="Century Gothic" w:cs="Arial"/>
                <w:sz w:val="22"/>
                <w:szCs w:val="22"/>
              </w:rPr>
              <w:t xml:space="preserve">- </w:t>
            </w:r>
            <w:r w:rsidRPr="00F50E26">
              <w:rPr>
                <w:rFonts w:ascii="Century Gothic" w:hAnsi="Century Gothic" w:cs="Arial"/>
                <w:sz w:val="22"/>
                <w:szCs w:val="22"/>
              </w:rPr>
              <w:t>Ensemble de 20 outils Minimum de tailles différentes spécialement conçus pour retirer en toute sécurité les fils des borniers.</w:t>
            </w:r>
          </w:p>
          <w:p w14:paraId="3764FD69" w14:textId="6CCF1860" w:rsidR="004E6A27" w:rsidRPr="0061096D" w:rsidRDefault="004E6A27" w:rsidP="004E6A27">
            <w:pPr>
              <w:rPr>
                <w:rFonts w:ascii="Century Gothic" w:hAnsi="Century Gothic" w:cstheme="minorBidi"/>
                <w:bCs/>
                <w:sz w:val="22"/>
                <w:szCs w:val="22"/>
              </w:rPr>
            </w:pPr>
            <w:r>
              <w:rPr>
                <w:rFonts w:ascii="Century Gothic" w:hAnsi="Century Gothic" w:cs="Arial"/>
                <w:sz w:val="22"/>
                <w:szCs w:val="22"/>
              </w:rPr>
              <w:t xml:space="preserve">- </w:t>
            </w:r>
            <w:r w:rsidRPr="00F50E26">
              <w:rPr>
                <w:rFonts w:ascii="Century Gothic" w:hAnsi="Century Gothic" w:cs="Arial"/>
                <w:sz w:val="22"/>
                <w:szCs w:val="22"/>
              </w:rPr>
              <w:t>Un large éventail de types, le kit comprend le tube, plat, jumeau plat, pointe à double angle plat, carré, triple plat, entaillé à plat, à plat, à goupille, et des lames de style pick.</w:t>
            </w:r>
          </w:p>
        </w:tc>
        <w:tc>
          <w:tcPr>
            <w:tcW w:w="2126" w:type="dxa"/>
            <w:vAlign w:val="center"/>
          </w:tcPr>
          <w:p w14:paraId="385A7DEF"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Marque :</w:t>
            </w:r>
          </w:p>
          <w:p w14:paraId="029E1D09"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6CC8245" w14:textId="77777777" w:rsidR="004E6A27" w:rsidRPr="0061096D" w:rsidRDefault="004E6A27" w:rsidP="004E6A2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2093" w:type="dxa"/>
            <w:vAlign w:val="center"/>
          </w:tcPr>
          <w:p w14:paraId="6EAE33AF" w14:textId="77777777" w:rsidR="004E6A27" w:rsidRPr="0061096D" w:rsidRDefault="004E6A27" w:rsidP="004E6A27">
            <w:pPr>
              <w:jc w:val="center"/>
              <w:rPr>
                <w:rFonts w:ascii="Century Gothic" w:hAnsi="Century Gothic" w:cstheme="minorBidi"/>
                <w:b/>
                <w:bCs/>
                <w:sz w:val="22"/>
                <w:szCs w:val="22"/>
              </w:rPr>
            </w:pPr>
          </w:p>
        </w:tc>
      </w:tr>
    </w:tbl>
    <w:p w14:paraId="7D6528D2" w14:textId="77777777" w:rsidR="006A5E2C" w:rsidRDefault="006A5E2C" w:rsidP="00186480">
      <w:pPr>
        <w:tabs>
          <w:tab w:val="left" w:pos="2925"/>
          <w:tab w:val="right" w:pos="6887"/>
        </w:tabs>
        <w:rPr>
          <w:rFonts w:ascii="Century Gothic" w:hAnsi="Century Gothic" w:cstheme="minorBidi"/>
          <w:b/>
          <w:sz w:val="26"/>
          <w:szCs w:val="26"/>
          <w:u w:val="single"/>
        </w:rPr>
        <w:sectPr w:rsidR="006A5E2C" w:rsidSect="00186480">
          <w:pgSz w:w="11906" w:h="16838"/>
          <w:pgMar w:top="1106" w:right="1134" w:bottom="992" w:left="1134" w:header="284" w:footer="221" w:gutter="0"/>
          <w:cols w:space="708"/>
          <w:docGrid w:linePitch="360"/>
        </w:sectPr>
      </w:pPr>
    </w:p>
    <w:p w14:paraId="121FCE36" w14:textId="6807962D" w:rsidR="00FC615A" w:rsidRDefault="00FC615A" w:rsidP="00186480">
      <w:pPr>
        <w:tabs>
          <w:tab w:val="left" w:pos="2925"/>
          <w:tab w:val="right" w:pos="6887"/>
        </w:tabs>
        <w:jc w:val="center"/>
        <w:rPr>
          <w:rFonts w:ascii="Century Gothic" w:hAnsi="Century Gothic" w:cstheme="minorBidi"/>
          <w:b/>
          <w:sz w:val="26"/>
          <w:szCs w:val="26"/>
          <w:u w:val="single"/>
        </w:rPr>
      </w:pPr>
      <w:r w:rsidRPr="00503F3C">
        <w:rPr>
          <w:rFonts w:ascii="Century Gothic" w:hAnsi="Century Gothic" w:cstheme="minorBidi"/>
          <w:b/>
          <w:sz w:val="26"/>
          <w:szCs w:val="26"/>
          <w:u w:val="single"/>
        </w:rPr>
        <w:lastRenderedPageBreak/>
        <w:t>BORDEREAU DES PRIX – DETAIL ESTIMATIF</w:t>
      </w:r>
    </w:p>
    <w:p w14:paraId="52B20F58" w14:textId="1AA1F059" w:rsidR="0035080C" w:rsidRPr="00503F3C" w:rsidRDefault="00033BAB" w:rsidP="00186480">
      <w:pPr>
        <w:tabs>
          <w:tab w:val="left" w:pos="2925"/>
          <w:tab w:val="right" w:pos="6887"/>
        </w:tabs>
        <w:jc w:val="center"/>
        <w:rPr>
          <w:rFonts w:ascii="Century Gothic" w:hAnsi="Century Gothic" w:cstheme="minorBidi"/>
          <w:b/>
          <w:sz w:val="26"/>
          <w:szCs w:val="26"/>
          <w:u w:val="single"/>
        </w:rPr>
      </w:pPr>
      <w:r>
        <w:rPr>
          <w:rFonts w:ascii="Century Gothic" w:hAnsi="Century Gothic" w:cstheme="minorBidi"/>
          <w:b/>
          <w:sz w:val="26"/>
          <w:szCs w:val="26"/>
          <w:u w:val="single"/>
        </w:rPr>
        <w:t xml:space="preserve">AO N° 101 </w:t>
      </w:r>
      <w:r w:rsidR="008E5C2C">
        <w:rPr>
          <w:rFonts w:ascii="Century Gothic" w:hAnsi="Century Gothic" w:cstheme="minorBidi"/>
          <w:b/>
          <w:sz w:val="26"/>
          <w:szCs w:val="26"/>
          <w:u w:val="single"/>
        </w:rPr>
        <w:t>/2022</w:t>
      </w:r>
    </w:p>
    <w:p w14:paraId="080E7852" w14:textId="5ABB3CD1" w:rsidR="00C071E7" w:rsidRDefault="00C071E7" w:rsidP="00C071E7">
      <w:pPr>
        <w:widowControl w:val="0"/>
        <w:autoSpaceDE w:val="0"/>
        <w:autoSpaceDN w:val="0"/>
        <w:adjustRightInd w:val="0"/>
        <w:spacing w:line="385" w:lineRule="exact"/>
        <w:ind w:left="65" w:right="422"/>
        <w:jc w:val="both"/>
        <w:rPr>
          <w:rFonts w:ascii="Century Gothic" w:hAnsi="Century Gothic" w:cs="Calibri"/>
          <w:b/>
          <w:bCs/>
          <w:spacing w:val="1"/>
          <w:position w:val="1"/>
          <w:szCs w:val="32"/>
        </w:rPr>
      </w:pPr>
      <w:r w:rsidRPr="00503F3C">
        <w:rPr>
          <w:rFonts w:ascii="Century Gothic" w:hAnsi="Century Gothic" w:cs="Arial"/>
          <w:b/>
          <w:bCs/>
          <w:spacing w:val="1"/>
          <w:position w:val="1"/>
          <w:szCs w:val="32"/>
        </w:rPr>
        <w:t xml:space="preserve">Objet : </w:t>
      </w:r>
      <w:r>
        <w:rPr>
          <w:rFonts w:ascii="Century Gothic" w:hAnsi="Century Gothic" w:cs="Calibri"/>
          <w:b/>
          <w:bCs/>
          <w:spacing w:val="1"/>
          <w:position w:val="1"/>
          <w:szCs w:val="32"/>
        </w:rPr>
        <w:t>Acquisition de matière d’œuvre et petit outillage pour le secteur maintenance automobile destinés aux Unités Mobiles de F</w:t>
      </w:r>
      <w:r w:rsidR="009765A2">
        <w:rPr>
          <w:rFonts w:ascii="Century Gothic" w:hAnsi="Century Gothic" w:cs="Calibri"/>
          <w:b/>
          <w:bCs/>
          <w:spacing w:val="1"/>
          <w:position w:val="1"/>
          <w:szCs w:val="32"/>
        </w:rPr>
        <w:t>ormation, répartie</w:t>
      </w:r>
      <w:r>
        <w:rPr>
          <w:rFonts w:ascii="Century Gothic" w:hAnsi="Century Gothic" w:cs="Calibri"/>
          <w:b/>
          <w:bCs/>
          <w:spacing w:val="1"/>
          <w:position w:val="1"/>
          <w:szCs w:val="32"/>
        </w:rPr>
        <w:t xml:space="preserve"> en lots suivants :</w:t>
      </w:r>
    </w:p>
    <w:p w14:paraId="33371D2B" w14:textId="77777777" w:rsidR="00C071E7" w:rsidRPr="00F32D39" w:rsidRDefault="00C071E7" w:rsidP="00C071E7">
      <w:pPr>
        <w:pStyle w:val="Paragraphedeliste"/>
        <w:widowControl w:val="0"/>
        <w:numPr>
          <w:ilvl w:val="0"/>
          <w:numId w:val="83"/>
        </w:numPr>
        <w:tabs>
          <w:tab w:val="left" w:pos="851"/>
        </w:tabs>
        <w:autoSpaceDE w:val="0"/>
        <w:autoSpaceDN w:val="0"/>
        <w:adjustRightInd w:val="0"/>
        <w:spacing w:line="276" w:lineRule="auto"/>
        <w:ind w:right="-20"/>
        <w:contextualSpacing/>
        <w:rPr>
          <w:rFonts w:ascii="Century Gothic" w:hAnsi="Century Gothic" w:cs="Arial"/>
          <w:b/>
          <w:bCs/>
          <w:spacing w:val="1"/>
          <w:position w:val="1"/>
        </w:rPr>
      </w:pPr>
      <w:r w:rsidRPr="00901A07">
        <w:rPr>
          <w:rFonts w:ascii="Century Gothic" w:hAnsi="Century Gothic" w:cs="Calibri"/>
          <w:b/>
          <w:szCs w:val="32"/>
        </w:rPr>
        <w:t>Lot N°0</w:t>
      </w:r>
      <w:r>
        <w:rPr>
          <w:rFonts w:ascii="Century Gothic" w:hAnsi="Century Gothic" w:cs="Calibri"/>
          <w:b/>
          <w:szCs w:val="32"/>
        </w:rPr>
        <w:t>2</w:t>
      </w:r>
      <w:r w:rsidRPr="00901A07">
        <w:rPr>
          <w:rFonts w:ascii="Century Gothic" w:hAnsi="Century Gothic" w:cs="Calibri"/>
          <w:b/>
          <w:szCs w:val="32"/>
        </w:rPr>
        <w:t> : Petit Outillage</w:t>
      </w:r>
      <w:r>
        <w:rPr>
          <w:rFonts w:ascii="Century Gothic" w:hAnsi="Century Gothic" w:cs="Calibri"/>
          <w:b/>
          <w:szCs w:val="32"/>
        </w:rPr>
        <w:t xml:space="preserve"> en mécanique automobile (RVA-REM)</w:t>
      </w:r>
    </w:p>
    <w:p w14:paraId="56EF55CE" w14:textId="77777777" w:rsidR="00FC615A" w:rsidRPr="00503F3C" w:rsidRDefault="00FC615A" w:rsidP="00FC615A">
      <w:pPr>
        <w:pStyle w:val="Corpsdetexte"/>
        <w:rPr>
          <w:rFonts w:ascii="Century Gothic" w:hAnsi="Century Gothic" w:cs="Arial"/>
          <w:snapToGrid/>
          <w:sz w:val="14"/>
          <w:szCs w:val="36"/>
          <w:u w:val="single"/>
        </w:rPr>
      </w:pPr>
    </w:p>
    <w:tbl>
      <w:tblPr>
        <w:tblStyle w:val="Grilledutableau"/>
        <w:tblW w:w="13745" w:type="dxa"/>
        <w:jc w:val="center"/>
        <w:tblLayout w:type="fixed"/>
        <w:tblLook w:val="04A0" w:firstRow="1" w:lastRow="0" w:firstColumn="1" w:lastColumn="0" w:noHBand="0" w:noVBand="1"/>
      </w:tblPr>
      <w:tblGrid>
        <w:gridCol w:w="1101"/>
        <w:gridCol w:w="6691"/>
        <w:gridCol w:w="850"/>
        <w:gridCol w:w="851"/>
        <w:gridCol w:w="1842"/>
        <w:gridCol w:w="2410"/>
      </w:tblGrid>
      <w:tr w:rsidR="006A5E2C" w:rsidRPr="0061096D" w14:paraId="219350F6" w14:textId="77777777" w:rsidTr="007F4822">
        <w:trPr>
          <w:trHeight w:val="507"/>
          <w:tblHeader/>
          <w:jc w:val="center"/>
        </w:trPr>
        <w:tc>
          <w:tcPr>
            <w:tcW w:w="1101" w:type="dxa"/>
            <w:shd w:val="clear" w:color="auto" w:fill="5B9BD5" w:themeFill="accent1"/>
            <w:vAlign w:val="center"/>
          </w:tcPr>
          <w:p w14:paraId="383E480F" w14:textId="77777777" w:rsidR="006A5E2C" w:rsidRPr="0061096D" w:rsidRDefault="006A5E2C" w:rsidP="007F4822">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Item N°</w:t>
            </w:r>
          </w:p>
        </w:tc>
        <w:tc>
          <w:tcPr>
            <w:tcW w:w="6691" w:type="dxa"/>
            <w:shd w:val="clear" w:color="auto" w:fill="5B9BD5" w:themeFill="accent1"/>
            <w:vAlign w:val="center"/>
          </w:tcPr>
          <w:p w14:paraId="485F275D" w14:textId="77777777" w:rsidR="006A5E2C" w:rsidRPr="0061096D" w:rsidRDefault="006A5E2C" w:rsidP="007F4822">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Désignation</w:t>
            </w:r>
          </w:p>
        </w:tc>
        <w:tc>
          <w:tcPr>
            <w:tcW w:w="850" w:type="dxa"/>
            <w:shd w:val="clear" w:color="auto" w:fill="5B9BD5" w:themeFill="accent1"/>
            <w:vAlign w:val="center"/>
          </w:tcPr>
          <w:p w14:paraId="0575F24E" w14:textId="77777777" w:rsidR="006A5E2C" w:rsidRPr="0061096D" w:rsidRDefault="006A5E2C" w:rsidP="007F4822">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Unité</w:t>
            </w:r>
          </w:p>
        </w:tc>
        <w:tc>
          <w:tcPr>
            <w:tcW w:w="851" w:type="dxa"/>
            <w:shd w:val="clear" w:color="auto" w:fill="5B9BD5" w:themeFill="accent1"/>
            <w:vAlign w:val="center"/>
          </w:tcPr>
          <w:p w14:paraId="18DD53CF" w14:textId="77777777" w:rsidR="006A5E2C" w:rsidRPr="0061096D" w:rsidRDefault="006A5E2C" w:rsidP="007F4822">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Qté</w:t>
            </w:r>
          </w:p>
        </w:tc>
        <w:tc>
          <w:tcPr>
            <w:tcW w:w="1842" w:type="dxa"/>
            <w:shd w:val="clear" w:color="auto" w:fill="5B9BD5" w:themeFill="accent1"/>
            <w:vAlign w:val="center"/>
          </w:tcPr>
          <w:p w14:paraId="7DE4EBE3" w14:textId="77777777" w:rsidR="006A5E2C" w:rsidRPr="0061096D" w:rsidRDefault="006A5E2C" w:rsidP="007F4822">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Prix Unitaire HTVA en chiffre</w:t>
            </w:r>
          </w:p>
        </w:tc>
        <w:tc>
          <w:tcPr>
            <w:tcW w:w="2410" w:type="dxa"/>
            <w:shd w:val="clear" w:color="auto" w:fill="5B9BD5" w:themeFill="accent1"/>
            <w:vAlign w:val="center"/>
          </w:tcPr>
          <w:p w14:paraId="523A4C70" w14:textId="77777777" w:rsidR="006A5E2C" w:rsidRPr="0061096D" w:rsidRDefault="006A5E2C" w:rsidP="007F4822">
            <w:pPr>
              <w:spacing w:line="216" w:lineRule="auto"/>
              <w:jc w:val="center"/>
              <w:rPr>
                <w:rFonts w:ascii="Century Gothic" w:hAnsi="Century Gothic"/>
                <w:sz w:val="22"/>
                <w:szCs w:val="22"/>
              </w:rPr>
            </w:pPr>
            <w:r w:rsidRPr="0061096D">
              <w:rPr>
                <w:rFonts w:ascii="Century Gothic" w:hAnsi="Century Gothic" w:cstheme="minorBidi"/>
                <w:b/>
                <w:bCs/>
                <w:sz w:val="22"/>
                <w:szCs w:val="22"/>
              </w:rPr>
              <w:t>Prix Total HTVA en chiffre</w:t>
            </w:r>
          </w:p>
        </w:tc>
      </w:tr>
      <w:tr w:rsidR="00F25CAD" w:rsidRPr="0061096D" w14:paraId="0EE022A4" w14:textId="77777777" w:rsidTr="00C33391">
        <w:trPr>
          <w:trHeight w:val="276"/>
          <w:jc w:val="center"/>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B95B2E7" w14:textId="66C887EB"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w:t>
            </w:r>
          </w:p>
        </w:tc>
        <w:tc>
          <w:tcPr>
            <w:tcW w:w="6691" w:type="dxa"/>
            <w:tcBorders>
              <w:top w:val="single" w:sz="4" w:space="0" w:color="auto"/>
              <w:left w:val="nil"/>
              <w:bottom w:val="single" w:sz="4" w:space="0" w:color="auto"/>
              <w:right w:val="single" w:sz="4" w:space="0" w:color="auto"/>
            </w:tcBorders>
            <w:shd w:val="clear" w:color="auto" w:fill="auto"/>
            <w:vAlign w:val="center"/>
          </w:tcPr>
          <w:p w14:paraId="28FD10FA" w14:textId="36133A08"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Démonte soupapes</w:t>
            </w:r>
          </w:p>
        </w:tc>
        <w:tc>
          <w:tcPr>
            <w:tcW w:w="850" w:type="dxa"/>
            <w:tcBorders>
              <w:top w:val="single" w:sz="4" w:space="0" w:color="auto"/>
              <w:left w:val="nil"/>
              <w:bottom w:val="single" w:sz="4" w:space="0" w:color="auto"/>
              <w:right w:val="single" w:sz="4" w:space="0" w:color="auto"/>
            </w:tcBorders>
            <w:shd w:val="clear" w:color="auto" w:fill="auto"/>
            <w:vAlign w:val="center"/>
          </w:tcPr>
          <w:p w14:paraId="0F80FE1F" w14:textId="1AA621D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single" w:sz="4" w:space="0" w:color="auto"/>
              <w:left w:val="nil"/>
              <w:bottom w:val="single" w:sz="4" w:space="0" w:color="auto"/>
              <w:right w:val="single" w:sz="4" w:space="0" w:color="auto"/>
            </w:tcBorders>
            <w:shd w:val="clear" w:color="auto" w:fill="auto"/>
            <w:vAlign w:val="center"/>
          </w:tcPr>
          <w:p w14:paraId="62A1A0AF" w14:textId="726C31C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15</w:t>
            </w:r>
          </w:p>
        </w:tc>
        <w:tc>
          <w:tcPr>
            <w:tcW w:w="1842" w:type="dxa"/>
            <w:vAlign w:val="center"/>
          </w:tcPr>
          <w:p w14:paraId="6D9E46F8"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C15796C"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72E4498" w14:textId="77777777" w:rsidTr="00C33391">
        <w:trPr>
          <w:trHeight w:val="276"/>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79DB18A" w14:textId="3BBDA95B"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w:t>
            </w:r>
          </w:p>
        </w:tc>
        <w:tc>
          <w:tcPr>
            <w:tcW w:w="6691" w:type="dxa"/>
            <w:tcBorders>
              <w:top w:val="nil"/>
              <w:left w:val="nil"/>
              <w:bottom w:val="single" w:sz="4" w:space="0" w:color="auto"/>
              <w:right w:val="single" w:sz="4" w:space="0" w:color="auto"/>
            </w:tcBorders>
            <w:shd w:val="clear" w:color="auto" w:fill="auto"/>
            <w:vAlign w:val="center"/>
          </w:tcPr>
          <w:p w14:paraId="07B0CB4F" w14:textId="7616E5CA"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Indicateur d'usure pneu</w:t>
            </w:r>
          </w:p>
        </w:tc>
        <w:tc>
          <w:tcPr>
            <w:tcW w:w="850" w:type="dxa"/>
            <w:tcBorders>
              <w:top w:val="nil"/>
              <w:left w:val="nil"/>
              <w:bottom w:val="single" w:sz="4" w:space="0" w:color="auto"/>
              <w:right w:val="single" w:sz="4" w:space="0" w:color="auto"/>
            </w:tcBorders>
            <w:shd w:val="clear" w:color="auto" w:fill="auto"/>
            <w:vAlign w:val="center"/>
          </w:tcPr>
          <w:p w14:paraId="247456D0" w14:textId="677A7F8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E333D7C" w14:textId="617A3AE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ECA824F"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9F5D662"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5F43D98"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50A50A4" w14:textId="29335F61"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w:t>
            </w:r>
          </w:p>
        </w:tc>
        <w:tc>
          <w:tcPr>
            <w:tcW w:w="6691" w:type="dxa"/>
            <w:tcBorders>
              <w:top w:val="nil"/>
              <w:left w:val="nil"/>
              <w:bottom w:val="single" w:sz="4" w:space="0" w:color="auto"/>
              <w:right w:val="single" w:sz="4" w:space="0" w:color="auto"/>
            </w:tcBorders>
            <w:shd w:val="clear" w:color="auto" w:fill="auto"/>
            <w:vAlign w:val="center"/>
          </w:tcPr>
          <w:p w14:paraId="17C459C1" w14:textId="32DED87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Kit de repose des pistons de frein</w:t>
            </w:r>
          </w:p>
        </w:tc>
        <w:tc>
          <w:tcPr>
            <w:tcW w:w="850" w:type="dxa"/>
            <w:tcBorders>
              <w:top w:val="nil"/>
              <w:left w:val="nil"/>
              <w:bottom w:val="single" w:sz="4" w:space="0" w:color="auto"/>
              <w:right w:val="single" w:sz="4" w:space="0" w:color="auto"/>
            </w:tcBorders>
            <w:shd w:val="clear" w:color="auto" w:fill="auto"/>
            <w:vAlign w:val="center"/>
          </w:tcPr>
          <w:p w14:paraId="62B4011A" w14:textId="2A22367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E9B20EE" w14:textId="7D90AE7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04B262D"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E044C6A" w14:textId="77777777" w:rsidR="00F25CAD" w:rsidRPr="00A94E5E" w:rsidRDefault="00F25CAD" w:rsidP="00F25CAD">
            <w:pPr>
              <w:spacing w:line="228" w:lineRule="auto"/>
              <w:rPr>
                <w:rFonts w:ascii="Century Gothic" w:hAnsi="Century Gothic" w:cs="Arial"/>
                <w:sz w:val="22"/>
                <w:szCs w:val="22"/>
              </w:rPr>
            </w:pPr>
          </w:p>
        </w:tc>
      </w:tr>
      <w:tr w:rsidR="00F25CAD" w:rsidRPr="0061096D" w14:paraId="65924AD3"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5EBEE2D" w14:textId="3282551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w:t>
            </w:r>
          </w:p>
        </w:tc>
        <w:tc>
          <w:tcPr>
            <w:tcW w:w="6691" w:type="dxa"/>
            <w:tcBorders>
              <w:top w:val="nil"/>
              <w:left w:val="nil"/>
              <w:bottom w:val="single" w:sz="4" w:space="0" w:color="auto"/>
              <w:right w:val="single" w:sz="4" w:space="0" w:color="auto"/>
            </w:tcBorders>
            <w:shd w:val="clear" w:color="auto" w:fill="auto"/>
            <w:vAlign w:val="center"/>
          </w:tcPr>
          <w:p w14:paraId="371CF4DD" w14:textId="4D071405"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Servante d’atelier mobile</w:t>
            </w:r>
          </w:p>
        </w:tc>
        <w:tc>
          <w:tcPr>
            <w:tcW w:w="850" w:type="dxa"/>
            <w:tcBorders>
              <w:top w:val="nil"/>
              <w:left w:val="nil"/>
              <w:bottom w:val="single" w:sz="4" w:space="0" w:color="auto"/>
              <w:right w:val="single" w:sz="4" w:space="0" w:color="auto"/>
            </w:tcBorders>
            <w:shd w:val="clear" w:color="auto" w:fill="auto"/>
            <w:vAlign w:val="center"/>
          </w:tcPr>
          <w:p w14:paraId="6CEA84D2" w14:textId="2397D44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BF65184" w14:textId="12B7F7D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3A21E14"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D68B91C" w14:textId="77777777" w:rsidR="00F25CAD" w:rsidRPr="00A94E5E" w:rsidRDefault="00F25CAD" w:rsidP="00F25CAD">
            <w:pPr>
              <w:spacing w:line="228" w:lineRule="auto"/>
              <w:rPr>
                <w:rFonts w:ascii="Century Gothic" w:hAnsi="Century Gothic" w:cs="Arial"/>
                <w:sz w:val="22"/>
                <w:szCs w:val="22"/>
              </w:rPr>
            </w:pPr>
          </w:p>
        </w:tc>
      </w:tr>
      <w:tr w:rsidR="00F25CAD" w:rsidRPr="0061096D" w14:paraId="2CAE6CE4"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84D70F8" w14:textId="36ACE973"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w:t>
            </w:r>
          </w:p>
        </w:tc>
        <w:tc>
          <w:tcPr>
            <w:tcW w:w="6691" w:type="dxa"/>
            <w:tcBorders>
              <w:top w:val="nil"/>
              <w:left w:val="nil"/>
              <w:bottom w:val="single" w:sz="4" w:space="0" w:color="auto"/>
              <w:right w:val="single" w:sz="4" w:space="0" w:color="auto"/>
            </w:tcBorders>
            <w:shd w:val="clear" w:color="auto" w:fill="auto"/>
            <w:vAlign w:val="center"/>
          </w:tcPr>
          <w:p w14:paraId="0DF3BEA7" w14:textId="2284A68A"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Baladeuse électrique sans fil</w:t>
            </w:r>
          </w:p>
        </w:tc>
        <w:tc>
          <w:tcPr>
            <w:tcW w:w="850" w:type="dxa"/>
            <w:tcBorders>
              <w:top w:val="nil"/>
              <w:left w:val="nil"/>
              <w:bottom w:val="single" w:sz="4" w:space="0" w:color="auto"/>
              <w:right w:val="single" w:sz="4" w:space="0" w:color="auto"/>
            </w:tcBorders>
            <w:shd w:val="clear" w:color="auto" w:fill="auto"/>
            <w:vAlign w:val="center"/>
          </w:tcPr>
          <w:p w14:paraId="5AE5B700" w14:textId="55F5B3B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9AA6CE4" w14:textId="4DFCDE3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A204443"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2E7AB96"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85930E2"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A9420AC" w14:textId="78E65A5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w:t>
            </w:r>
          </w:p>
        </w:tc>
        <w:tc>
          <w:tcPr>
            <w:tcW w:w="6691" w:type="dxa"/>
            <w:tcBorders>
              <w:top w:val="nil"/>
              <w:left w:val="nil"/>
              <w:bottom w:val="single" w:sz="4" w:space="0" w:color="auto"/>
              <w:right w:val="single" w:sz="4" w:space="0" w:color="auto"/>
            </w:tcBorders>
            <w:shd w:val="clear" w:color="auto" w:fill="auto"/>
            <w:vAlign w:val="center"/>
          </w:tcPr>
          <w:p w14:paraId="5FB64903" w14:textId="3824C4CD"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Étau a mors parallèles</w:t>
            </w:r>
          </w:p>
        </w:tc>
        <w:tc>
          <w:tcPr>
            <w:tcW w:w="850" w:type="dxa"/>
            <w:tcBorders>
              <w:top w:val="nil"/>
              <w:left w:val="nil"/>
              <w:bottom w:val="single" w:sz="4" w:space="0" w:color="auto"/>
              <w:right w:val="single" w:sz="4" w:space="0" w:color="auto"/>
            </w:tcBorders>
            <w:shd w:val="clear" w:color="auto" w:fill="auto"/>
            <w:vAlign w:val="center"/>
          </w:tcPr>
          <w:p w14:paraId="6F1BF2D2" w14:textId="759EB66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E3F505C" w14:textId="64C9582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DFAACD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4C4AE23"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B2F1B14"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0B52278" w14:textId="1B47A105"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w:t>
            </w:r>
          </w:p>
        </w:tc>
        <w:tc>
          <w:tcPr>
            <w:tcW w:w="6691" w:type="dxa"/>
            <w:tcBorders>
              <w:top w:val="nil"/>
              <w:left w:val="nil"/>
              <w:bottom w:val="single" w:sz="4" w:space="0" w:color="auto"/>
              <w:right w:val="single" w:sz="4" w:space="0" w:color="auto"/>
            </w:tcBorders>
            <w:shd w:val="clear" w:color="auto" w:fill="auto"/>
            <w:vAlign w:val="center"/>
          </w:tcPr>
          <w:p w14:paraId="6FF843A9" w14:textId="25F8EFEB"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Chandelle</w:t>
            </w:r>
          </w:p>
        </w:tc>
        <w:tc>
          <w:tcPr>
            <w:tcW w:w="850" w:type="dxa"/>
            <w:tcBorders>
              <w:top w:val="nil"/>
              <w:left w:val="nil"/>
              <w:bottom w:val="single" w:sz="4" w:space="0" w:color="auto"/>
              <w:right w:val="single" w:sz="4" w:space="0" w:color="auto"/>
            </w:tcBorders>
            <w:shd w:val="clear" w:color="auto" w:fill="auto"/>
            <w:vAlign w:val="center"/>
          </w:tcPr>
          <w:p w14:paraId="2248A428" w14:textId="5A18DF9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7CE4C73" w14:textId="0745855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2057C147"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19E910A"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721CE2F"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92E9E10" w14:textId="1117F40E"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8</w:t>
            </w:r>
          </w:p>
        </w:tc>
        <w:tc>
          <w:tcPr>
            <w:tcW w:w="6691" w:type="dxa"/>
            <w:tcBorders>
              <w:top w:val="nil"/>
              <w:left w:val="nil"/>
              <w:bottom w:val="single" w:sz="4" w:space="0" w:color="auto"/>
              <w:right w:val="single" w:sz="4" w:space="0" w:color="auto"/>
            </w:tcBorders>
            <w:shd w:val="clear" w:color="auto" w:fill="auto"/>
            <w:vAlign w:val="center"/>
          </w:tcPr>
          <w:p w14:paraId="0C72B6D0" w14:textId="5EFA7415"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Burette d'huile métallique</w:t>
            </w:r>
          </w:p>
        </w:tc>
        <w:tc>
          <w:tcPr>
            <w:tcW w:w="850" w:type="dxa"/>
            <w:tcBorders>
              <w:top w:val="nil"/>
              <w:left w:val="nil"/>
              <w:bottom w:val="single" w:sz="4" w:space="0" w:color="auto"/>
              <w:right w:val="single" w:sz="4" w:space="0" w:color="auto"/>
            </w:tcBorders>
            <w:shd w:val="clear" w:color="auto" w:fill="auto"/>
            <w:vAlign w:val="center"/>
          </w:tcPr>
          <w:p w14:paraId="27DC0BBA" w14:textId="49442FE8"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FBAA0F5" w14:textId="57EEAEC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5BDAE4B"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8D4648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CDA85B8"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6EFC8ED" w14:textId="7AB4A7F0"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9</w:t>
            </w:r>
          </w:p>
        </w:tc>
        <w:tc>
          <w:tcPr>
            <w:tcW w:w="6691" w:type="dxa"/>
            <w:tcBorders>
              <w:top w:val="nil"/>
              <w:left w:val="nil"/>
              <w:bottom w:val="single" w:sz="4" w:space="0" w:color="auto"/>
              <w:right w:val="single" w:sz="4" w:space="0" w:color="auto"/>
            </w:tcBorders>
            <w:shd w:val="clear" w:color="auto" w:fill="auto"/>
            <w:vAlign w:val="center"/>
          </w:tcPr>
          <w:p w14:paraId="77FBFC7E" w14:textId="7F9BAE99"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tournevis plats</w:t>
            </w:r>
          </w:p>
        </w:tc>
        <w:tc>
          <w:tcPr>
            <w:tcW w:w="850" w:type="dxa"/>
            <w:tcBorders>
              <w:top w:val="nil"/>
              <w:left w:val="nil"/>
              <w:bottom w:val="single" w:sz="4" w:space="0" w:color="auto"/>
              <w:right w:val="single" w:sz="4" w:space="0" w:color="auto"/>
            </w:tcBorders>
            <w:shd w:val="clear" w:color="auto" w:fill="auto"/>
            <w:vAlign w:val="center"/>
          </w:tcPr>
          <w:p w14:paraId="19126A28" w14:textId="1286331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27F4816" w14:textId="41620D6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7FD5FBE"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E4EB74A"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44E4F6A"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648DD27" w14:textId="69A84C41"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10</w:t>
            </w:r>
          </w:p>
        </w:tc>
        <w:tc>
          <w:tcPr>
            <w:tcW w:w="6691" w:type="dxa"/>
            <w:tcBorders>
              <w:top w:val="nil"/>
              <w:left w:val="nil"/>
              <w:bottom w:val="single" w:sz="4" w:space="0" w:color="auto"/>
              <w:right w:val="single" w:sz="4" w:space="0" w:color="auto"/>
            </w:tcBorders>
            <w:shd w:val="clear" w:color="auto" w:fill="auto"/>
            <w:vAlign w:val="center"/>
          </w:tcPr>
          <w:p w14:paraId="7458FDED" w14:textId="788249C7"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tournevis POZIDRIV</w:t>
            </w:r>
          </w:p>
        </w:tc>
        <w:tc>
          <w:tcPr>
            <w:tcW w:w="850" w:type="dxa"/>
            <w:tcBorders>
              <w:top w:val="nil"/>
              <w:left w:val="nil"/>
              <w:bottom w:val="single" w:sz="4" w:space="0" w:color="auto"/>
              <w:right w:val="single" w:sz="4" w:space="0" w:color="auto"/>
            </w:tcBorders>
            <w:shd w:val="clear" w:color="auto" w:fill="auto"/>
            <w:vAlign w:val="center"/>
          </w:tcPr>
          <w:p w14:paraId="1512685C" w14:textId="3955544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E3A3D40" w14:textId="198EDA5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B4CCA6C"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BFE429C"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C33E8DC"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B4948FC" w14:textId="185C394B"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11</w:t>
            </w:r>
          </w:p>
        </w:tc>
        <w:tc>
          <w:tcPr>
            <w:tcW w:w="6691" w:type="dxa"/>
            <w:tcBorders>
              <w:top w:val="nil"/>
              <w:left w:val="nil"/>
              <w:bottom w:val="single" w:sz="4" w:space="0" w:color="auto"/>
              <w:right w:val="single" w:sz="4" w:space="0" w:color="auto"/>
            </w:tcBorders>
            <w:shd w:val="clear" w:color="auto" w:fill="auto"/>
            <w:vAlign w:val="center"/>
          </w:tcPr>
          <w:p w14:paraId="6581BD37" w14:textId="250EB05D"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tournevis PHILIPS</w:t>
            </w:r>
          </w:p>
        </w:tc>
        <w:tc>
          <w:tcPr>
            <w:tcW w:w="850" w:type="dxa"/>
            <w:tcBorders>
              <w:top w:val="nil"/>
              <w:left w:val="nil"/>
              <w:bottom w:val="single" w:sz="4" w:space="0" w:color="auto"/>
              <w:right w:val="single" w:sz="4" w:space="0" w:color="auto"/>
            </w:tcBorders>
            <w:shd w:val="clear" w:color="auto" w:fill="auto"/>
            <w:vAlign w:val="center"/>
          </w:tcPr>
          <w:p w14:paraId="3D44E6BC" w14:textId="3F90A984"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7548886" w14:textId="2BC3FC9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106486F"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915964E"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6AE42CC"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E78EE15" w14:textId="18BE7D02"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12</w:t>
            </w:r>
          </w:p>
        </w:tc>
        <w:tc>
          <w:tcPr>
            <w:tcW w:w="6691" w:type="dxa"/>
            <w:tcBorders>
              <w:top w:val="nil"/>
              <w:left w:val="nil"/>
              <w:bottom w:val="single" w:sz="4" w:space="0" w:color="auto"/>
              <w:right w:val="single" w:sz="4" w:space="0" w:color="auto"/>
            </w:tcBorders>
            <w:shd w:val="clear" w:color="auto" w:fill="auto"/>
            <w:vAlign w:val="center"/>
          </w:tcPr>
          <w:p w14:paraId="50524AE8" w14:textId="5ECE802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clés plates</w:t>
            </w:r>
          </w:p>
        </w:tc>
        <w:tc>
          <w:tcPr>
            <w:tcW w:w="850" w:type="dxa"/>
            <w:tcBorders>
              <w:top w:val="nil"/>
              <w:left w:val="nil"/>
              <w:bottom w:val="single" w:sz="4" w:space="0" w:color="auto"/>
              <w:right w:val="single" w:sz="4" w:space="0" w:color="auto"/>
            </w:tcBorders>
            <w:shd w:val="clear" w:color="auto" w:fill="auto"/>
            <w:vAlign w:val="center"/>
          </w:tcPr>
          <w:p w14:paraId="001097BA" w14:textId="331659F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7996E33" w14:textId="7B871D3E"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42553C5"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70BB1B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230B8B1E"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6459395" w14:textId="0979C7AA"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13</w:t>
            </w:r>
          </w:p>
        </w:tc>
        <w:tc>
          <w:tcPr>
            <w:tcW w:w="6691" w:type="dxa"/>
            <w:tcBorders>
              <w:top w:val="nil"/>
              <w:left w:val="nil"/>
              <w:bottom w:val="single" w:sz="4" w:space="0" w:color="auto"/>
              <w:right w:val="single" w:sz="4" w:space="0" w:color="auto"/>
            </w:tcBorders>
            <w:shd w:val="clear" w:color="auto" w:fill="auto"/>
            <w:vAlign w:val="center"/>
          </w:tcPr>
          <w:p w14:paraId="063B7E32" w14:textId="1FED8D37"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clés a pipe débouchées</w:t>
            </w:r>
          </w:p>
        </w:tc>
        <w:tc>
          <w:tcPr>
            <w:tcW w:w="850" w:type="dxa"/>
            <w:tcBorders>
              <w:top w:val="nil"/>
              <w:left w:val="nil"/>
              <w:bottom w:val="single" w:sz="4" w:space="0" w:color="auto"/>
              <w:right w:val="single" w:sz="4" w:space="0" w:color="auto"/>
            </w:tcBorders>
            <w:shd w:val="clear" w:color="auto" w:fill="auto"/>
            <w:vAlign w:val="center"/>
          </w:tcPr>
          <w:p w14:paraId="3364E715" w14:textId="774F434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101DCD5" w14:textId="36D4115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F81A6CD"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BE8F4FE" w14:textId="77777777" w:rsidR="00F25CAD" w:rsidRPr="00A94E5E" w:rsidRDefault="00F25CAD" w:rsidP="00F25CAD">
            <w:pPr>
              <w:spacing w:line="228" w:lineRule="auto"/>
              <w:rPr>
                <w:rFonts w:ascii="Century Gothic" w:hAnsi="Century Gothic" w:cs="Arial"/>
                <w:sz w:val="22"/>
                <w:szCs w:val="22"/>
              </w:rPr>
            </w:pPr>
          </w:p>
        </w:tc>
      </w:tr>
      <w:tr w:rsidR="00F25CAD" w:rsidRPr="0061096D" w14:paraId="43CAC3F0"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CE4C562" w14:textId="00AB2DA0"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14</w:t>
            </w:r>
          </w:p>
        </w:tc>
        <w:tc>
          <w:tcPr>
            <w:tcW w:w="6691" w:type="dxa"/>
            <w:tcBorders>
              <w:top w:val="nil"/>
              <w:left w:val="nil"/>
              <w:bottom w:val="single" w:sz="4" w:space="0" w:color="auto"/>
              <w:right w:val="single" w:sz="4" w:space="0" w:color="auto"/>
            </w:tcBorders>
            <w:shd w:val="clear" w:color="auto" w:fill="auto"/>
            <w:vAlign w:val="center"/>
          </w:tcPr>
          <w:p w14:paraId="3F74FF04" w14:textId="42020ADF"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clés mixtes</w:t>
            </w:r>
          </w:p>
        </w:tc>
        <w:tc>
          <w:tcPr>
            <w:tcW w:w="850" w:type="dxa"/>
            <w:tcBorders>
              <w:top w:val="nil"/>
              <w:left w:val="nil"/>
              <w:bottom w:val="single" w:sz="4" w:space="0" w:color="auto"/>
              <w:right w:val="single" w:sz="4" w:space="0" w:color="auto"/>
            </w:tcBorders>
            <w:shd w:val="clear" w:color="auto" w:fill="auto"/>
            <w:vAlign w:val="center"/>
          </w:tcPr>
          <w:p w14:paraId="0668220F" w14:textId="6367EC3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3EF589D" w14:textId="24DF0D0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0275D98" w14:textId="77777777" w:rsidR="00F25CAD" w:rsidRPr="00A94E5E" w:rsidRDefault="00F25CAD" w:rsidP="00F25CAD">
            <w:pPr>
              <w:spacing w:line="228" w:lineRule="auto"/>
              <w:rPr>
                <w:rFonts w:ascii="Century Gothic" w:hAnsi="Century Gothic" w:cs="Arial"/>
                <w:sz w:val="22"/>
                <w:szCs w:val="22"/>
              </w:rPr>
            </w:pPr>
          </w:p>
        </w:tc>
        <w:tc>
          <w:tcPr>
            <w:tcW w:w="2410" w:type="dxa"/>
          </w:tcPr>
          <w:p w14:paraId="313E72E7" w14:textId="77777777" w:rsidR="00F25CAD" w:rsidRPr="00A94E5E" w:rsidRDefault="00F25CAD" w:rsidP="00F25CAD">
            <w:pPr>
              <w:spacing w:line="228" w:lineRule="auto"/>
              <w:rPr>
                <w:rFonts w:ascii="Century Gothic" w:hAnsi="Century Gothic" w:cs="Arial"/>
                <w:sz w:val="22"/>
                <w:szCs w:val="22"/>
              </w:rPr>
            </w:pPr>
          </w:p>
        </w:tc>
      </w:tr>
      <w:tr w:rsidR="00F25CAD" w:rsidRPr="0061096D" w14:paraId="45E0B8ED"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4CB949F" w14:textId="1C035462"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15</w:t>
            </w:r>
          </w:p>
        </w:tc>
        <w:tc>
          <w:tcPr>
            <w:tcW w:w="6691" w:type="dxa"/>
            <w:tcBorders>
              <w:top w:val="nil"/>
              <w:left w:val="nil"/>
              <w:bottom w:val="single" w:sz="4" w:space="0" w:color="auto"/>
              <w:right w:val="single" w:sz="4" w:space="0" w:color="auto"/>
            </w:tcBorders>
            <w:shd w:val="clear" w:color="auto" w:fill="auto"/>
            <w:vAlign w:val="center"/>
          </w:tcPr>
          <w:p w14:paraId="211167B6" w14:textId="46C8E5BA"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4 pointeaux</w:t>
            </w:r>
          </w:p>
        </w:tc>
        <w:tc>
          <w:tcPr>
            <w:tcW w:w="850" w:type="dxa"/>
            <w:tcBorders>
              <w:top w:val="nil"/>
              <w:left w:val="nil"/>
              <w:bottom w:val="single" w:sz="4" w:space="0" w:color="auto"/>
              <w:right w:val="single" w:sz="4" w:space="0" w:color="auto"/>
            </w:tcBorders>
            <w:shd w:val="clear" w:color="auto" w:fill="auto"/>
            <w:vAlign w:val="center"/>
          </w:tcPr>
          <w:p w14:paraId="33C483B0" w14:textId="2421FE44"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4FCD739" w14:textId="47244D8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2D968D8"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997F6B8"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4E9B7FC"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9232BE5" w14:textId="56BFBB5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16</w:t>
            </w:r>
          </w:p>
        </w:tc>
        <w:tc>
          <w:tcPr>
            <w:tcW w:w="6691" w:type="dxa"/>
            <w:tcBorders>
              <w:top w:val="nil"/>
              <w:left w:val="nil"/>
              <w:bottom w:val="single" w:sz="4" w:space="0" w:color="auto"/>
              <w:right w:val="single" w:sz="4" w:space="0" w:color="auto"/>
            </w:tcBorders>
            <w:shd w:val="clear" w:color="auto" w:fill="auto"/>
            <w:vAlign w:val="center"/>
          </w:tcPr>
          <w:p w14:paraId="3557DB31" w14:textId="1482DD63"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Clé à molette</w:t>
            </w:r>
          </w:p>
        </w:tc>
        <w:tc>
          <w:tcPr>
            <w:tcW w:w="850" w:type="dxa"/>
            <w:tcBorders>
              <w:top w:val="nil"/>
              <w:left w:val="nil"/>
              <w:bottom w:val="single" w:sz="4" w:space="0" w:color="auto"/>
              <w:right w:val="single" w:sz="4" w:space="0" w:color="auto"/>
            </w:tcBorders>
            <w:shd w:val="clear" w:color="auto" w:fill="auto"/>
            <w:vAlign w:val="center"/>
          </w:tcPr>
          <w:p w14:paraId="0680A8F7" w14:textId="7B73DE3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0DECE1F" w14:textId="2720566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E962C3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722A1EBA"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5F8D6D3"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5442679" w14:textId="1EA02582"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17</w:t>
            </w:r>
          </w:p>
        </w:tc>
        <w:tc>
          <w:tcPr>
            <w:tcW w:w="6691" w:type="dxa"/>
            <w:tcBorders>
              <w:top w:val="nil"/>
              <w:left w:val="nil"/>
              <w:bottom w:val="single" w:sz="4" w:space="0" w:color="auto"/>
              <w:right w:val="single" w:sz="4" w:space="0" w:color="auto"/>
            </w:tcBorders>
            <w:shd w:val="clear" w:color="auto" w:fill="auto"/>
            <w:vAlign w:val="center"/>
          </w:tcPr>
          <w:p w14:paraId="4284C753" w14:textId="00CBAF84"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Clé en croix</w:t>
            </w:r>
          </w:p>
        </w:tc>
        <w:tc>
          <w:tcPr>
            <w:tcW w:w="850" w:type="dxa"/>
            <w:tcBorders>
              <w:top w:val="nil"/>
              <w:left w:val="nil"/>
              <w:bottom w:val="single" w:sz="4" w:space="0" w:color="auto"/>
              <w:right w:val="single" w:sz="4" w:space="0" w:color="auto"/>
            </w:tcBorders>
            <w:shd w:val="clear" w:color="auto" w:fill="auto"/>
            <w:vAlign w:val="center"/>
          </w:tcPr>
          <w:p w14:paraId="7ADF8D0C" w14:textId="211912C7"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D32F3A7" w14:textId="59F21C2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6BA35E4"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0B25F2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1C5103A"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65621F7" w14:textId="382E206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18</w:t>
            </w:r>
          </w:p>
        </w:tc>
        <w:tc>
          <w:tcPr>
            <w:tcW w:w="6691" w:type="dxa"/>
            <w:tcBorders>
              <w:top w:val="nil"/>
              <w:left w:val="nil"/>
              <w:bottom w:val="single" w:sz="4" w:space="0" w:color="auto"/>
              <w:right w:val="single" w:sz="4" w:space="0" w:color="auto"/>
            </w:tcBorders>
            <w:shd w:val="clear" w:color="auto" w:fill="auto"/>
            <w:vAlign w:val="center"/>
          </w:tcPr>
          <w:p w14:paraId="3161B4E2" w14:textId="5C9DDBB2"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Clé à desserrer les filtres à huile</w:t>
            </w:r>
          </w:p>
        </w:tc>
        <w:tc>
          <w:tcPr>
            <w:tcW w:w="850" w:type="dxa"/>
            <w:tcBorders>
              <w:top w:val="nil"/>
              <w:left w:val="nil"/>
              <w:bottom w:val="single" w:sz="4" w:space="0" w:color="auto"/>
              <w:right w:val="single" w:sz="4" w:space="0" w:color="auto"/>
            </w:tcBorders>
            <w:shd w:val="clear" w:color="auto" w:fill="auto"/>
            <w:vAlign w:val="center"/>
          </w:tcPr>
          <w:p w14:paraId="0C6505C4" w14:textId="2F02120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A9AE481" w14:textId="7D7B8D7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33CFA76"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561534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CCDAA46"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00C72D1" w14:textId="07EFA531"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19</w:t>
            </w:r>
          </w:p>
        </w:tc>
        <w:tc>
          <w:tcPr>
            <w:tcW w:w="6691" w:type="dxa"/>
            <w:tcBorders>
              <w:top w:val="nil"/>
              <w:left w:val="nil"/>
              <w:bottom w:val="single" w:sz="4" w:space="0" w:color="auto"/>
              <w:right w:val="single" w:sz="4" w:space="0" w:color="auto"/>
            </w:tcBorders>
            <w:shd w:val="clear" w:color="auto" w:fill="auto"/>
            <w:vAlign w:val="center"/>
          </w:tcPr>
          <w:p w14:paraId="489D6510" w14:textId="0FA105DF"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Kit de vidange</w:t>
            </w:r>
          </w:p>
        </w:tc>
        <w:tc>
          <w:tcPr>
            <w:tcW w:w="850" w:type="dxa"/>
            <w:tcBorders>
              <w:top w:val="nil"/>
              <w:left w:val="nil"/>
              <w:bottom w:val="single" w:sz="4" w:space="0" w:color="auto"/>
              <w:right w:val="single" w:sz="4" w:space="0" w:color="auto"/>
            </w:tcBorders>
            <w:shd w:val="clear" w:color="auto" w:fill="auto"/>
            <w:vAlign w:val="center"/>
          </w:tcPr>
          <w:p w14:paraId="593AE5F0" w14:textId="2F6AF0E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393FAD5" w14:textId="34A8FDA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F0AA4A2" w14:textId="77777777" w:rsidR="00F25CAD" w:rsidRPr="00A94E5E" w:rsidRDefault="00F25CAD" w:rsidP="00F25CAD">
            <w:pPr>
              <w:spacing w:line="228" w:lineRule="auto"/>
              <w:rPr>
                <w:rFonts w:ascii="Century Gothic" w:hAnsi="Century Gothic" w:cs="Arial"/>
                <w:sz w:val="22"/>
                <w:szCs w:val="22"/>
              </w:rPr>
            </w:pPr>
          </w:p>
        </w:tc>
        <w:tc>
          <w:tcPr>
            <w:tcW w:w="2410" w:type="dxa"/>
          </w:tcPr>
          <w:p w14:paraId="765A99DD"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5E4A03B"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90A03FD" w14:textId="5216BAF1"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20</w:t>
            </w:r>
          </w:p>
        </w:tc>
        <w:tc>
          <w:tcPr>
            <w:tcW w:w="6691" w:type="dxa"/>
            <w:tcBorders>
              <w:top w:val="nil"/>
              <w:left w:val="nil"/>
              <w:bottom w:val="single" w:sz="4" w:space="0" w:color="auto"/>
              <w:right w:val="single" w:sz="4" w:space="0" w:color="auto"/>
            </w:tcBorders>
            <w:shd w:val="clear" w:color="auto" w:fill="auto"/>
            <w:vAlign w:val="center"/>
          </w:tcPr>
          <w:p w14:paraId="2047E278" w14:textId="4D0E84E5"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douilles des bougies d’allumage</w:t>
            </w:r>
          </w:p>
        </w:tc>
        <w:tc>
          <w:tcPr>
            <w:tcW w:w="850" w:type="dxa"/>
            <w:tcBorders>
              <w:top w:val="nil"/>
              <w:left w:val="nil"/>
              <w:bottom w:val="single" w:sz="4" w:space="0" w:color="auto"/>
              <w:right w:val="single" w:sz="4" w:space="0" w:color="auto"/>
            </w:tcBorders>
            <w:shd w:val="clear" w:color="auto" w:fill="auto"/>
            <w:vAlign w:val="center"/>
          </w:tcPr>
          <w:p w14:paraId="00C7DC1B" w14:textId="410D1AC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E53A85E" w14:textId="2EC86EF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A6EC63D"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6B7D7F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3EEE638"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EE3C32F" w14:textId="5A553E63"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21</w:t>
            </w:r>
          </w:p>
        </w:tc>
        <w:tc>
          <w:tcPr>
            <w:tcW w:w="6691" w:type="dxa"/>
            <w:tcBorders>
              <w:top w:val="nil"/>
              <w:left w:val="nil"/>
              <w:bottom w:val="single" w:sz="4" w:space="0" w:color="auto"/>
              <w:right w:val="single" w:sz="4" w:space="0" w:color="auto"/>
            </w:tcBorders>
            <w:shd w:val="clear" w:color="auto" w:fill="auto"/>
            <w:vAlign w:val="center"/>
          </w:tcPr>
          <w:p w14:paraId="02C3D46B" w14:textId="13473B34"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Collier a segments</w:t>
            </w:r>
          </w:p>
        </w:tc>
        <w:tc>
          <w:tcPr>
            <w:tcW w:w="850" w:type="dxa"/>
            <w:tcBorders>
              <w:top w:val="nil"/>
              <w:left w:val="nil"/>
              <w:bottom w:val="single" w:sz="4" w:space="0" w:color="auto"/>
              <w:right w:val="single" w:sz="4" w:space="0" w:color="auto"/>
            </w:tcBorders>
            <w:shd w:val="clear" w:color="auto" w:fill="auto"/>
            <w:vAlign w:val="center"/>
          </w:tcPr>
          <w:p w14:paraId="2DB8C78B" w14:textId="2EB6E83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4CBDB98" w14:textId="39F6A9B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BB41443"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67A111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4D013F7E"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F02A8AB" w14:textId="46DAC739"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22</w:t>
            </w:r>
          </w:p>
        </w:tc>
        <w:tc>
          <w:tcPr>
            <w:tcW w:w="6691" w:type="dxa"/>
            <w:tcBorders>
              <w:top w:val="nil"/>
              <w:left w:val="nil"/>
              <w:bottom w:val="single" w:sz="4" w:space="0" w:color="auto"/>
              <w:right w:val="single" w:sz="4" w:space="0" w:color="auto"/>
            </w:tcBorders>
            <w:shd w:val="clear" w:color="auto" w:fill="auto"/>
            <w:vAlign w:val="center"/>
          </w:tcPr>
          <w:p w14:paraId="340D760C" w14:textId="5219B072"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Pince a segments de piston</w:t>
            </w:r>
          </w:p>
        </w:tc>
        <w:tc>
          <w:tcPr>
            <w:tcW w:w="850" w:type="dxa"/>
            <w:tcBorders>
              <w:top w:val="nil"/>
              <w:left w:val="nil"/>
              <w:bottom w:val="single" w:sz="4" w:space="0" w:color="auto"/>
              <w:right w:val="single" w:sz="4" w:space="0" w:color="auto"/>
            </w:tcBorders>
            <w:shd w:val="clear" w:color="auto" w:fill="auto"/>
            <w:vAlign w:val="center"/>
          </w:tcPr>
          <w:p w14:paraId="0376809B" w14:textId="3E92DDF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4307067" w14:textId="235AB47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155252B" w14:textId="77777777" w:rsidR="00F25CAD" w:rsidRPr="00A94E5E" w:rsidRDefault="00F25CAD" w:rsidP="00F25CAD">
            <w:pPr>
              <w:spacing w:line="228" w:lineRule="auto"/>
              <w:rPr>
                <w:rFonts w:ascii="Century Gothic" w:hAnsi="Century Gothic" w:cs="Arial"/>
                <w:sz w:val="22"/>
                <w:szCs w:val="22"/>
              </w:rPr>
            </w:pPr>
          </w:p>
        </w:tc>
        <w:tc>
          <w:tcPr>
            <w:tcW w:w="2410" w:type="dxa"/>
          </w:tcPr>
          <w:p w14:paraId="3A7F9EF0"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ED705EC"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3EDB611" w14:textId="69CACBC4"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23</w:t>
            </w:r>
          </w:p>
        </w:tc>
        <w:tc>
          <w:tcPr>
            <w:tcW w:w="6691" w:type="dxa"/>
            <w:tcBorders>
              <w:top w:val="nil"/>
              <w:left w:val="nil"/>
              <w:bottom w:val="single" w:sz="4" w:space="0" w:color="auto"/>
              <w:right w:val="single" w:sz="4" w:space="0" w:color="auto"/>
            </w:tcBorders>
            <w:shd w:val="clear" w:color="auto" w:fill="auto"/>
            <w:vAlign w:val="center"/>
          </w:tcPr>
          <w:p w14:paraId="116E763B" w14:textId="23F80C6D"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Coffret de tarauds et filières</w:t>
            </w:r>
          </w:p>
        </w:tc>
        <w:tc>
          <w:tcPr>
            <w:tcW w:w="850" w:type="dxa"/>
            <w:tcBorders>
              <w:top w:val="nil"/>
              <w:left w:val="nil"/>
              <w:bottom w:val="single" w:sz="4" w:space="0" w:color="auto"/>
              <w:right w:val="single" w:sz="4" w:space="0" w:color="auto"/>
            </w:tcBorders>
            <w:shd w:val="clear" w:color="auto" w:fill="auto"/>
            <w:vAlign w:val="center"/>
          </w:tcPr>
          <w:p w14:paraId="55BA76EC" w14:textId="7E016C7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D710C21" w14:textId="17ABEEC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4EB4A5F" w14:textId="77777777" w:rsidR="00F25CAD" w:rsidRPr="00A94E5E" w:rsidRDefault="00F25CAD" w:rsidP="00F25CAD">
            <w:pPr>
              <w:spacing w:line="228" w:lineRule="auto"/>
              <w:rPr>
                <w:rFonts w:ascii="Century Gothic" w:hAnsi="Century Gothic" w:cs="Arial"/>
                <w:sz w:val="22"/>
                <w:szCs w:val="22"/>
              </w:rPr>
            </w:pPr>
          </w:p>
        </w:tc>
        <w:tc>
          <w:tcPr>
            <w:tcW w:w="2410" w:type="dxa"/>
          </w:tcPr>
          <w:p w14:paraId="7190E611" w14:textId="77777777" w:rsidR="00F25CAD" w:rsidRPr="00A94E5E" w:rsidRDefault="00F25CAD" w:rsidP="00F25CAD">
            <w:pPr>
              <w:spacing w:line="228" w:lineRule="auto"/>
              <w:rPr>
                <w:rFonts w:ascii="Century Gothic" w:hAnsi="Century Gothic" w:cs="Arial"/>
                <w:sz w:val="22"/>
                <w:szCs w:val="22"/>
              </w:rPr>
            </w:pPr>
          </w:p>
        </w:tc>
      </w:tr>
      <w:tr w:rsidR="00F25CAD" w:rsidRPr="0061096D" w14:paraId="33ED0D67"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A0B105D" w14:textId="39F3E30B"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24</w:t>
            </w:r>
          </w:p>
        </w:tc>
        <w:tc>
          <w:tcPr>
            <w:tcW w:w="6691" w:type="dxa"/>
            <w:tcBorders>
              <w:top w:val="nil"/>
              <w:left w:val="nil"/>
              <w:bottom w:val="single" w:sz="4" w:space="0" w:color="auto"/>
              <w:right w:val="single" w:sz="4" w:space="0" w:color="auto"/>
            </w:tcBorders>
            <w:shd w:val="clear" w:color="auto" w:fill="auto"/>
            <w:vAlign w:val="center"/>
          </w:tcPr>
          <w:p w14:paraId="157FB3A1" w14:textId="5C59F0EA"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Clé a chocs pneumatique</w:t>
            </w:r>
          </w:p>
        </w:tc>
        <w:tc>
          <w:tcPr>
            <w:tcW w:w="850" w:type="dxa"/>
            <w:tcBorders>
              <w:top w:val="nil"/>
              <w:left w:val="nil"/>
              <w:bottom w:val="single" w:sz="4" w:space="0" w:color="auto"/>
              <w:right w:val="single" w:sz="4" w:space="0" w:color="auto"/>
            </w:tcBorders>
            <w:shd w:val="clear" w:color="auto" w:fill="auto"/>
            <w:vAlign w:val="center"/>
          </w:tcPr>
          <w:p w14:paraId="5F1AD412" w14:textId="017C2BA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346934D" w14:textId="13A2AB8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58DC5DD"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AECA7C6"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AC4610C"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8280448" w14:textId="629B7DC3"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25</w:t>
            </w:r>
          </w:p>
        </w:tc>
        <w:tc>
          <w:tcPr>
            <w:tcW w:w="6691" w:type="dxa"/>
            <w:tcBorders>
              <w:top w:val="nil"/>
              <w:left w:val="nil"/>
              <w:bottom w:val="single" w:sz="4" w:space="0" w:color="auto"/>
              <w:right w:val="single" w:sz="4" w:space="0" w:color="auto"/>
            </w:tcBorders>
            <w:shd w:val="clear" w:color="auto" w:fill="auto"/>
            <w:vAlign w:val="center"/>
          </w:tcPr>
          <w:p w14:paraId="22390C29" w14:textId="023482C4"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Doigt magnétique flexible</w:t>
            </w:r>
          </w:p>
        </w:tc>
        <w:tc>
          <w:tcPr>
            <w:tcW w:w="850" w:type="dxa"/>
            <w:tcBorders>
              <w:top w:val="nil"/>
              <w:left w:val="nil"/>
              <w:bottom w:val="single" w:sz="4" w:space="0" w:color="auto"/>
              <w:right w:val="single" w:sz="4" w:space="0" w:color="auto"/>
            </w:tcBorders>
            <w:shd w:val="clear" w:color="auto" w:fill="auto"/>
            <w:vAlign w:val="center"/>
          </w:tcPr>
          <w:p w14:paraId="019437BF" w14:textId="338937A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E2B4C5E" w14:textId="3227C53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E1D6B8B"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9B39E1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EBFADCA"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ACBE5E5" w14:textId="3AC61338"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26</w:t>
            </w:r>
          </w:p>
        </w:tc>
        <w:tc>
          <w:tcPr>
            <w:tcW w:w="6691" w:type="dxa"/>
            <w:tcBorders>
              <w:top w:val="nil"/>
              <w:left w:val="nil"/>
              <w:bottom w:val="single" w:sz="4" w:space="0" w:color="auto"/>
              <w:right w:val="single" w:sz="4" w:space="0" w:color="auto"/>
            </w:tcBorders>
            <w:shd w:val="clear" w:color="auto" w:fill="auto"/>
            <w:vAlign w:val="center"/>
          </w:tcPr>
          <w:p w14:paraId="3B3F688B" w14:textId="5BDC1A5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Fer à souder</w:t>
            </w:r>
          </w:p>
        </w:tc>
        <w:tc>
          <w:tcPr>
            <w:tcW w:w="850" w:type="dxa"/>
            <w:tcBorders>
              <w:top w:val="nil"/>
              <w:left w:val="nil"/>
              <w:bottom w:val="single" w:sz="4" w:space="0" w:color="auto"/>
              <w:right w:val="single" w:sz="4" w:space="0" w:color="auto"/>
            </w:tcBorders>
            <w:shd w:val="clear" w:color="auto" w:fill="auto"/>
            <w:vAlign w:val="center"/>
          </w:tcPr>
          <w:p w14:paraId="0A9A7AFC" w14:textId="25EA808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36CCAE5" w14:textId="305077A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FB0999E"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50227D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641899BF"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A7ADED2" w14:textId="1A0A401F"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lastRenderedPageBreak/>
              <w:t>27</w:t>
            </w:r>
          </w:p>
        </w:tc>
        <w:tc>
          <w:tcPr>
            <w:tcW w:w="6691" w:type="dxa"/>
            <w:tcBorders>
              <w:top w:val="nil"/>
              <w:left w:val="nil"/>
              <w:bottom w:val="single" w:sz="4" w:space="0" w:color="auto"/>
              <w:right w:val="single" w:sz="4" w:space="0" w:color="auto"/>
            </w:tcBorders>
            <w:shd w:val="clear" w:color="auto" w:fill="auto"/>
            <w:vAlign w:val="center"/>
          </w:tcPr>
          <w:p w14:paraId="06C30039" w14:textId="164A969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câbles de démarrage</w:t>
            </w:r>
          </w:p>
        </w:tc>
        <w:tc>
          <w:tcPr>
            <w:tcW w:w="850" w:type="dxa"/>
            <w:tcBorders>
              <w:top w:val="nil"/>
              <w:left w:val="nil"/>
              <w:bottom w:val="single" w:sz="4" w:space="0" w:color="auto"/>
              <w:right w:val="single" w:sz="4" w:space="0" w:color="auto"/>
            </w:tcBorders>
            <w:shd w:val="clear" w:color="auto" w:fill="auto"/>
            <w:vAlign w:val="center"/>
          </w:tcPr>
          <w:p w14:paraId="01EC4DB2" w14:textId="467F001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16D67F9" w14:textId="1133037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D3AB225"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FD11B7F"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09871C0"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ECF2096" w14:textId="6D17C969"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28</w:t>
            </w:r>
          </w:p>
        </w:tc>
        <w:tc>
          <w:tcPr>
            <w:tcW w:w="6691" w:type="dxa"/>
            <w:tcBorders>
              <w:top w:val="nil"/>
              <w:left w:val="nil"/>
              <w:bottom w:val="single" w:sz="4" w:space="0" w:color="auto"/>
              <w:right w:val="single" w:sz="4" w:space="0" w:color="auto"/>
            </w:tcBorders>
            <w:shd w:val="clear" w:color="auto" w:fill="auto"/>
            <w:vAlign w:val="center"/>
          </w:tcPr>
          <w:p w14:paraId="0B21D910" w14:textId="4496A64C"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chasses goupilles</w:t>
            </w:r>
          </w:p>
        </w:tc>
        <w:tc>
          <w:tcPr>
            <w:tcW w:w="850" w:type="dxa"/>
            <w:tcBorders>
              <w:top w:val="nil"/>
              <w:left w:val="nil"/>
              <w:bottom w:val="single" w:sz="4" w:space="0" w:color="auto"/>
              <w:right w:val="single" w:sz="4" w:space="0" w:color="auto"/>
            </w:tcBorders>
            <w:shd w:val="clear" w:color="auto" w:fill="auto"/>
            <w:vAlign w:val="center"/>
          </w:tcPr>
          <w:p w14:paraId="2C90E1A0" w14:textId="627693D7"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D2C9469" w14:textId="7A127DF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2465F74"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0C8C0C8"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4EB61AD"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350BC54" w14:textId="327744EC"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29</w:t>
            </w:r>
          </w:p>
        </w:tc>
        <w:tc>
          <w:tcPr>
            <w:tcW w:w="6691" w:type="dxa"/>
            <w:tcBorders>
              <w:top w:val="nil"/>
              <w:left w:val="nil"/>
              <w:bottom w:val="single" w:sz="4" w:space="0" w:color="auto"/>
              <w:right w:val="single" w:sz="4" w:space="0" w:color="auto"/>
            </w:tcBorders>
            <w:shd w:val="clear" w:color="auto" w:fill="auto"/>
            <w:vAlign w:val="center"/>
          </w:tcPr>
          <w:p w14:paraId="4B55935E" w14:textId="249BE3A2"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douilles torx</w:t>
            </w:r>
          </w:p>
        </w:tc>
        <w:tc>
          <w:tcPr>
            <w:tcW w:w="850" w:type="dxa"/>
            <w:tcBorders>
              <w:top w:val="nil"/>
              <w:left w:val="nil"/>
              <w:bottom w:val="single" w:sz="4" w:space="0" w:color="auto"/>
              <w:right w:val="single" w:sz="4" w:space="0" w:color="auto"/>
            </w:tcBorders>
            <w:shd w:val="clear" w:color="auto" w:fill="auto"/>
            <w:vAlign w:val="center"/>
          </w:tcPr>
          <w:p w14:paraId="2D03677A" w14:textId="0B7885C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6A57421" w14:textId="29B131E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4651AC3" w14:textId="77777777" w:rsidR="00F25CAD" w:rsidRPr="00A94E5E" w:rsidRDefault="00F25CAD" w:rsidP="00F25CAD">
            <w:pPr>
              <w:spacing w:line="228" w:lineRule="auto"/>
              <w:rPr>
                <w:rFonts w:ascii="Century Gothic" w:hAnsi="Century Gothic" w:cs="Arial"/>
                <w:sz w:val="22"/>
                <w:szCs w:val="22"/>
              </w:rPr>
            </w:pPr>
          </w:p>
        </w:tc>
        <w:tc>
          <w:tcPr>
            <w:tcW w:w="2410" w:type="dxa"/>
          </w:tcPr>
          <w:p w14:paraId="75C07F9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6471BED1"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50F0F14" w14:textId="0DD377FB"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30</w:t>
            </w:r>
          </w:p>
        </w:tc>
        <w:tc>
          <w:tcPr>
            <w:tcW w:w="6691" w:type="dxa"/>
            <w:tcBorders>
              <w:top w:val="nil"/>
              <w:left w:val="nil"/>
              <w:bottom w:val="single" w:sz="4" w:space="0" w:color="auto"/>
              <w:right w:val="single" w:sz="4" w:space="0" w:color="auto"/>
            </w:tcBorders>
            <w:shd w:val="clear" w:color="auto" w:fill="auto"/>
            <w:vAlign w:val="center"/>
          </w:tcPr>
          <w:p w14:paraId="2DC23507" w14:textId="04AE999A"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limes</w:t>
            </w:r>
          </w:p>
        </w:tc>
        <w:tc>
          <w:tcPr>
            <w:tcW w:w="850" w:type="dxa"/>
            <w:tcBorders>
              <w:top w:val="nil"/>
              <w:left w:val="nil"/>
              <w:bottom w:val="single" w:sz="4" w:space="0" w:color="auto"/>
              <w:right w:val="single" w:sz="4" w:space="0" w:color="auto"/>
            </w:tcBorders>
            <w:shd w:val="clear" w:color="auto" w:fill="auto"/>
            <w:vAlign w:val="center"/>
          </w:tcPr>
          <w:p w14:paraId="0E792151" w14:textId="39474C0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7FFD6BF" w14:textId="7F3BE93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CDE51AE"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7F03017"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E7CAFD2"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AB2374E" w14:textId="386F439E"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31</w:t>
            </w:r>
          </w:p>
        </w:tc>
        <w:tc>
          <w:tcPr>
            <w:tcW w:w="6691" w:type="dxa"/>
            <w:tcBorders>
              <w:top w:val="nil"/>
              <w:left w:val="nil"/>
              <w:bottom w:val="single" w:sz="4" w:space="0" w:color="auto"/>
              <w:right w:val="single" w:sz="4" w:space="0" w:color="auto"/>
            </w:tcBorders>
            <w:shd w:val="clear" w:color="auto" w:fill="auto"/>
            <w:vAlign w:val="center"/>
          </w:tcPr>
          <w:p w14:paraId="2200B44F" w14:textId="1F81CD75"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d’extracteurs de goujons</w:t>
            </w:r>
          </w:p>
        </w:tc>
        <w:tc>
          <w:tcPr>
            <w:tcW w:w="850" w:type="dxa"/>
            <w:tcBorders>
              <w:top w:val="nil"/>
              <w:left w:val="nil"/>
              <w:bottom w:val="single" w:sz="4" w:space="0" w:color="auto"/>
              <w:right w:val="single" w:sz="4" w:space="0" w:color="auto"/>
            </w:tcBorders>
            <w:shd w:val="clear" w:color="auto" w:fill="auto"/>
            <w:vAlign w:val="center"/>
          </w:tcPr>
          <w:p w14:paraId="1011EFAD" w14:textId="51B3B8C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B248370" w14:textId="76C56C4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2D30D04"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5A74E89"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2762133"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071BACB" w14:textId="0ED70D60"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32</w:t>
            </w:r>
          </w:p>
        </w:tc>
        <w:tc>
          <w:tcPr>
            <w:tcW w:w="6691" w:type="dxa"/>
            <w:tcBorders>
              <w:top w:val="nil"/>
              <w:left w:val="nil"/>
              <w:bottom w:val="single" w:sz="4" w:space="0" w:color="auto"/>
              <w:right w:val="single" w:sz="4" w:space="0" w:color="auto"/>
            </w:tcBorders>
            <w:shd w:val="clear" w:color="auto" w:fill="auto"/>
            <w:vAlign w:val="center"/>
          </w:tcPr>
          <w:p w14:paraId="0617DDBC" w14:textId="6B28D6D7"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Maillet en caoutchouc</w:t>
            </w:r>
          </w:p>
        </w:tc>
        <w:tc>
          <w:tcPr>
            <w:tcW w:w="850" w:type="dxa"/>
            <w:tcBorders>
              <w:top w:val="nil"/>
              <w:left w:val="nil"/>
              <w:bottom w:val="single" w:sz="4" w:space="0" w:color="auto"/>
              <w:right w:val="single" w:sz="4" w:space="0" w:color="auto"/>
            </w:tcBorders>
            <w:shd w:val="clear" w:color="auto" w:fill="auto"/>
            <w:vAlign w:val="center"/>
          </w:tcPr>
          <w:p w14:paraId="5CA21C8F" w14:textId="18C6F47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22E7AAE" w14:textId="239C29C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C255228"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ECDA66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65FD8340"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8E48290" w14:textId="38FAAC60"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33</w:t>
            </w:r>
          </w:p>
        </w:tc>
        <w:tc>
          <w:tcPr>
            <w:tcW w:w="6691" w:type="dxa"/>
            <w:tcBorders>
              <w:top w:val="nil"/>
              <w:left w:val="nil"/>
              <w:bottom w:val="single" w:sz="4" w:space="0" w:color="auto"/>
              <w:right w:val="single" w:sz="4" w:space="0" w:color="auto"/>
            </w:tcBorders>
            <w:shd w:val="clear" w:color="auto" w:fill="auto"/>
            <w:vAlign w:val="center"/>
          </w:tcPr>
          <w:p w14:paraId="11718A68" w14:textId="03B3C1DC"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Marteau de mécanicien</w:t>
            </w:r>
          </w:p>
        </w:tc>
        <w:tc>
          <w:tcPr>
            <w:tcW w:w="850" w:type="dxa"/>
            <w:tcBorders>
              <w:top w:val="nil"/>
              <w:left w:val="nil"/>
              <w:bottom w:val="single" w:sz="4" w:space="0" w:color="auto"/>
              <w:right w:val="single" w:sz="4" w:space="0" w:color="auto"/>
            </w:tcBorders>
            <w:shd w:val="clear" w:color="auto" w:fill="auto"/>
            <w:vAlign w:val="center"/>
          </w:tcPr>
          <w:p w14:paraId="4BD7852F" w14:textId="2220C66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61D27E7" w14:textId="5E672637"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7909BDD"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1B84A0D"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F3981AA"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9A126BC" w14:textId="363207EA"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34</w:t>
            </w:r>
          </w:p>
        </w:tc>
        <w:tc>
          <w:tcPr>
            <w:tcW w:w="6691" w:type="dxa"/>
            <w:tcBorders>
              <w:top w:val="nil"/>
              <w:left w:val="nil"/>
              <w:bottom w:val="single" w:sz="4" w:space="0" w:color="auto"/>
              <w:right w:val="single" w:sz="4" w:space="0" w:color="auto"/>
            </w:tcBorders>
            <w:shd w:val="clear" w:color="auto" w:fill="auto"/>
            <w:vAlign w:val="center"/>
          </w:tcPr>
          <w:p w14:paraId="4657D722" w14:textId="3866601E"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Monture de scie réglable</w:t>
            </w:r>
          </w:p>
        </w:tc>
        <w:tc>
          <w:tcPr>
            <w:tcW w:w="850" w:type="dxa"/>
            <w:tcBorders>
              <w:top w:val="nil"/>
              <w:left w:val="nil"/>
              <w:bottom w:val="single" w:sz="4" w:space="0" w:color="auto"/>
              <w:right w:val="single" w:sz="4" w:space="0" w:color="auto"/>
            </w:tcBorders>
            <w:shd w:val="clear" w:color="auto" w:fill="auto"/>
            <w:vAlign w:val="center"/>
          </w:tcPr>
          <w:p w14:paraId="32E50F37" w14:textId="4A823D0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8857EFC" w14:textId="016B54F7"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4654065"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B643B08"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72DA201"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C3035D8" w14:textId="0DA7360A"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35</w:t>
            </w:r>
          </w:p>
        </w:tc>
        <w:tc>
          <w:tcPr>
            <w:tcW w:w="6691" w:type="dxa"/>
            <w:tcBorders>
              <w:top w:val="nil"/>
              <w:left w:val="nil"/>
              <w:bottom w:val="single" w:sz="4" w:space="0" w:color="auto"/>
              <w:right w:val="single" w:sz="4" w:space="0" w:color="auto"/>
            </w:tcBorders>
            <w:shd w:val="clear" w:color="auto" w:fill="auto"/>
            <w:vAlign w:val="center"/>
          </w:tcPr>
          <w:p w14:paraId="208E6634" w14:textId="62D0DAD9"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Pince coupante diagonale</w:t>
            </w:r>
          </w:p>
        </w:tc>
        <w:tc>
          <w:tcPr>
            <w:tcW w:w="850" w:type="dxa"/>
            <w:tcBorders>
              <w:top w:val="nil"/>
              <w:left w:val="nil"/>
              <w:bottom w:val="single" w:sz="4" w:space="0" w:color="auto"/>
              <w:right w:val="single" w:sz="4" w:space="0" w:color="auto"/>
            </w:tcBorders>
            <w:shd w:val="clear" w:color="auto" w:fill="auto"/>
            <w:vAlign w:val="center"/>
          </w:tcPr>
          <w:p w14:paraId="11F39E5A" w14:textId="0168AB8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A0EA4C8" w14:textId="278969C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ED46E7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69D9A1A"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6084A74"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CACA992" w14:textId="5DAAF9CA"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36</w:t>
            </w:r>
          </w:p>
        </w:tc>
        <w:tc>
          <w:tcPr>
            <w:tcW w:w="6691" w:type="dxa"/>
            <w:tcBorders>
              <w:top w:val="nil"/>
              <w:left w:val="nil"/>
              <w:bottom w:val="single" w:sz="4" w:space="0" w:color="auto"/>
              <w:right w:val="single" w:sz="4" w:space="0" w:color="auto"/>
            </w:tcBorders>
            <w:shd w:val="clear" w:color="auto" w:fill="auto"/>
            <w:vAlign w:val="center"/>
          </w:tcPr>
          <w:p w14:paraId="06F24280" w14:textId="033D9636"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Pince universelle</w:t>
            </w:r>
          </w:p>
        </w:tc>
        <w:tc>
          <w:tcPr>
            <w:tcW w:w="850" w:type="dxa"/>
            <w:tcBorders>
              <w:top w:val="nil"/>
              <w:left w:val="nil"/>
              <w:bottom w:val="single" w:sz="4" w:space="0" w:color="auto"/>
              <w:right w:val="single" w:sz="4" w:space="0" w:color="auto"/>
            </w:tcBorders>
            <w:shd w:val="clear" w:color="auto" w:fill="auto"/>
            <w:vAlign w:val="center"/>
          </w:tcPr>
          <w:p w14:paraId="16EDD0BD" w14:textId="6CB84CE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C6DAAE4" w14:textId="756B88C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641CA9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3504D912" w14:textId="77777777" w:rsidR="00F25CAD" w:rsidRPr="00A94E5E" w:rsidRDefault="00F25CAD" w:rsidP="00F25CAD">
            <w:pPr>
              <w:spacing w:line="228" w:lineRule="auto"/>
              <w:rPr>
                <w:rFonts w:ascii="Century Gothic" w:hAnsi="Century Gothic" w:cs="Arial"/>
                <w:sz w:val="22"/>
                <w:szCs w:val="22"/>
              </w:rPr>
            </w:pPr>
          </w:p>
        </w:tc>
      </w:tr>
      <w:tr w:rsidR="00F25CAD" w:rsidRPr="0061096D" w14:paraId="3F7066E5"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71CFF7C" w14:textId="396BD825"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37</w:t>
            </w:r>
          </w:p>
        </w:tc>
        <w:tc>
          <w:tcPr>
            <w:tcW w:w="6691" w:type="dxa"/>
            <w:tcBorders>
              <w:top w:val="nil"/>
              <w:left w:val="nil"/>
              <w:bottom w:val="single" w:sz="4" w:space="0" w:color="auto"/>
              <w:right w:val="single" w:sz="4" w:space="0" w:color="auto"/>
            </w:tcBorders>
            <w:shd w:val="clear" w:color="auto" w:fill="auto"/>
            <w:vAlign w:val="center"/>
          </w:tcPr>
          <w:p w14:paraId="0E820C7F" w14:textId="794FDBC7"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pinces pour circlips fermantes</w:t>
            </w:r>
          </w:p>
        </w:tc>
        <w:tc>
          <w:tcPr>
            <w:tcW w:w="850" w:type="dxa"/>
            <w:tcBorders>
              <w:top w:val="nil"/>
              <w:left w:val="nil"/>
              <w:bottom w:val="single" w:sz="4" w:space="0" w:color="auto"/>
              <w:right w:val="single" w:sz="4" w:space="0" w:color="auto"/>
            </w:tcBorders>
            <w:shd w:val="clear" w:color="auto" w:fill="auto"/>
            <w:vAlign w:val="center"/>
          </w:tcPr>
          <w:p w14:paraId="2E260C73" w14:textId="07AF676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4B866FB" w14:textId="6F1F2CB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1535E7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65AAB74"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9777FC6"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6282C4B" w14:textId="1A0449B2"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38</w:t>
            </w:r>
          </w:p>
        </w:tc>
        <w:tc>
          <w:tcPr>
            <w:tcW w:w="6691" w:type="dxa"/>
            <w:tcBorders>
              <w:top w:val="nil"/>
              <w:left w:val="nil"/>
              <w:bottom w:val="single" w:sz="4" w:space="0" w:color="auto"/>
              <w:right w:val="single" w:sz="4" w:space="0" w:color="auto"/>
            </w:tcBorders>
            <w:shd w:val="clear" w:color="auto" w:fill="auto"/>
            <w:vAlign w:val="center"/>
          </w:tcPr>
          <w:p w14:paraId="5E380F90" w14:textId="318BEF08"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pinces pour circlips ouvrantes</w:t>
            </w:r>
          </w:p>
        </w:tc>
        <w:tc>
          <w:tcPr>
            <w:tcW w:w="850" w:type="dxa"/>
            <w:tcBorders>
              <w:top w:val="nil"/>
              <w:left w:val="nil"/>
              <w:bottom w:val="single" w:sz="4" w:space="0" w:color="auto"/>
              <w:right w:val="single" w:sz="4" w:space="0" w:color="auto"/>
            </w:tcBorders>
            <w:shd w:val="clear" w:color="auto" w:fill="auto"/>
            <w:vAlign w:val="center"/>
          </w:tcPr>
          <w:p w14:paraId="27B9EABF" w14:textId="605DD6A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26F564A" w14:textId="0B01A3B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44E118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2023350"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0E83B56"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86D7E22" w14:textId="58F23011"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39</w:t>
            </w:r>
          </w:p>
        </w:tc>
        <w:tc>
          <w:tcPr>
            <w:tcW w:w="6691" w:type="dxa"/>
            <w:tcBorders>
              <w:top w:val="nil"/>
              <w:left w:val="nil"/>
              <w:bottom w:val="single" w:sz="4" w:space="0" w:color="auto"/>
              <w:right w:val="single" w:sz="4" w:space="0" w:color="auto"/>
            </w:tcBorders>
            <w:shd w:val="clear" w:color="auto" w:fill="auto"/>
            <w:vAlign w:val="center"/>
          </w:tcPr>
          <w:p w14:paraId="2B8CC8D4" w14:textId="5E2AE9CB"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Pince à riveter</w:t>
            </w:r>
          </w:p>
        </w:tc>
        <w:tc>
          <w:tcPr>
            <w:tcW w:w="850" w:type="dxa"/>
            <w:tcBorders>
              <w:top w:val="nil"/>
              <w:left w:val="nil"/>
              <w:bottom w:val="single" w:sz="4" w:space="0" w:color="auto"/>
              <w:right w:val="single" w:sz="4" w:space="0" w:color="auto"/>
            </w:tcBorders>
            <w:shd w:val="clear" w:color="auto" w:fill="auto"/>
            <w:vAlign w:val="center"/>
          </w:tcPr>
          <w:p w14:paraId="530124C3" w14:textId="2F5806F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DEC2C12" w14:textId="5F10BD2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863A993"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26D29C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4176925"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8394B1B" w14:textId="20353F36"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40</w:t>
            </w:r>
          </w:p>
        </w:tc>
        <w:tc>
          <w:tcPr>
            <w:tcW w:w="6691" w:type="dxa"/>
            <w:tcBorders>
              <w:top w:val="nil"/>
              <w:left w:val="nil"/>
              <w:bottom w:val="single" w:sz="4" w:space="0" w:color="auto"/>
              <w:right w:val="single" w:sz="4" w:space="0" w:color="auto"/>
            </w:tcBorders>
            <w:shd w:val="clear" w:color="auto" w:fill="auto"/>
            <w:vAlign w:val="center"/>
          </w:tcPr>
          <w:p w14:paraId="6902FDD5" w14:textId="35C6BD6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Pince-étau</w:t>
            </w:r>
          </w:p>
        </w:tc>
        <w:tc>
          <w:tcPr>
            <w:tcW w:w="850" w:type="dxa"/>
            <w:tcBorders>
              <w:top w:val="nil"/>
              <w:left w:val="nil"/>
              <w:bottom w:val="single" w:sz="4" w:space="0" w:color="auto"/>
              <w:right w:val="single" w:sz="4" w:space="0" w:color="auto"/>
            </w:tcBorders>
            <w:shd w:val="clear" w:color="auto" w:fill="auto"/>
            <w:vAlign w:val="center"/>
          </w:tcPr>
          <w:p w14:paraId="32D0C8F8" w14:textId="245C060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EBA9DD9" w14:textId="795F576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84659D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DF03B1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C993306"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129AC73" w14:textId="59A94B6F"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41</w:t>
            </w:r>
          </w:p>
        </w:tc>
        <w:tc>
          <w:tcPr>
            <w:tcW w:w="6691" w:type="dxa"/>
            <w:tcBorders>
              <w:top w:val="nil"/>
              <w:left w:val="nil"/>
              <w:bottom w:val="single" w:sz="4" w:space="0" w:color="auto"/>
              <w:right w:val="single" w:sz="4" w:space="0" w:color="auto"/>
            </w:tcBorders>
            <w:shd w:val="clear" w:color="auto" w:fill="auto"/>
            <w:vAlign w:val="center"/>
          </w:tcPr>
          <w:p w14:paraId="76C982ED" w14:textId="4EBFB79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Pince à sertir les cosses</w:t>
            </w:r>
          </w:p>
        </w:tc>
        <w:tc>
          <w:tcPr>
            <w:tcW w:w="850" w:type="dxa"/>
            <w:tcBorders>
              <w:top w:val="nil"/>
              <w:left w:val="nil"/>
              <w:bottom w:val="single" w:sz="4" w:space="0" w:color="auto"/>
              <w:right w:val="single" w:sz="4" w:space="0" w:color="auto"/>
            </w:tcBorders>
            <w:shd w:val="clear" w:color="auto" w:fill="auto"/>
            <w:vAlign w:val="center"/>
          </w:tcPr>
          <w:p w14:paraId="2BB0C56B" w14:textId="2BF21224"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7927582" w14:textId="00AEA81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8B2DBB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0A2B226"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21D85CD"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C473123" w14:textId="4773A9B0"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42</w:t>
            </w:r>
          </w:p>
        </w:tc>
        <w:tc>
          <w:tcPr>
            <w:tcW w:w="6691" w:type="dxa"/>
            <w:tcBorders>
              <w:top w:val="nil"/>
              <w:left w:val="nil"/>
              <w:bottom w:val="single" w:sz="4" w:space="0" w:color="auto"/>
              <w:right w:val="single" w:sz="4" w:space="0" w:color="auto"/>
            </w:tcBorders>
            <w:shd w:val="clear" w:color="auto" w:fill="auto"/>
            <w:vAlign w:val="center"/>
          </w:tcPr>
          <w:p w14:paraId="02350241" w14:textId="3B41A047"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Soufflette d’air comprime métallique</w:t>
            </w:r>
          </w:p>
        </w:tc>
        <w:tc>
          <w:tcPr>
            <w:tcW w:w="850" w:type="dxa"/>
            <w:tcBorders>
              <w:top w:val="nil"/>
              <w:left w:val="nil"/>
              <w:bottom w:val="single" w:sz="4" w:space="0" w:color="auto"/>
              <w:right w:val="single" w:sz="4" w:space="0" w:color="auto"/>
            </w:tcBorders>
            <w:shd w:val="clear" w:color="auto" w:fill="auto"/>
            <w:vAlign w:val="center"/>
          </w:tcPr>
          <w:p w14:paraId="46A438E0" w14:textId="5FAE92D7"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526CB3C" w14:textId="4744342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C4F8FD1" w14:textId="77777777" w:rsidR="00F25CAD" w:rsidRPr="00A94E5E" w:rsidRDefault="00F25CAD" w:rsidP="00F25CAD">
            <w:pPr>
              <w:spacing w:line="228" w:lineRule="auto"/>
              <w:rPr>
                <w:rFonts w:ascii="Century Gothic" w:hAnsi="Century Gothic" w:cs="Arial"/>
                <w:sz w:val="22"/>
                <w:szCs w:val="22"/>
              </w:rPr>
            </w:pPr>
          </w:p>
        </w:tc>
        <w:tc>
          <w:tcPr>
            <w:tcW w:w="2410" w:type="dxa"/>
          </w:tcPr>
          <w:p w14:paraId="734D28A7" w14:textId="77777777" w:rsidR="00F25CAD" w:rsidRPr="00A94E5E" w:rsidRDefault="00F25CAD" w:rsidP="00F25CAD">
            <w:pPr>
              <w:spacing w:line="228" w:lineRule="auto"/>
              <w:rPr>
                <w:rFonts w:ascii="Century Gothic" w:hAnsi="Century Gothic" w:cs="Arial"/>
                <w:sz w:val="22"/>
                <w:szCs w:val="22"/>
              </w:rPr>
            </w:pPr>
          </w:p>
        </w:tc>
      </w:tr>
      <w:tr w:rsidR="00F25CAD" w:rsidRPr="0061096D" w14:paraId="46BB9596"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1A3027B" w14:textId="1E915AD1"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43</w:t>
            </w:r>
          </w:p>
        </w:tc>
        <w:tc>
          <w:tcPr>
            <w:tcW w:w="6691" w:type="dxa"/>
            <w:tcBorders>
              <w:top w:val="nil"/>
              <w:left w:val="nil"/>
              <w:bottom w:val="single" w:sz="4" w:space="0" w:color="auto"/>
              <w:right w:val="single" w:sz="4" w:space="0" w:color="auto"/>
            </w:tcBorders>
            <w:shd w:val="clear" w:color="auto" w:fill="auto"/>
            <w:vAlign w:val="center"/>
          </w:tcPr>
          <w:p w14:paraId="15A31003" w14:textId="4955C29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Coffret de douilles avec cliquet ½</w:t>
            </w:r>
          </w:p>
        </w:tc>
        <w:tc>
          <w:tcPr>
            <w:tcW w:w="850" w:type="dxa"/>
            <w:tcBorders>
              <w:top w:val="nil"/>
              <w:left w:val="nil"/>
              <w:bottom w:val="single" w:sz="4" w:space="0" w:color="auto"/>
              <w:right w:val="single" w:sz="4" w:space="0" w:color="auto"/>
            </w:tcBorders>
            <w:shd w:val="clear" w:color="auto" w:fill="auto"/>
            <w:vAlign w:val="center"/>
          </w:tcPr>
          <w:p w14:paraId="2BAA0926" w14:textId="7A1608D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52DCA47" w14:textId="3A5D3974"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8B5C69B" w14:textId="77777777" w:rsidR="00F25CAD" w:rsidRPr="00A94E5E" w:rsidRDefault="00F25CAD" w:rsidP="00F25CAD">
            <w:pPr>
              <w:spacing w:line="228" w:lineRule="auto"/>
              <w:rPr>
                <w:rFonts w:ascii="Century Gothic" w:hAnsi="Century Gothic" w:cs="Arial"/>
                <w:sz w:val="22"/>
                <w:szCs w:val="22"/>
              </w:rPr>
            </w:pPr>
          </w:p>
        </w:tc>
        <w:tc>
          <w:tcPr>
            <w:tcW w:w="2410" w:type="dxa"/>
          </w:tcPr>
          <w:p w14:paraId="309106B8"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A65F010"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566860B" w14:textId="2571F6FA"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44</w:t>
            </w:r>
          </w:p>
        </w:tc>
        <w:tc>
          <w:tcPr>
            <w:tcW w:w="6691" w:type="dxa"/>
            <w:tcBorders>
              <w:top w:val="nil"/>
              <w:left w:val="nil"/>
              <w:bottom w:val="single" w:sz="4" w:space="0" w:color="auto"/>
              <w:right w:val="single" w:sz="4" w:space="0" w:color="auto"/>
            </w:tcBorders>
            <w:shd w:val="clear" w:color="auto" w:fill="auto"/>
            <w:vAlign w:val="center"/>
          </w:tcPr>
          <w:p w14:paraId="693112B5" w14:textId="201C9483"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Coffret de douilles avec cliquet  ¼</w:t>
            </w:r>
          </w:p>
        </w:tc>
        <w:tc>
          <w:tcPr>
            <w:tcW w:w="850" w:type="dxa"/>
            <w:tcBorders>
              <w:top w:val="nil"/>
              <w:left w:val="nil"/>
              <w:bottom w:val="single" w:sz="4" w:space="0" w:color="auto"/>
              <w:right w:val="single" w:sz="4" w:space="0" w:color="auto"/>
            </w:tcBorders>
            <w:shd w:val="clear" w:color="auto" w:fill="auto"/>
            <w:vAlign w:val="center"/>
          </w:tcPr>
          <w:p w14:paraId="1AA7AB3C" w14:textId="037A283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D60CB7B" w14:textId="006518B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756AE76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13B48D6"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F1AFFF7"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3B78A1A" w14:textId="41725623"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45</w:t>
            </w:r>
          </w:p>
        </w:tc>
        <w:tc>
          <w:tcPr>
            <w:tcW w:w="6691" w:type="dxa"/>
            <w:tcBorders>
              <w:top w:val="nil"/>
              <w:left w:val="nil"/>
              <w:bottom w:val="single" w:sz="4" w:space="0" w:color="auto"/>
              <w:right w:val="single" w:sz="4" w:space="0" w:color="auto"/>
            </w:tcBorders>
            <w:shd w:val="clear" w:color="auto" w:fill="auto"/>
            <w:vAlign w:val="center"/>
          </w:tcPr>
          <w:p w14:paraId="2339DDB1" w14:textId="5A5F49E4"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Rapport de serrage angulaire électroniques</w:t>
            </w:r>
          </w:p>
        </w:tc>
        <w:tc>
          <w:tcPr>
            <w:tcW w:w="850" w:type="dxa"/>
            <w:tcBorders>
              <w:top w:val="nil"/>
              <w:left w:val="nil"/>
              <w:bottom w:val="single" w:sz="4" w:space="0" w:color="auto"/>
              <w:right w:val="single" w:sz="4" w:space="0" w:color="auto"/>
            </w:tcBorders>
            <w:shd w:val="clear" w:color="auto" w:fill="auto"/>
            <w:vAlign w:val="center"/>
          </w:tcPr>
          <w:p w14:paraId="7DFA8565" w14:textId="14A29B8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EDC7971" w14:textId="3D345804"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B2BA05E"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3B4187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43893F81"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9DAA12A" w14:textId="1C21551E"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46</w:t>
            </w:r>
          </w:p>
        </w:tc>
        <w:tc>
          <w:tcPr>
            <w:tcW w:w="6691" w:type="dxa"/>
            <w:tcBorders>
              <w:top w:val="nil"/>
              <w:left w:val="nil"/>
              <w:bottom w:val="single" w:sz="4" w:space="0" w:color="auto"/>
              <w:right w:val="single" w:sz="4" w:space="0" w:color="auto"/>
            </w:tcBorders>
            <w:shd w:val="clear" w:color="auto" w:fill="auto"/>
            <w:vAlign w:val="center"/>
          </w:tcPr>
          <w:p w14:paraId="63659A9A" w14:textId="45CB1433"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Clé dynamométrique électronique</w:t>
            </w:r>
          </w:p>
        </w:tc>
        <w:tc>
          <w:tcPr>
            <w:tcW w:w="850" w:type="dxa"/>
            <w:tcBorders>
              <w:top w:val="nil"/>
              <w:left w:val="nil"/>
              <w:bottom w:val="single" w:sz="4" w:space="0" w:color="auto"/>
              <w:right w:val="single" w:sz="4" w:space="0" w:color="auto"/>
            </w:tcBorders>
            <w:shd w:val="clear" w:color="auto" w:fill="auto"/>
            <w:vAlign w:val="center"/>
          </w:tcPr>
          <w:p w14:paraId="4BE8F7B0" w14:textId="1AD2BA2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372EA70" w14:textId="213B300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A9899D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3B519336"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A9C9A9D"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3561D3F" w14:textId="76AF0EB4"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47</w:t>
            </w:r>
          </w:p>
        </w:tc>
        <w:tc>
          <w:tcPr>
            <w:tcW w:w="6691" w:type="dxa"/>
            <w:tcBorders>
              <w:top w:val="nil"/>
              <w:left w:val="nil"/>
              <w:bottom w:val="single" w:sz="4" w:space="0" w:color="auto"/>
              <w:right w:val="single" w:sz="4" w:space="0" w:color="auto"/>
            </w:tcBorders>
            <w:shd w:val="clear" w:color="auto" w:fill="auto"/>
            <w:vAlign w:val="center"/>
          </w:tcPr>
          <w:p w14:paraId="19ACA426" w14:textId="34D40122"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Comparateur a cadran</w:t>
            </w:r>
          </w:p>
        </w:tc>
        <w:tc>
          <w:tcPr>
            <w:tcW w:w="850" w:type="dxa"/>
            <w:tcBorders>
              <w:top w:val="nil"/>
              <w:left w:val="nil"/>
              <w:bottom w:val="single" w:sz="4" w:space="0" w:color="auto"/>
              <w:right w:val="single" w:sz="4" w:space="0" w:color="auto"/>
            </w:tcBorders>
            <w:shd w:val="clear" w:color="auto" w:fill="auto"/>
            <w:vAlign w:val="center"/>
          </w:tcPr>
          <w:p w14:paraId="0F220A5E" w14:textId="443C450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7F47358" w14:textId="572FEE0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7F9BD79" w14:textId="77777777" w:rsidR="00F25CAD" w:rsidRPr="00A94E5E" w:rsidRDefault="00F25CAD" w:rsidP="00F25CAD">
            <w:pPr>
              <w:spacing w:line="228" w:lineRule="auto"/>
              <w:rPr>
                <w:rFonts w:ascii="Century Gothic" w:hAnsi="Century Gothic" w:cs="Arial"/>
                <w:sz w:val="22"/>
                <w:szCs w:val="22"/>
              </w:rPr>
            </w:pPr>
          </w:p>
        </w:tc>
        <w:tc>
          <w:tcPr>
            <w:tcW w:w="2410" w:type="dxa"/>
          </w:tcPr>
          <w:p w14:paraId="72E6C83C" w14:textId="77777777" w:rsidR="00F25CAD" w:rsidRPr="00A94E5E" w:rsidRDefault="00F25CAD" w:rsidP="00F25CAD">
            <w:pPr>
              <w:spacing w:line="228" w:lineRule="auto"/>
              <w:rPr>
                <w:rFonts w:ascii="Century Gothic" w:hAnsi="Century Gothic" w:cs="Arial"/>
                <w:sz w:val="22"/>
                <w:szCs w:val="22"/>
              </w:rPr>
            </w:pPr>
          </w:p>
        </w:tc>
      </w:tr>
      <w:tr w:rsidR="00F25CAD" w:rsidRPr="0061096D" w14:paraId="49C9DF40"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4E43369" w14:textId="64CCA63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48</w:t>
            </w:r>
          </w:p>
        </w:tc>
        <w:tc>
          <w:tcPr>
            <w:tcW w:w="6691" w:type="dxa"/>
            <w:tcBorders>
              <w:top w:val="nil"/>
              <w:left w:val="nil"/>
              <w:bottom w:val="single" w:sz="4" w:space="0" w:color="auto"/>
              <w:right w:val="single" w:sz="4" w:space="0" w:color="auto"/>
            </w:tcBorders>
            <w:shd w:val="clear" w:color="auto" w:fill="auto"/>
            <w:vAlign w:val="center"/>
          </w:tcPr>
          <w:p w14:paraId="4194E35D" w14:textId="1A1173FC"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 xml:space="preserve">Vérificateur d’alésage </w:t>
            </w:r>
          </w:p>
        </w:tc>
        <w:tc>
          <w:tcPr>
            <w:tcW w:w="850" w:type="dxa"/>
            <w:tcBorders>
              <w:top w:val="nil"/>
              <w:left w:val="nil"/>
              <w:bottom w:val="single" w:sz="4" w:space="0" w:color="auto"/>
              <w:right w:val="single" w:sz="4" w:space="0" w:color="auto"/>
            </w:tcBorders>
            <w:shd w:val="clear" w:color="auto" w:fill="auto"/>
            <w:vAlign w:val="center"/>
          </w:tcPr>
          <w:p w14:paraId="07E344AD" w14:textId="2A9B428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4CE44D0" w14:textId="2153B618"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832C098" w14:textId="77777777" w:rsidR="00F25CAD" w:rsidRPr="00A94E5E" w:rsidRDefault="00F25CAD" w:rsidP="00F25CAD">
            <w:pPr>
              <w:spacing w:line="228" w:lineRule="auto"/>
              <w:rPr>
                <w:rFonts w:ascii="Century Gothic" w:hAnsi="Century Gothic" w:cs="Arial"/>
                <w:sz w:val="22"/>
                <w:szCs w:val="22"/>
              </w:rPr>
            </w:pPr>
          </w:p>
        </w:tc>
        <w:tc>
          <w:tcPr>
            <w:tcW w:w="2410" w:type="dxa"/>
          </w:tcPr>
          <w:p w14:paraId="7E1369AC"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E2671C4"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0866627" w14:textId="237D7F0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49</w:t>
            </w:r>
          </w:p>
        </w:tc>
        <w:tc>
          <w:tcPr>
            <w:tcW w:w="6691" w:type="dxa"/>
            <w:tcBorders>
              <w:top w:val="nil"/>
              <w:left w:val="nil"/>
              <w:bottom w:val="single" w:sz="4" w:space="0" w:color="auto"/>
              <w:right w:val="single" w:sz="4" w:space="0" w:color="auto"/>
            </w:tcBorders>
            <w:shd w:val="clear" w:color="auto" w:fill="auto"/>
            <w:vAlign w:val="center"/>
          </w:tcPr>
          <w:p w14:paraId="1F09C016" w14:textId="207EEDE3"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Jauge de profondeur</w:t>
            </w:r>
          </w:p>
        </w:tc>
        <w:tc>
          <w:tcPr>
            <w:tcW w:w="850" w:type="dxa"/>
            <w:tcBorders>
              <w:top w:val="nil"/>
              <w:left w:val="nil"/>
              <w:bottom w:val="single" w:sz="4" w:space="0" w:color="auto"/>
              <w:right w:val="single" w:sz="4" w:space="0" w:color="auto"/>
            </w:tcBorders>
            <w:shd w:val="clear" w:color="auto" w:fill="auto"/>
            <w:vAlign w:val="center"/>
          </w:tcPr>
          <w:p w14:paraId="541ABE45" w14:textId="4078D5B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1023256" w14:textId="76AC76F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C51DBD7"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B6BB5B4" w14:textId="77777777" w:rsidR="00F25CAD" w:rsidRPr="00A94E5E" w:rsidRDefault="00F25CAD" w:rsidP="00F25CAD">
            <w:pPr>
              <w:spacing w:line="228" w:lineRule="auto"/>
              <w:rPr>
                <w:rFonts w:ascii="Century Gothic" w:hAnsi="Century Gothic" w:cs="Arial"/>
                <w:sz w:val="22"/>
                <w:szCs w:val="22"/>
              </w:rPr>
            </w:pPr>
          </w:p>
        </w:tc>
      </w:tr>
      <w:tr w:rsidR="00F25CAD" w:rsidRPr="0061096D" w14:paraId="21D189DC"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3E72898" w14:textId="515C0019"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50</w:t>
            </w:r>
          </w:p>
        </w:tc>
        <w:tc>
          <w:tcPr>
            <w:tcW w:w="6691" w:type="dxa"/>
            <w:tcBorders>
              <w:top w:val="nil"/>
              <w:left w:val="nil"/>
              <w:bottom w:val="single" w:sz="4" w:space="0" w:color="auto"/>
              <w:right w:val="single" w:sz="4" w:space="0" w:color="auto"/>
            </w:tcBorders>
            <w:shd w:val="clear" w:color="auto" w:fill="auto"/>
            <w:vAlign w:val="center"/>
          </w:tcPr>
          <w:p w14:paraId="060D387F" w14:textId="517CA55C"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jauges d'épaisseur</w:t>
            </w:r>
          </w:p>
        </w:tc>
        <w:tc>
          <w:tcPr>
            <w:tcW w:w="850" w:type="dxa"/>
            <w:tcBorders>
              <w:top w:val="nil"/>
              <w:left w:val="nil"/>
              <w:bottom w:val="single" w:sz="4" w:space="0" w:color="auto"/>
              <w:right w:val="single" w:sz="4" w:space="0" w:color="auto"/>
            </w:tcBorders>
            <w:shd w:val="clear" w:color="auto" w:fill="auto"/>
            <w:vAlign w:val="center"/>
          </w:tcPr>
          <w:p w14:paraId="443D1B8E" w14:textId="35E091F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756F1FF" w14:textId="034B840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D8EB48D"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6B17B3C"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0CE9178"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EA28752" w14:textId="031499DF"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51</w:t>
            </w:r>
          </w:p>
        </w:tc>
        <w:tc>
          <w:tcPr>
            <w:tcW w:w="6691" w:type="dxa"/>
            <w:tcBorders>
              <w:top w:val="nil"/>
              <w:left w:val="nil"/>
              <w:bottom w:val="single" w:sz="4" w:space="0" w:color="auto"/>
              <w:right w:val="single" w:sz="4" w:space="0" w:color="auto"/>
            </w:tcBorders>
            <w:shd w:val="clear" w:color="auto" w:fill="auto"/>
            <w:vAlign w:val="center"/>
          </w:tcPr>
          <w:p w14:paraId="3C2E6327" w14:textId="485FC2A0"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Micromètre 0-25 mm</w:t>
            </w:r>
          </w:p>
        </w:tc>
        <w:tc>
          <w:tcPr>
            <w:tcW w:w="850" w:type="dxa"/>
            <w:tcBorders>
              <w:top w:val="nil"/>
              <w:left w:val="nil"/>
              <w:bottom w:val="single" w:sz="4" w:space="0" w:color="auto"/>
              <w:right w:val="single" w:sz="4" w:space="0" w:color="auto"/>
            </w:tcBorders>
            <w:shd w:val="clear" w:color="auto" w:fill="auto"/>
            <w:vAlign w:val="center"/>
          </w:tcPr>
          <w:p w14:paraId="5A9EAD80" w14:textId="1CBA50F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472FBA4" w14:textId="32C09B3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A2C8AE3" w14:textId="77777777" w:rsidR="00F25CAD" w:rsidRPr="00A94E5E" w:rsidRDefault="00F25CAD" w:rsidP="00F25CAD">
            <w:pPr>
              <w:spacing w:line="228" w:lineRule="auto"/>
              <w:rPr>
                <w:rFonts w:ascii="Century Gothic" w:hAnsi="Century Gothic" w:cs="Arial"/>
                <w:sz w:val="22"/>
                <w:szCs w:val="22"/>
              </w:rPr>
            </w:pPr>
          </w:p>
        </w:tc>
        <w:tc>
          <w:tcPr>
            <w:tcW w:w="2410" w:type="dxa"/>
          </w:tcPr>
          <w:p w14:paraId="39D8E4CE"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7BC156C"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FAF923F" w14:textId="220FB9D8"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52</w:t>
            </w:r>
          </w:p>
        </w:tc>
        <w:tc>
          <w:tcPr>
            <w:tcW w:w="6691" w:type="dxa"/>
            <w:tcBorders>
              <w:top w:val="nil"/>
              <w:left w:val="nil"/>
              <w:bottom w:val="single" w:sz="4" w:space="0" w:color="auto"/>
              <w:right w:val="single" w:sz="4" w:space="0" w:color="auto"/>
            </w:tcBorders>
            <w:shd w:val="clear" w:color="auto" w:fill="auto"/>
            <w:vAlign w:val="center"/>
          </w:tcPr>
          <w:p w14:paraId="2D8A32B6" w14:textId="505948AB"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Micromètre 25-50</w:t>
            </w:r>
          </w:p>
        </w:tc>
        <w:tc>
          <w:tcPr>
            <w:tcW w:w="850" w:type="dxa"/>
            <w:tcBorders>
              <w:top w:val="nil"/>
              <w:left w:val="nil"/>
              <w:bottom w:val="single" w:sz="4" w:space="0" w:color="auto"/>
              <w:right w:val="single" w:sz="4" w:space="0" w:color="auto"/>
            </w:tcBorders>
            <w:shd w:val="clear" w:color="auto" w:fill="auto"/>
            <w:vAlign w:val="center"/>
          </w:tcPr>
          <w:p w14:paraId="29C82FF5" w14:textId="0C45A09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FE49A8C" w14:textId="662F6E5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009F72E"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95C5F2E"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AE8CB93"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58E89B9" w14:textId="44A9E2FE"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53</w:t>
            </w:r>
          </w:p>
        </w:tc>
        <w:tc>
          <w:tcPr>
            <w:tcW w:w="6691" w:type="dxa"/>
            <w:tcBorders>
              <w:top w:val="nil"/>
              <w:left w:val="nil"/>
              <w:bottom w:val="single" w:sz="4" w:space="0" w:color="auto"/>
              <w:right w:val="single" w:sz="4" w:space="0" w:color="auto"/>
            </w:tcBorders>
            <w:shd w:val="clear" w:color="auto" w:fill="auto"/>
            <w:vAlign w:val="center"/>
          </w:tcPr>
          <w:p w14:paraId="58465C69" w14:textId="4475F1C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Micromètre 50-75</w:t>
            </w:r>
          </w:p>
        </w:tc>
        <w:tc>
          <w:tcPr>
            <w:tcW w:w="850" w:type="dxa"/>
            <w:tcBorders>
              <w:top w:val="nil"/>
              <w:left w:val="nil"/>
              <w:bottom w:val="single" w:sz="4" w:space="0" w:color="auto"/>
              <w:right w:val="single" w:sz="4" w:space="0" w:color="auto"/>
            </w:tcBorders>
            <w:shd w:val="clear" w:color="auto" w:fill="auto"/>
            <w:vAlign w:val="center"/>
          </w:tcPr>
          <w:p w14:paraId="1E54067B" w14:textId="7BC85DE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8896A76" w14:textId="50C6D96E"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AC5F92C"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7F4F1B0"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16BF72D" w14:textId="77777777" w:rsidTr="00C33391">
        <w:trPr>
          <w:trHeight w:val="208"/>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FD689AF" w14:textId="7790367C"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54</w:t>
            </w:r>
          </w:p>
        </w:tc>
        <w:tc>
          <w:tcPr>
            <w:tcW w:w="6691" w:type="dxa"/>
            <w:tcBorders>
              <w:top w:val="nil"/>
              <w:left w:val="nil"/>
              <w:bottom w:val="single" w:sz="4" w:space="0" w:color="auto"/>
              <w:right w:val="single" w:sz="4" w:space="0" w:color="auto"/>
            </w:tcBorders>
            <w:shd w:val="clear" w:color="auto" w:fill="auto"/>
            <w:vAlign w:val="center"/>
          </w:tcPr>
          <w:p w14:paraId="146D0320" w14:textId="728737F8"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Micromètre 75-100</w:t>
            </w:r>
          </w:p>
        </w:tc>
        <w:tc>
          <w:tcPr>
            <w:tcW w:w="850" w:type="dxa"/>
            <w:tcBorders>
              <w:top w:val="nil"/>
              <w:left w:val="nil"/>
              <w:bottom w:val="single" w:sz="4" w:space="0" w:color="auto"/>
              <w:right w:val="single" w:sz="4" w:space="0" w:color="auto"/>
            </w:tcBorders>
            <w:shd w:val="clear" w:color="auto" w:fill="auto"/>
            <w:vAlign w:val="center"/>
          </w:tcPr>
          <w:p w14:paraId="351DA28A" w14:textId="487B07E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CF15FA6" w14:textId="32EBD90E"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2EF4323"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FEF7BC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7440DC6" w14:textId="77777777" w:rsidTr="00C33391">
        <w:trPr>
          <w:trHeight w:val="227"/>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5F6658B" w14:textId="1CF2AC4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55</w:t>
            </w:r>
          </w:p>
        </w:tc>
        <w:tc>
          <w:tcPr>
            <w:tcW w:w="6691" w:type="dxa"/>
            <w:tcBorders>
              <w:top w:val="nil"/>
              <w:left w:val="nil"/>
              <w:bottom w:val="single" w:sz="4" w:space="0" w:color="auto"/>
              <w:right w:val="single" w:sz="4" w:space="0" w:color="auto"/>
            </w:tcBorders>
            <w:shd w:val="clear" w:color="auto" w:fill="auto"/>
            <w:vAlign w:val="center"/>
          </w:tcPr>
          <w:p w14:paraId="68A26A6C" w14:textId="24C7F07E"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Pied à coulisse</w:t>
            </w:r>
          </w:p>
        </w:tc>
        <w:tc>
          <w:tcPr>
            <w:tcW w:w="850" w:type="dxa"/>
            <w:tcBorders>
              <w:top w:val="nil"/>
              <w:left w:val="nil"/>
              <w:bottom w:val="single" w:sz="4" w:space="0" w:color="auto"/>
              <w:right w:val="single" w:sz="4" w:space="0" w:color="auto"/>
            </w:tcBorders>
            <w:shd w:val="clear" w:color="auto" w:fill="auto"/>
            <w:vAlign w:val="center"/>
          </w:tcPr>
          <w:p w14:paraId="39D9A4C6" w14:textId="2561DD4E"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D931D37" w14:textId="3673B06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FD4A64A"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BFC408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63071CD3" w14:textId="77777777" w:rsidTr="00C33391">
        <w:trPr>
          <w:trHeight w:val="227"/>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8D14E82" w14:textId="0F437308"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56</w:t>
            </w:r>
          </w:p>
        </w:tc>
        <w:tc>
          <w:tcPr>
            <w:tcW w:w="6691" w:type="dxa"/>
            <w:tcBorders>
              <w:top w:val="nil"/>
              <w:left w:val="nil"/>
              <w:bottom w:val="single" w:sz="4" w:space="0" w:color="auto"/>
              <w:right w:val="single" w:sz="4" w:space="0" w:color="auto"/>
            </w:tcBorders>
            <w:shd w:val="clear" w:color="auto" w:fill="auto"/>
            <w:vAlign w:val="center"/>
          </w:tcPr>
          <w:p w14:paraId="60BD8227" w14:textId="29A0A6F1"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Règle pleine inox graduée</w:t>
            </w:r>
          </w:p>
        </w:tc>
        <w:tc>
          <w:tcPr>
            <w:tcW w:w="850" w:type="dxa"/>
            <w:tcBorders>
              <w:top w:val="nil"/>
              <w:left w:val="nil"/>
              <w:bottom w:val="single" w:sz="4" w:space="0" w:color="auto"/>
              <w:right w:val="single" w:sz="4" w:space="0" w:color="auto"/>
            </w:tcBorders>
            <w:shd w:val="clear" w:color="auto" w:fill="auto"/>
            <w:vAlign w:val="center"/>
          </w:tcPr>
          <w:p w14:paraId="61370375" w14:textId="1331256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168C91EC" w14:textId="5F747638"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9C6CC39"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A95771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24C5F226"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2E9B893" w14:textId="11E83D14"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57</w:t>
            </w:r>
          </w:p>
        </w:tc>
        <w:tc>
          <w:tcPr>
            <w:tcW w:w="6691" w:type="dxa"/>
            <w:tcBorders>
              <w:top w:val="nil"/>
              <w:left w:val="nil"/>
              <w:bottom w:val="single" w:sz="4" w:space="0" w:color="auto"/>
              <w:right w:val="single" w:sz="4" w:space="0" w:color="auto"/>
            </w:tcBorders>
            <w:shd w:val="clear" w:color="auto" w:fill="auto"/>
            <w:vAlign w:val="center"/>
          </w:tcPr>
          <w:p w14:paraId="7B5AA4C8" w14:textId="157BEFFA"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Pistolet de gonflage des pneus a manomètre</w:t>
            </w:r>
          </w:p>
        </w:tc>
        <w:tc>
          <w:tcPr>
            <w:tcW w:w="850" w:type="dxa"/>
            <w:tcBorders>
              <w:top w:val="nil"/>
              <w:left w:val="nil"/>
              <w:bottom w:val="single" w:sz="4" w:space="0" w:color="auto"/>
              <w:right w:val="single" w:sz="4" w:space="0" w:color="auto"/>
            </w:tcBorders>
            <w:shd w:val="clear" w:color="auto" w:fill="auto"/>
            <w:vAlign w:val="center"/>
          </w:tcPr>
          <w:p w14:paraId="5F709480" w14:textId="4EB1F6C7"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CFDD879" w14:textId="1C55098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166A254" w14:textId="77777777" w:rsidR="00F25CAD" w:rsidRPr="00A94E5E" w:rsidRDefault="00F25CAD" w:rsidP="00F25CAD">
            <w:pPr>
              <w:spacing w:line="228" w:lineRule="auto"/>
              <w:rPr>
                <w:rFonts w:ascii="Century Gothic" w:hAnsi="Century Gothic" w:cs="Arial"/>
                <w:sz w:val="22"/>
                <w:szCs w:val="22"/>
              </w:rPr>
            </w:pPr>
          </w:p>
        </w:tc>
        <w:tc>
          <w:tcPr>
            <w:tcW w:w="2410" w:type="dxa"/>
          </w:tcPr>
          <w:p w14:paraId="496E3A78" w14:textId="77777777" w:rsidR="00F25CAD" w:rsidRPr="00A94E5E" w:rsidRDefault="00F25CAD" w:rsidP="00F25CAD">
            <w:pPr>
              <w:spacing w:line="228" w:lineRule="auto"/>
              <w:rPr>
                <w:rFonts w:ascii="Century Gothic" w:hAnsi="Century Gothic" w:cs="Arial"/>
                <w:sz w:val="22"/>
                <w:szCs w:val="22"/>
              </w:rPr>
            </w:pPr>
          </w:p>
        </w:tc>
      </w:tr>
      <w:tr w:rsidR="00F25CAD" w:rsidRPr="0061096D" w14:paraId="3965D64C"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8E76C80" w14:textId="055B8D10"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58</w:t>
            </w:r>
          </w:p>
        </w:tc>
        <w:tc>
          <w:tcPr>
            <w:tcW w:w="6691" w:type="dxa"/>
            <w:tcBorders>
              <w:top w:val="nil"/>
              <w:left w:val="nil"/>
              <w:bottom w:val="single" w:sz="4" w:space="0" w:color="auto"/>
              <w:right w:val="single" w:sz="4" w:space="0" w:color="auto"/>
            </w:tcBorders>
            <w:shd w:val="clear" w:color="auto" w:fill="auto"/>
            <w:vAlign w:val="center"/>
          </w:tcPr>
          <w:p w14:paraId="413A5C64" w14:textId="243F4C72"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Extracteur a prise extérieure</w:t>
            </w:r>
          </w:p>
        </w:tc>
        <w:tc>
          <w:tcPr>
            <w:tcW w:w="850" w:type="dxa"/>
            <w:tcBorders>
              <w:top w:val="nil"/>
              <w:left w:val="nil"/>
              <w:bottom w:val="single" w:sz="4" w:space="0" w:color="auto"/>
              <w:right w:val="single" w:sz="4" w:space="0" w:color="auto"/>
            </w:tcBorders>
            <w:shd w:val="clear" w:color="auto" w:fill="auto"/>
            <w:vAlign w:val="center"/>
          </w:tcPr>
          <w:p w14:paraId="76F745C3" w14:textId="2B647CA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73C3717" w14:textId="490E878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C1A1A8A"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078E7E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349109A2"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2DAF6BB" w14:textId="4D71373B"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59</w:t>
            </w:r>
          </w:p>
        </w:tc>
        <w:tc>
          <w:tcPr>
            <w:tcW w:w="6691" w:type="dxa"/>
            <w:tcBorders>
              <w:top w:val="nil"/>
              <w:left w:val="nil"/>
              <w:bottom w:val="single" w:sz="4" w:space="0" w:color="auto"/>
              <w:right w:val="single" w:sz="4" w:space="0" w:color="auto"/>
            </w:tcBorders>
            <w:shd w:val="clear" w:color="auto" w:fill="auto"/>
            <w:vAlign w:val="center"/>
          </w:tcPr>
          <w:p w14:paraId="7538300F" w14:textId="0B60A455"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Brosse métallique</w:t>
            </w:r>
          </w:p>
        </w:tc>
        <w:tc>
          <w:tcPr>
            <w:tcW w:w="850" w:type="dxa"/>
            <w:tcBorders>
              <w:top w:val="nil"/>
              <w:left w:val="nil"/>
              <w:bottom w:val="single" w:sz="4" w:space="0" w:color="auto"/>
              <w:right w:val="single" w:sz="4" w:space="0" w:color="auto"/>
            </w:tcBorders>
            <w:shd w:val="clear" w:color="auto" w:fill="auto"/>
            <w:vAlign w:val="center"/>
          </w:tcPr>
          <w:p w14:paraId="07989E46" w14:textId="158D18D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4FC896C" w14:textId="60FDA56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6730AB3B"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125DCB6"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D20D2E4"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B2B6BAF" w14:textId="7DC01378"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60</w:t>
            </w:r>
          </w:p>
        </w:tc>
        <w:tc>
          <w:tcPr>
            <w:tcW w:w="6691" w:type="dxa"/>
            <w:tcBorders>
              <w:top w:val="nil"/>
              <w:left w:val="nil"/>
              <w:bottom w:val="single" w:sz="4" w:space="0" w:color="auto"/>
              <w:right w:val="single" w:sz="4" w:space="0" w:color="auto"/>
            </w:tcBorders>
            <w:shd w:val="clear" w:color="auto" w:fill="auto"/>
            <w:vAlign w:val="center"/>
          </w:tcPr>
          <w:p w14:paraId="0BCEFEA1" w14:textId="4CB7F0BB"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clés 6 pans coudées</w:t>
            </w:r>
          </w:p>
        </w:tc>
        <w:tc>
          <w:tcPr>
            <w:tcW w:w="850" w:type="dxa"/>
            <w:tcBorders>
              <w:top w:val="nil"/>
              <w:left w:val="nil"/>
              <w:bottom w:val="single" w:sz="4" w:space="0" w:color="auto"/>
              <w:right w:val="single" w:sz="4" w:space="0" w:color="auto"/>
            </w:tcBorders>
            <w:shd w:val="clear" w:color="auto" w:fill="auto"/>
            <w:vAlign w:val="center"/>
          </w:tcPr>
          <w:p w14:paraId="1F0B291A" w14:textId="479B25C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A349048" w14:textId="26060A9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D8FD8B9" w14:textId="77777777" w:rsidR="00F25CAD" w:rsidRPr="00A94E5E" w:rsidRDefault="00F25CAD" w:rsidP="00F25CAD">
            <w:pPr>
              <w:spacing w:line="228" w:lineRule="auto"/>
              <w:rPr>
                <w:rFonts w:ascii="Century Gothic" w:hAnsi="Century Gothic" w:cs="Arial"/>
                <w:sz w:val="22"/>
                <w:szCs w:val="22"/>
              </w:rPr>
            </w:pPr>
          </w:p>
        </w:tc>
        <w:tc>
          <w:tcPr>
            <w:tcW w:w="2410" w:type="dxa"/>
          </w:tcPr>
          <w:p w14:paraId="3279FE62"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BF62323"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F472DC6" w14:textId="50D0B930"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lastRenderedPageBreak/>
              <w:t>61</w:t>
            </w:r>
          </w:p>
        </w:tc>
        <w:tc>
          <w:tcPr>
            <w:tcW w:w="6691" w:type="dxa"/>
            <w:tcBorders>
              <w:top w:val="nil"/>
              <w:left w:val="nil"/>
              <w:bottom w:val="single" w:sz="4" w:space="0" w:color="auto"/>
              <w:right w:val="single" w:sz="4" w:space="0" w:color="auto"/>
            </w:tcBorders>
            <w:shd w:val="clear" w:color="auto" w:fill="auto"/>
            <w:vAlign w:val="center"/>
          </w:tcPr>
          <w:p w14:paraId="28B3E092" w14:textId="725D5614"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 clés males torx</w:t>
            </w:r>
          </w:p>
        </w:tc>
        <w:tc>
          <w:tcPr>
            <w:tcW w:w="850" w:type="dxa"/>
            <w:tcBorders>
              <w:top w:val="nil"/>
              <w:left w:val="nil"/>
              <w:bottom w:val="single" w:sz="4" w:space="0" w:color="auto"/>
              <w:right w:val="single" w:sz="4" w:space="0" w:color="auto"/>
            </w:tcBorders>
            <w:shd w:val="clear" w:color="auto" w:fill="auto"/>
            <w:vAlign w:val="center"/>
          </w:tcPr>
          <w:p w14:paraId="17BAFA23" w14:textId="01BC2FD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B1AD3EC" w14:textId="2B83CDE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F410250"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C02A164" w14:textId="77777777" w:rsidR="00F25CAD" w:rsidRPr="00A94E5E" w:rsidRDefault="00F25CAD" w:rsidP="00F25CAD">
            <w:pPr>
              <w:spacing w:line="228" w:lineRule="auto"/>
              <w:rPr>
                <w:rFonts w:ascii="Century Gothic" w:hAnsi="Century Gothic" w:cs="Arial"/>
                <w:sz w:val="22"/>
                <w:szCs w:val="22"/>
              </w:rPr>
            </w:pPr>
          </w:p>
        </w:tc>
      </w:tr>
      <w:tr w:rsidR="00F25CAD" w:rsidRPr="0061096D" w14:paraId="6F0F4939"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CAEDD32" w14:textId="7A7DFFDD"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62</w:t>
            </w:r>
          </w:p>
        </w:tc>
        <w:tc>
          <w:tcPr>
            <w:tcW w:w="6691" w:type="dxa"/>
            <w:tcBorders>
              <w:top w:val="nil"/>
              <w:left w:val="nil"/>
              <w:bottom w:val="single" w:sz="4" w:space="0" w:color="auto"/>
              <w:right w:val="single" w:sz="4" w:space="0" w:color="auto"/>
            </w:tcBorders>
            <w:shd w:val="clear" w:color="auto" w:fill="auto"/>
            <w:vAlign w:val="center"/>
          </w:tcPr>
          <w:p w14:paraId="2B6874B9" w14:textId="4ECDAAEF" w:rsidR="00F25CAD" w:rsidRPr="00A94E5E" w:rsidRDefault="00F25CAD" w:rsidP="00F25CAD">
            <w:pPr>
              <w:spacing w:line="228" w:lineRule="auto"/>
              <w:rPr>
                <w:rFonts w:ascii="Century Gothic" w:hAnsi="Century Gothic" w:cs="Arial"/>
                <w:sz w:val="22"/>
                <w:szCs w:val="22"/>
              </w:rPr>
            </w:pPr>
            <w:r>
              <w:rPr>
                <w:rFonts w:ascii="Century Gothic" w:hAnsi="Century Gothic" w:cs="Calibri"/>
                <w:color w:val="000000"/>
                <w:sz w:val="22"/>
                <w:szCs w:val="22"/>
              </w:rPr>
              <w:t>Pince à bec plat</w:t>
            </w:r>
          </w:p>
        </w:tc>
        <w:tc>
          <w:tcPr>
            <w:tcW w:w="850" w:type="dxa"/>
            <w:tcBorders>
              <w:top w:val="nil"/>
              <w:left w:val="nil"/>
              <w:bottom w:val="single" w:sz="4" w:space="0" w:color="auto"/>
              <w:right w:val="single" w:sz="4" w:space="0" w:color="auto"/>
            </w:tcBorders>
            <w:shd w:val="clear" w:color="auto" w:fill="auto"/>
            <w:vAlign w:val="center"/>
          </w:tcPr>
          <w:p w14:paraId="6152A177" w14:textId="4323712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A093E47" w14:textId="41B8FFA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FA700CA" w14:textId="77777777" w:rsidR="00F25CAD" w:rsidRPr="00A94E5E" w:rsidRDefault="00F25CAD" w:rsidP="00F25CAD">
            <w:pPr>
              <w:spacing w:line="228" w:lineRule="auto"/>
              <w:rPr>
                <w:rFonts w:ascii="Century Gothic" w:hAnsi="Century Gothic" w:cs="Arial"/>
                <w:sz w:val="22"/>
                <w:szCs w:val="22"/>
              </w:rPr>
            </w:pPr>
          </w:p>
        </w:tc>
        <w:tc>
          <w:tcPr>
            <w:tcW w:w="2410" w:type="dxa"/>
          </w:tcPr>
          <w:p w14:paraId="14D5F471" w14:textId="77777777" w:rsidR="00F25CAD" w:rsidRPr="00A94E5E" w:rsidRDefault="00F25CAD" w:rsidP="00F25CAD">
            <w:pPr>
              <w:spacing w:line="228" w:lineRule="auto"/>
              <w:rPr>
                <w:rFonts w:ascii="Century Gothic" w:hAnsi="Century Gothic" w:cs="Arial"/>
                <w:sz w:val="22"/>
                <w:szCs w:val="22"/>
              </w:rPr>
            </w:pPr>
          </w:p>
        </w:tc>
      </w:tr>
      <w:tr w:rsidR="00F25CAD" w:rsidRPr="0061096D" w14:paraId="2E757687"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878F60F" w14:textId="713531CA"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63</w:t>
            </w:r>
          </w:p>
        </w:tc>
        <w:tc>
          <w:tcPr>
            <w:tcW w:w="6691" w:type="dxa"/>
            <w:tcBorders>
              <w:top w:val="nil"/>
              <w:left w:val="nil"/>
              <w:bottom w:val="single" w:sz="4" w:space="0" w:color="auto"/>
              <w:right w:val="single" w:sz="4" w:space="0" w:color="auto"/>
            </w:tcBorders>
            <w:shd w:val="clear" w:color="auto" w:fill="auto"/>
            <w:vAlign w:val="center"/>
          </w:tcPr>
          <w:p w14:paraId="13847C16" w14:textId="20C3F717" w:rsidR="00F25CAD" w:rsidRPr="00A94E5E" w:rsidRDefault="00F25CAD" w:rsidP="00F25CAD">
            <w:pPr>
              <w:spacing w:line="228" w:lineRule="auto"/>
              <w:rPr>
                <w:rFonts w:ascii="Century Gothic" w:hAnsi="Century Gothic" w:cs="Arial"/>
                <w:sz w:val="22"/>
                <w:szCs w:val="22"/>
              </w:rPr>
            </w:pPr>
            <w:r>
              <w:rPr>
                <w:rFonts w:ascii="Century Gothic" w:hAnsi="Century Gothic" w:cs="Calibri"/>
                <w:color w:val="000000"/>
                <w:sz w:val="22"/>
                <w:szCs w:val="22"/>
              </w:rPr>
              <w:t xml:space="preserve">Pince à bec demi-ronde coudée </w:t>
            </w:r>
          </w:p>
        </w:tc>
        <w:tc>
          <w:tcPr>
            <w:tcW w:w="850" w:type="dxa"/>
            <w:tcBorders>
              <w:top w:val="nil"/>
              <w:left w:val="nil"/>
              <w:bottom w:val="single" w:sz="4" w:space="0" w:color="auto"/>
              <w:right w:val="single" w:sz="4" w:space="0" w:color="auto"/>
            </w:tcBorders>
            <w:shd w:val="clear" w:color="auto" w:fill="auto"/>
            <w:vAlign w:val="center"/>
          </w:tcPr>
          <w:p w14:paraId="5C991B47" w14:textId="18EAE5A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8B850FA" w14:textId="067814C7"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52076D06"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1EE4FBB"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D803594"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6B50D85B" w14:textId="47C1CE1D"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64</w:t>
            </w:r>
          </w:p>
        </w:tc>
        <w:tc>
          <w:tcPr>
            <w:tcW w:w="6691" w:type="dxa"/>
            <w:tcBorders>
              <w:top w:val="nil"/>
              <w:left w:val="nil"/>
              <w:bottom w:val="single" w:sz="4" w:space="0" w:color="auto"/>
              <w:right w:val="single" w:sz="4" w:space="0" w:color="auto"/>
            </w:tcBorders>
            <w:shd w:val="clear" w:color="auto" w:fill="auto"/>
            <w:vAlign w:val="center"/>
          </w:tcPr>
          <w:p w14:paraId="17891E8F" w14:textId="710D14BC" w:rsidR="00F25CAD" w:rsidRPr="00A94E5E" w:rsidRDefault="00F25CAD" w:rsidP="00F25CAD">
            <w:pPr>
              <w:spacing w:line="228" w:lineRule="auto"/>
              <w:rPr>
                <w:rFonts w:ascii="Century Gothic" w:hAnsi="Century Gothic" w:cs="Arial"/>
                <w:sz w:val="22"/>
                <w:szCs w:val="22"/>
              </w:rPr>
            </w:pPr>
            <w:r>
              <w:rPr>
                <w:rFonts w:ascii="Century Gothic" w:hAnsi="Century Gothic" w:cs="Calibri"/>
                <w:color w:val="000000"/>
                <w:sz w:val="22"/>
                <w:szCs w:val="22"/>
              </w:rPr>
              <w:t xml:space="preserve">Pince à bac demi-ronde bec long                                                                                                                           </w:t>
            </w:r>
          </w:p>
        </w:tc>
        <w:tc>
          <w:tcPr>
            <w:tcW w:w="850" w:type="dxa"/>
            <w:tcBorders>
              <w:top w:val="nil"/>
              <w:left w:val="nil"/>
              <w:bottom w:val="single" w:sz="4" w:space="0" w:color="auto"/>
              <w:right w:val="single" w:sz="4" w:space="0" w:color="auto"/>
            </w:tcBorders>
            <w:shd w:val="clear" w:color="auto" w:fill="auto"/>
            <w:vAlign w:val="center"/>
          </w:tcPr>
          <w:p w14:paraId="02662566" w14:textId="1DE1673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3B57E8B" w14:textId="6B414048"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4C44EBA" w14:textId="77777777" w:rsidR="00F25CAD" w:rsidRPr="00A94E5E" w:rsidRDefault="00F25CAD" w:rsidP="00F25CAD">
            <w:pPr>
              <w:spacing w:line="228" w:lineRule="auto"/>
              <w:rPr>
                <w:rFonts w:ascii="Century Gothic" w:hAnsi="Century Gothic" w:cs="Arial"/>
                <w:sz w:val="22"/>
                <w:szCs w:val="22"/>
              </w:rPr>
            </w:pPr>
          </w:p>
        </w:tc>
        <w:tc>
          <w:tcPr>
            <w:tcW w:w="2410" w:type="dxa"/>
          </w:tcPr>
          <w:p w14:paraId="7A0CF0D6" w14:textId="77777777" w:rsidR="00F25CAD" w:rsidRPr="00A94E5E" w:rsidRDefault="00F25CAD" w:rsidP="00F25CAD">
            <w:pPr>
              <w:spacing w:line="228" w:lineRule="auto"/>
              <w:rPr>
                <w:rFonts w:ascii="Century Gothic" w:hAnsi="Century Gothic" w:cs="Arial"/>
                <w:sz w:val="22"/>
                <w:szCs w:val="22"/>
              </w:rPr>
            </w:pPr>
          </w:p>
        </w:tc>
      </w:tr>
      <w:tr w:rsidR="00F25CAD" w:rsidRPr="0061096D" w14:paraId="69DE5041"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A946814" w14:textId="414BF6CD"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65</w:t>
            </w:r>
          </w:p>
        </w:tc>
        <w:tc>
          <w:tcPr>
            <w:tcW w:w="6691" w:type="dxa"/>
            <w:tcBorders>
              <w:top w:val="nil"/>
              <w:left w:val="nil"/>
              <w:bottom w:val="single" w:sz="4" w:space="0" w:color="auto"/>
              <w:right w:val="single" w:sz="4" w:space="0" w:color="auto"/>
            </w:tcBorders>
            <w:shd w:val="clear" w:color="auto" w:fill="auto"/>
            <w:vAlign w:val="center"/>
          </w:tcPr>
          <w:p w14:paraId="4A697DAA" w14:textId="1A47FF00"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Kit de contrôle du joint de culasse</w:t>
            </w:r>
          </w:p>
        </w:tc>
        <w:tc>
          <w:tcPr>
            <w:tcW w:w="850" w:type="dxa"/>
            <w:tcBorders>
              <w:top w:val="nil"/>
              <w:left w:val="nil"/>
              <w:bottom w:val="single" w:sz="4" w:space="0" w:color="auto"/>
              <w:right w:val="single" w:sz="4" w:space="0" w:color="auto"/>
            </w:tcBorders>
            <w:shd w:val="clear" w:color="auto" w:fill="auto"/>
            <w:vAlign w:val="center"/>
          </w:tcPr>
          <w:p w14:paraId="4C06B7A7" w14:textId="570E6563"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8C053CA" w14:textId="5E545E4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55B4938"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A14C534" w14:textId="77777777" w:rsidR="00F25CAD" w:rsidRPr="00A94E5E" w:rsidRDefault="00F25CAD" w:rsidP="00F25CAD">
            <w:pPr>
              <w:spacing w:line="228" w:lineRule="auto"/>
              <w:rPr>
                <w:rFonts w:ascii="Century Gothic" w:hAnsi="Century Gothic" w:cs="Arial"/>
                <w:sz w:val="22"/>
                <w:szCs w:val="22"/>
              </w:rPr>
            </w:pPr>
          </w:p>
        </w:tc>
      </w:tr>
      <w:tr w:rsidR="00F25CAD" w:rsidRPr="0061096D" w14:paraId="37EC6986"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0B9AAD4" w14:textId="65B0D4E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66</w:t>
            </w:r>
          </w:p>
        </w:tc>
        <w:tc>
          <w:tcPr>
            <w:tcW w:w="6691" w:type="dxa"/>
            <w:tcBorders>
              <w:top w:val="nil"/>
              <w:left w:val="nil"/>
              <w:bottom w:val="single" w:sz="4" w:space="0" w:color="auto"/>
              <w:right w:val="single" w:sz="4" w:space="0" w:color="auto"/>
            </w:tcBorders>
            <w:shd w:val="clear" w:color="auto" w:fill="auto"/>
            <w:vAlign w:val="center"/>
          </w:tcPr>
          <w:p w14:paraId="3DDB38FE" w14:textId="4BE49455"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Pince multiprises</w:t>
            </w:r>
          </w:p>
        </w:tc>
        <w:tc>
          <w:tcPr>
            <w:tcW w:w="850" w:type="dxa"/>
            <w:tcBorders>
              <w:top w:val="nil"/>
              <w:left w:val="nil"/>
              <w:bottom w:val="single" w:sz="4" w:space="0" w:color="auto"/>
              <w:right w:val="single" w:sz="4" w:space="0" w:color="auto"/>
            </w:tcBorders>
            <w:shd w:val="clear" w:color="auto" w:fill="auto"/>
            <w:vAlign w:val="center"/>
          </w:tcPr>
          <w:p w14:paraId="1E264809" w14:textId="1B1B68BB"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3DA639FE" w14:textId="058D9E56"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2D0B8C02"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F06EE30"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8DF6463"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3991B77" w14:textId="24FFF8E6"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67</w:t>
            </w:r>
          </w:p>
        </w:tc>
        <w:tc>
          <w:tcPr>
            <w:tcW w:w="6691" w:type="dxa"/>
            <w:tcBorders>
              <w:top w:val="nil"/>
              <w:left w:val="nil"/>
              <w:bottom w:val="single" w:sz="4" w:space="0" w:color="auto"/>
              <w:right w:val="single" w:sz="4" w:space="0" w:color="auto"/>
            </w:tcBorders>
            <w:shd w:val="clear" w:color="auto" w:fill="auto"/>
            <w:vAlign w:val="center"/>
          </w:tcPr>
          <w:p w14:paraId="23BF5948" w14:textId="0AFC571D"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 xml:space="preserve">Kit de 6 clés plates pour tuyau de frein </w:t>
            </w:r>
          </w:p>
        </w:tc>
        <w:tc>
          <w:tcPr>
            <w:tcW w:w="850" w:type="dxa"/>
            <w:tcBorders>
              <w:top w:val="nil"/>
              <w:left w:val="nil"/>
              <w:bottom w:val="single" w:sz="4" w:space="0" w:color="auto"/>
              <w:right w:val="single" w:sz="4" w:space="0" w:color="auto"/>
            </w:tcBorders>
            <w:shd w:val="clear" w:color="auto" w:fill="auto"/>
            <w:vAlign w:val="center"/>
          </w:tcPr>
          <w:p w14:paraId="7ED0E9B5" w14:textId="0DA6B8E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FA2BAB1" w14:textId="5010F0D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0E0EE8C"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02C26F6" w14:textId="77777777" w:rsidR="00F25CAD" w:rsidRPr="00A94E5E" w:rsidRDefault="00F25CAD" w:rsidP="00F25CAD">
            <w:pPr>
              <w:spacing w:line="228" w:lineRule="auto"/>
              <w:rPr>
                <w:rFonts w:ascii="Century Gothic" w:hAnsi="Century Gothic" w:cs="Arial"/>
                <w:sz w:val="22"/>
                <w:szCs w:val="22"/>
              </w:rPr>
            </w:pPr>
          </w:p>
        </w:tc>
      </w:tr>
      <w:tr w:rsidR="00F25CAD" w:rsidRPr="0061096D" w14:paraId="490F996F"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D1B0C93" w14:textId="34F4C119"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68</w:t>
            </w:r>
          </w:p>
        </w:tc>
        <w:tc>
          <w:tcPr>
            <w:tcW w:w="6691" w:type="dxa"/>
            <w:tcBorders>
              <w:top w:val="nil"/>
              <w:left w:val="nil"/>
              <w:bottom w:val="single" w:sz="4" w:space="0" w:color="auto"/>
              <w:right w:val="single" w:sz="4" w:space="0" w:color="auto"/>
            </w:tcBorders>
            <w:shd w:val="clear" w:color="auto" w:fill="auto"/>
            <w:vAlign w:val="center"/>
          </w:tcPr>
          <w:p w14:paraId="61BE1860" w14:textId="2CA0B71F"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Pistolet à air chaud</w:t>
            </w:r>
          </w:p>
        </w:tc>
        <w:tc>
          <w:tcPr>
            <w:tcW w:w="850" w:type="dxa"/>
            <w:tcBorders>
              <w:top w:val="nil"/>
              <w:left w:val="nil"/>
              <w:bottom w:val="single" w:sz="4" w:space="0" w:color="auto"/>
              <w:right w:val="single" w:sz="4" w:space="0" w:color="auto"/>
            </w:tcBorders>
            <w:shd w:val="clear" w:color="auto" w:fill="auto"/>
            <w:vAlign w:val="center"/>
          </w:tcPr>
          <w:p w14:paraId="54BA04D3" w14:textId="2C9DEE57"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F57E658" w14:textId="41CD3D6C"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6A2CBA0C"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0EA56C5"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B8C6202"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767E174E" w14:textId="79BA2C73"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69</w:t>
            </w:r>
          </w:p>
        </w:tc>
        <w:tc>
          <w:tcPr>
            <w:tcW w:w="6691" w:type="dxa"/>
            <w:tcBorders>
              <w:top w:val="nil"/>
              <w:left w:val="nil"/>
              <w:bottom w:val="single" w:sz="4" w:space="0" w:color="auto"/>
              <w:right w:val="single" w:sz="4" w:space="0" w:color="auto"/>
            </w:tcBorders>
            <w:shd w:val="clear" w:color="auto" w:fill="auto"/>
            <w:vAlign w:val="center"/>
          </w:tcPr>
          <w:p w14:paraId="5E50FF53" w14:textId="76483E45"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Chariot visite</w:t>
            </w:r>
          </w:p>
        </w:tc>
        <w:tc>
          <w:tcPr>
            <w:tcW w:w="850" w:type="dxa"/>
            <w:tcBorders>
              <w:top w:val="nil"/>
              <w:left w:val="nil"/>
              <w:bottom w:val="single" w:sz="4" w:space="0" w:color="auto"/>
              <w:right w:val="single" w:sz="4" w:space="0" w:color="auto"/>
            </w:tcBorders>
            <w:shd w:val="clear" w:color="auto" w:fill="auto"/>
            <w:vAlign w:val="center"/>
          </w:tcPr>
          <w:p w14:paraId="645FF3E2" w14:textId="4C89DF1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01C120C" w14:textId="603F6EB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5</w:t>
            </w:r>
          </w:p>
        </w:tc>
        <w:tc>
          <w:tcPr>
            <w:tcW w:w="1842" w:type="dxa"/>
            <w:vAlign w:val="center"/>
          </w:tcPr>
          <w:p w14:paraId="5FED343E" w14:textId="77777777" w:rsidR="00F25CAD" w:rsidRPr="00A94E5E" w:rsidRDefault="00F25CAD" w:rsidP="00F25CAD">
            <w:pPr>
              <w:spacing w:line="228" w:lineRule="auto"/>
              <w:rPr>
                <w:rFonts w:ascii="Century Gothic" w:hAnsi="Century Gothic" w:cs="Arial"/>
                <w:sz w:val="22"/>
                <w:szCs w:val="22"/>
              </w:rPr>
            </w:pPr>
          </w:p>
        </w:tc>
        <w:tc>
          <w:tcPr>
            <w:tcW w:w="2410" w:type="dxa"/>
          </w:tcPr>
          <w:p w14:paraId="29FA1F38" w14:textId="77777777" w:rsidR="00F25CAD" w:rsidRPr="00A94E5E" w:rsidRDefault="00F25CAD" w:rsidP="00F25CAD">
            <w:pPr>
              <w:spacing w:line="228" w:lineRule="auto"/>
              <w:rPr>
                <w:rFonts w:ascii="Century Gothic" w:hAnsi="Century Gothic" w:cs="Arial"/>
                <w:sz w:val="22"/>
                <w:szCs w:val="22"/>
              </w:rPr>
            </w:pPr>
          </w:p>
        </w:tc>
      </w:tr>
      <w:tr w:rsidR="00F25CAD" w:rsidRPr="0061096D" w14:paraId="0E27CD11"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5398EF8B" w14:textId="7C87064B"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70</w:t>
            </w:r>
          </w:p>
        </w:tc>
        <w:tc>
          <w:tcPr>
            <w:tcW w:w="6691" w:type="dxa"/>
            <w:tcBorders>
              <w:top w:val="nil"/>
              <w:left w:val="nil"/>
              <w:bottom w:val="single" w:sz="4" w:space="0" w:color="auto"/>
              <w:right w:val="single" w:sz="4" w:space="0" w:color="auto"/>
            </w:tcBorders>
            <w:shd w:val="clear" w:color="auto" w:fill="auto"/>
            <w:vAlign w:val="center"/>
          </w:tcPr>
          <w:p w14:paraId="2D2A9B69" w14:textId="630964B4"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Jeu des outils à dégarnir</w:t>
            </w:r>
          </w:p>
        </w:tc>
        <w:tc>
          <w:tcPr>
            <w:tcW w:w="850" w:type="dxa"/>
            <w:tcBorders>
              <w:top w:val="nil"/>
              <w:left w:val="nil"/>
              <w:bottom w:val="single" w:sz="4" w:space="0" w:color="auto"/>
              <w:right w:val="single" w:sz="4" w:space="0" w:color="auto"/>
            </w:tcBorders>
            <w:shd w:val="clear" w:color="auto" w:fill="auto"/>
            <w:vAlign w:val="center"/>
          </w:tcPr>
          <w:p w14:paraId="5698E4E8" w14:textId="7A693829"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42928959" w14:textId="319C76E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0AABF8D9"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2764453" w14:textId="77777777" w:rsidR="00F25CAD" w:rsidRPr="00A94E5E" w:rsidRDefault="00F25CAD" w:rsidP="00F25CAD">
            <w:pPr>
              <w:spacing w:line="228" w:lineRule="auto"/>
              <w:rPr>
                <w:rFonts w:ascii="Century Gothic" w:hAnsi="Century Gothic" w:cs="Arial"/>
                <w:sz w:val="22"/>
                <w:szCs w:val="22"/>
              </w:rPr>
            </w:pPr>
          </w:p>
        </w:tc>
      </w:tr>
      <w:tr w:rsidR="00F25CAD" w:rsidRPr="0061096D" w14:paraId="633F8ABB"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27F2BF66" w14:textId="5A89647D"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71</w:t>
            </w:r>
          </w:p>
        </w:tc>
        <w:tc>
          <w:tcPr>
            <w:tcW w:w="6691" w:type="dxa"/>
            <w:tcBorders>
              <w:top w:val="nil"/>
              <w:left w:val="nil"/>
              <w:bottom w:val="single" w:sz="4" w:space="0" w:color="auto"/>
              <w:right w:val="single" w:sz="4" w:space="0" w:color="auto"/>
            </w:tcBorders>
            <w:shd w:val="clear" w:color="auto" w:fill="auto"/>
            <w:vAlign w:val="center"/>
          </w:tcPr>
          <w:p w14:paraId="26A57BB5" w14:textId="63E0E593"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Pompe à main (pression-dépression)</w:t>
            </w:r>
          </w:p>
        </w:tc>
        <w:tc>
          <w:tcPr>
            <w:tcW w:w="850" w:type="dxa"/>
            <w:tcBorders>
              <w:top w:val="nil"/>
              <w:left w:val="nil"/>
              <w:bottom w:val="single" w:sz="4" w:space="0" w:color="auto"/>
              <w:right w:val="single" w:sz="4" w:space="0" w:color="auto"/>
            </w:tcBorders>
            <w:shd w:val="clear" w:color="auto" w:fill="auto"/>
            <w:vAlign w:val="center"/>
          </w:tcPr>
          <w:p w14:paraId="35878574" w14:textId="45D4344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2B177D8C" w14:textId="78E5AB7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F38257F"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8035778" w14:textId="77777777" w:rsidR="00F25CAD" w:rsidRPr="00A94E5E" w:rsidRDefault="00F25CAD" w:rsidP="00F25CAD">
            <w:pPr>
              <w:spacing w:line="228" w:lineRule="auto"/>
              <w:rPr>
                <w:rFonts w:ascii="Century Gothic" w:hAnsi="Century Gothic" w:cs="Arial"/>
                <w:sz w:val="22"/>
                <w:szCs w:val="22"/>
              </w:rPr>
            </w:pPr>
          </w:p>
        </w:tc>
      </w:tr>
      <w:tr w:rsidR="00F25CAD" w:rsidRPr="0061096D" w14:paraId="7AD79F63"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7BA169B" w14:textId="1DF06FEB"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72</w:t>
            </w:r>
          </w:p>
        </w:tc>
        <w:tc>
          <w:tcPr>
            <w:tcW w:w="6691" w:type="dxa"/>
            <w:tcBorders>
              <w:top w:val="nil"/>
              <w:left w:val="nil"/>
              <w:bottom w:val="single" w:sz="4" w:space="0" w:color="auto"/>
              <w:right w:val="single" w:sz="4" w:space="0" w:color="auto"/>
            </w:tcBorders>
            <w:shd w:val="clear" w:color="auto" w:fill="auto"/>
            <w:vAlign w:val="center"/>
          </w:tcPr>
          <w:p w14:paraId="5901F6A6" w14:textId="2C0242F2"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Entonnoir</w:t>
            </w:r>
          </w:p>
        </w:tc>
        <w:tc>
          <w:tcPr>
            <w:tcW w:w="850" w:type="dxa"/>
            <w:tcBorders>
              <w:top w:val="nil"/>
              <w:left w:val="nil"/>
              <w:bottom w:val="single" w:sz="4" w:space="0" w:color="auto"/>
              <w:right w:val="single" w:sz="4" w:space="0" w:color="auto"/>
            </w:tcBorders>
            <w:shd w:val="clear" w:color="auto" w:fill="auto"/>
            <w:vAlign w:val="center"/>
          </w:tcPr>
          <w:p w14:paraId="3B601CF1" w14:textId="6DCEF6B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71430CD5" w14:textId="37DB71D2"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4504BEE" w14:textId="77777777" w:rsidR="00F25CAD" w:rsidRPr="00A94E5E" w:rsidRDefault="00F25CAD" w:rsidP="00F25CAD">
            <w:pPr>
              <w:spacing w:line="228" w:lineRule="auto"/>
              <w:rPr>
                <w:rFonts w:ascii="Century Gothic" w:hAnsi="Century Gothic" w:cs="Arial"/>
                <w:sz w:val="22"/>
                <w:szCs w:val="22"/>
              </w:rPr>
            </w:pPr>
          </w:p>
        </w:tc>
        <w:tc>
          <w:tcPr>
            <w:tcW w:w="2410" w:type="dxa"/>
          </w:tcPr>
          <w:p w14:paraId="077DA961"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4883CB5"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3D0A9F29" w14:textId="78AA46B3"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73</w:t>
            </w:r>
          </w:p>
        </w:tc>
        <w:tc>
          <w:tcPr>
            <w:tcW w:w="6691" w:type="dxa"/>
            <w:tcBorders>
              <w:top w:val="nil"/>
              <w:left w:val="nil"/>
              <w:bottom w:val="single" w:sz="4" w:space="0" w:color="auto"/>
              <w:right w:val="single" w:sz="4" w:space="0" w:color="auto"/>
            </w:tcBorders>
            <w:shd w:val="clear" w:color="auto" w:fill="auto"/>
            <w:vAlign w:val="center"/>
          </w:tcPr>
          <w:p w14:paraId="5B88CE05" w14:textId="376730D2"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Bidon de carburant</w:t>
            </w:r>
          </w:p>
        </w:tc>
        <w:tc>
          <w:tcPr>
            <w:tcW w:w="850" w:type="dxa"/>
            <w:tcBorders>
              <w:top w:val="nil"/>
              <w:left w:val="nil"/>
              <w:bottom w:val="single" w:sz="4" w:space="0" w:color="auto"/>
              <w:right w:val="single" w:sz="4" w:space="0" w:color="auto"/>
            </w:tcBorders>
            <w:shd w:val="clear" w:color="auto" w:fill="auto"/>
            <w:vAlign w:val="center"/>
          </w:tcPr>
          <w:p w14:paraId="2A5485C3" w14:textId="0CC8C26E"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79C4B8E" w14:textId="0CD7BD25"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20B4587"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57715B2" w14:textId="77777777" w:rsidR="00F25CAD" w:rsidRPr="00A94E5E" w:rsidRDefault="00F25CAD" w:rsidP="00F25CAD">
            <w:pPr>
              <w:spacing w:line="228" w:lineRule="auto"/>
              <w:rPr>
                <w:rFonts w:ascii="Century Gothic" w:hAnsi="Century Gothic" w:cs="Arial"/>
                <w:sz w:val="22"/>
                <w:szCs w:val="22"/>
              </w:rPr>
            </w:pPr>
          </w:p>
        </w:tc>
      </w:tr>
      <w:tr w:rsidR="00F25CAD" w:rsidRPr="0061096D" w14:paraId="3120633A"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098DCCF1" w14:textId="4B7FFD59"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74</w:t>
            </w:r>
          </w:p>
        </w:tc>
        <w:tc>
          <w:tcPr>
            <w:tcW w:w="6691" w:type="dxa"/>
            <w:tcBorders>
              <w:top w:val="nil"/>
              <w:left w:val="nil"/>
              <w:bottom w:val="single" w:sz="4" w:space="0" w:color="auto"/>
              <w:right w:val="single" w:sz="4" w:space="0" w:color="auto"/>
            </w:tcBorders>
            <w:shd w:val="clear" w:color="auto" w:fill="auto"/>
            <w:vAlign w:val="center"/>
          </w:tcPr>
          <w:p w14:paraId="1FFBDD38" w14:textId="08270F0F"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Démonte rotule</w:t>
            </w:r>
          </w:p>
        </w:tc>
        <w:tc>
          <w:tcPr>
            <w:tcW w:w="850" w:type="dxa"/>
            <w:tcBorders>
              <w:top w:val="nil"/>
              <w:left w:val="nil"/>
              <w:bottom w:val="single" w:sz="4" w:space="0" w:color="auto"/>
              <w:right w:val="single" w:sz="4" w:space="0" w:color="auto"/>
            </w:tcBorders>
            <w:shd w:val="clear" w:color="auto" w:fill="auto"/>
            <w:vAlign w:val="center"/>
          </w:tcPr>
          <w:p w14:paraId="1C627281" w14:textId="5D79701D"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07CF8B72" w14:textId="16CEF52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402539F4" w14:textId="77777777" w:rsidR="00F25CAD" w:rsidRPr="00A94E5E" w:rsidRDefault="00F25CAD" w:rsidP="00F25CAD">
            <w:pPr>
              <w:spacing w:line="228" w:lineRule="auto"/>
              <w:rPr>
                <w:rFonts w:ascii="Century Gothic" w:hAnsi="Century Gothic" w:cs="Arial"/>
                <w:sz w:val="22"/>
                <w:szCs w:val="22"/>
              </w:rPr>
            </w:pPr>
          </w:p>
        </w:tc>
        <w:tc>
          <w:tcPr>
            <w:tcW w:w="2410" w:type="dxa"/>
          </w:tcPr>
          <w:p w14:paraId="6F2D1F8D" w14:textId="77777777" w:rsidR="00F25CAD" w:rsidRPr="00A94E5E" w:rsidRDefault="00F25CAD" w:rsidP="00F25CAD">
            <w:pPr>
              <w:spacing w:line="228" w:lineRule="auto"/>
              <w:rPr>
                <w:rFonts w:ascii="Century Gothic" w:hAnsi="Century Gothic" w:cs="Arial"/>
                <w:sz w:val="22"/>
                <w:szCs w:val="22"/>
              </w:rPr>
            </w:pPr>
          </w:p>
        </w:tc>
      </w:tr>
      <w:tr w:rsidR="00F25CAD" w:rsidRPr="0061096D" w14:paraId="597C4EEF"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428B7D6A" w14:textId="1CA0CE17"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75</w:t>
            </w:r>
          </w:p>
        </w:tc>
        <w:tc>
          <w:tcPr>
            <w:tcW w:w="6691" w:type="dxa"/>
            <w:tcBorders>
              <w:top w:val="nil"/>
              <w:left w:val="nil"/>
              <w:bottom w:val="single" w:sz="4" w:space="0" w:color="auto"/>
              <w:right w:val="single" w:sz="4" w:space="0" w:color="auto"/>
            </w:tcBorders>
            <w:shd w:val="clear" w:color="auto" w:fill="auto"/>
            <w:vAlign w:val="center"/>
          </w:tcPr>
          <w:p w14:paraId="7C572113" w14:textId="600EFCCE"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Blocs v avec étriers de serrage</w:t>
            </w:r>
          </w:p>
        </w:tc>
        <w:tc>
          <w:tcPr>
            <w:tcW w:w="850" w:type="dxa"/>
            <w:tcBorders>
              <w:top w:val="nil"/>
              <w:left w:val="nil"/>
              <w:bottom w:val="single" w:sz="4" w:space="0" w:color="auto"/>
              <w:right w:val="single" w:sz="4" w:space="0" w:color="auto"/>
            </w:tcBorders>
            <w:shd w:val="clear" w:color="auto" w:fill="auto"/>
            <w:vAlign w:val="center"/>
          </w:tcPr>
          <w:p w14:paraId="359CC060" w14:textId="3A054A5F"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598D010F" w14:textId="7802E8B0"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116E82A8"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7971137" w14:textId="77777777" w:rsidR="00F25CAD" w:rsidRPr="00A94E5E" w:rsidRDefault="00F25CAD" w:rsidP="00F25CAD">
            <w:pPr>
              <w:spacing w:line="228" w:lineRule="auto"/>
              <w:rPr>
                <w:rFonts w:ascii="Century Gothic" w:hAnsi="Century Gothic" w:cs="Arial"/>
                <w:sz w:val="22"/>
                <w:szCs w:val="22"/>
              </w:rPr>
            </w:pPr>
          </w:p>
        </w:tc>
      </w:tr>
      <w:tr w:rsidR="00F25CAD" w:rsidRPr="0061096D" w14:paraId="1C358B59" w14:textId="77777777" w:rsidTr="00C33391">
        <w:trPr>
          <w:trHeight w:val="20"/>
          <w:jc w:val="center"/>
        </w:trPr>
        <w:tc>
          <w:tcPr>
            <w:tcW w:w="1101" w:type="dxa"/>
            <w:tcBorders>
              <w:top w:val="nil"/>
              <w:left w:val="single" w:sz="4" w:space="0" w:color="auto"/>
              <w:bottom w:val="single" w:sz="4" w:space="0" w:color="auto"/>
              <w:right w:val="single" w:sz="4" w:space="0" w:color="auto"/>
            </w:tcBorders>
            <w:shd w:val="clear" w:color="auto" w:fill="auto"/>
            <w:vAlign w:val="center"/>
          </w:tcPr>
          <w:p w14:paraId="10ED0C81" w14:textId="22A5A166" w:rsidR="00F25CAD" w:rsidRPr="0061096D" w:rsidRDefault="00F25CAD" w:rsidP="00F25CAD">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76</w:t>
            </w:r>
          </w:p>
        </w:tc>
        <w:tc>
          <w:tcPr>
            <w:tcW w:w="6691" w:type="dxa"/>
            <w:tcBorders>
              <w:top w:val="nil"/>
              <w:left w:val="nil"/>
              <w:bottom w:val="single" w:sz="4" w:space="0" w:color="auto"/>
              <w:right w:val="single" w:sz="4" w:space="0" w:color="auto"/>
            </w:tcBorders>
            <w:shd w:val="clear" w:color="auto" w:fill="auto"/>
            <w:vAlign w:val="center"/>
          </w:tcPr>
          <w:p w14:paraId="710576FE" w14:textId="472D8A77" w:rsidR="00F25CAD" w:rsidRPr="00A94E5E" w:rsidRDefault="00F25CAD" w:rsidP="00F25CAD">
            <w:pPr>
              <w:spacing w:line="228" w:lineRule="auto"/>
              <w:rPr>
                <w:rFonts w:ascii="Century Gothic" w:hAnsi="Century Gothic" w:cs="Arial"/>
                <w:sz w:val="22"/>
                <w:szCs w:val="22"/>
              </w:rPr>
            </w:pPr>
            <w:r>
              <w:rPr>
                <w:rFonts w:ascii="Century Gothic" w:hAnsi="Century Gothic" w:cs="Arial"/>
                <w:color w:val="000000"/>
                <w:sz w:val="22"/>
                <w:szCs w:val="22"/>
              </w:rPr>
              <w:t>Kit de dépose fils électrique des connecteurs de câblage automobile</w:t>
            </w:r>
          </w:p>
        </w:tc>
        <w:tc>
          <w:tcPr>
            <w:tcW w:w="850" w:type="dxa"/>
            <w:tcBorders>
              <w:top w:val="nil"/>
              <w:left w:val="nil"/>
              <w:bottom w:val="single" w:sz="4" w:space="0" w:color="auto"/>
              <w:right w:val="single" w:sz="4" w:space="0" w:color="auto"/>
            </w:tcBorders>
            <w:shd w:val="clear" w:color="auto" w:fill="auto"/>
            <w:vAlign w:val="center"/>
          </w:tcPr>
          <w:p w14:paraId="79B2EF12" w14:textId="3925CADA"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U</w:t>
            </w:r>
          </w:p>
        </w:tc>
        <w:tc>
          <w:tcPr>
            <w:tcW w:w="851" w:type="dxa"/>
            <w:tcBorders>
              <w:top w:val="nil"/>
              <w:left w:val="nil"/>
              <w:bottom w:val="single" w:sz="4" w:space="0" w:color="auto"/>
              <w:right w:val="single" w:sz="4" w:space="0" w:color="auto"/>
            </w:tcBorders>
            <w:shd w:val="clear" w:color="auto" w:fill="auto"/>
            <w:vAlign w:val="center"/>
          </w:tcPr>
          <w:p w14:paraId="608A8F08" w14:textId="79E3DBF1" w:rsidR="00F25CAD" w:rsidRPr="00A94E5E" w:rsidRDefault="00F25CAD" w:rsidP="00F25CAD">
            <w:pPr>
              <w:spacing w:line="228" w:lineRule="auto"/>
              <w:jc w:val="center"/>
              <w:rPr>
                <w:rFonts w:ascii="Century Gothic" w:hAnsi="Century Gothic" w:cs="Arial"/>
                <w:sz w:val="22"/>
                <w:szCs w:val="22"/>
              </w:rPr>
            </w:pPr>
            <w:r>
              <w:rPr>
                <w:rFonts w:ascii="Century Gothic" w:hAnsi="Century Gothic" w:cs="Calibri"/>
                <w:color w:val="000000"/>
                <w:sz w:val="22"/>
                <w:szCs w:val="22"/>
              </w:rPr>
              <w:t>10</w:t>
            </w:r>
          </w:p>
        </w:tc>
        <w:tc>
          <w:tcPr>
            <w:tcW w:w="1842" w:type="dxa"/>
            <w:vAlign w:val="center"/>
          </w:tcPr>
          <w:p w14:paraId="3E9E0BBC" w14:textId="77777777" w:rsidR="00F25CAD" w:rsidRPr="00A94E5E" w:rsidRDefault="00F25CAD" w:rsidP="00F25CAD">
            <w:pPr>
              <w:spacing w:line="228" w:lineRule="auto"/>
              <w:rPr>
                <w:rFonts w:ascii="Century Gothic" w:hAnsi="Century Gothic" w:cs="Arial"/>
                <w:sz w:val="22"/>
                <w:szCs w:val="22"/>
              </w:rPr>
            </w:pPr>
          </w:p>
        </w:tc>
        <w:tc>
          <w:tcPr>
            <w:tcW w:w="2410" w:type="dxa"/>
          </w:tcPr>
          <w:p w14:paraId="5034FF5E" w14:textId="77777777" w:rsidR="00F25CAD" w:rsidRPr="00A94E5E" w:rsidRDefault="00F25CAD" w:rsidP="00F25CAD">
            <w:pPr>
              <w:spacing w:line="228" w:lineRule="auto"/>
              <w:rPr>
                <w:rFonts w:ascii="Century Gothic" w:hAnsi="Century Gothic" w:cs="Arial"/>
                <w:sz w:val="22"/>
                <w:szCs w:val="22"/>
              </w:rPr>
            </w:pPr>
          </w:p>
        </w:tc>
      </w:tr>
      <w:tr w:rsidR="006A5E2C" w:rsidRPr="0061096D" w14:paraId="5DA9CCB7" w14:textId="77777777" w:rsidTr="007F4822">
        <w:trPr>
          <w:trHeight w:val="170"/>
          <w:jc w:val="center"/>
        </w:trPr>
        <w:tc>
          <w:tcPr>
            <w:tcW w:w="11335" w:type="dxa"/>
            <w:gridSpan w:val="5"/>
          </w:tcPr>
          <w:p w14:paraId="45A504F6" w14:textId="77777777" w:rsidR="006A5E2C" w:rsidRPr="0061096D" w:rsidRDefault="006A5E2C" w:rsidP="007F4822">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HTVA (MAD)</w:t>
            </w:r>
          </w:p>
        </w:tc>
        <w:tc>
          <w:tcPr>
            <w:tcW w:w="2410" w:type="dxa"/>
          </w:tcPr>
          <w:p w14:paraId="66BC377E" w14:textId="77777777" w:rsidR="006A5E2C" w:rsidRPr="0061096D" w:rsidRDefault="006A5E2C" w:rsidP="007F4822">
            <w:pPr>
              <w:tabs>
                <w:tab w:val="left" w:pos="2091"/>
              </w:tabs>
              <w:jc w:val="center"/>
              <w:rPr>
                <w:rFonts w:ascii="Century Gothic" w:hAnsi="Century Gothic" w:cstheme="minorBidi"/>
                <w:b/>
                <w:sz w:val="22"/>
                <w:szCs w:val="22"/>
              </w:rPr>
            </w:pPr>
          </w:p>
        </w:tc>
      </w:tr>
      <w:tr w:rsidR="006A5E2C" w:rsidRPr="0061096D" w14:paraId="6D7FE07B" w14:textId="77777777" w:rsidTr="007F4822">
        <w:trPr>
          <w:trHeight w:val="170"/>
          <w:jc w:val="center"/>
        </w:trPr>
        <w:tc>
          <w:tcPr>
            <w:tcW w:w="11335" w:type="dxa"/>
            <w:gridSpan w:val="5"/>
          </w:tcPr>
          <w:p w14:paraId="561F708E" w14:textId="77777777" w:rsidR="006A5E2C" w:rsidRPr="0061096D" w:rsidRDefault="006A5E2C" w:rsidP="007F4822">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TVA (Taux …..%) (MAD)</w:t>
            </w:r>
          </w:p>
        </w:tc>
        <w:tc>
          <w:tcPr>
            <w:tcW w:w="2410" w:type="dxa"/>
          </w:tcPr>
          <w:p w14:paraId="0F2DDCE4" w14:textId="77777777" w:rsidR="006A5E2C" w:rsidRPr="0061096D" w:rsidRDefault="006A5E2C" w:rsidP="007F4822">
            <w:pPr>
              <w:tabs>
                <w:tab w:val="left" w:pos="2091"/>
              </w:tabs>
              <w:jc w:val="center"/>
              <w:rPr>
                <w:rFonts w:ascii="Century Gothic" w:hAnsi="Century Gothic" w:cstheme="minorBidi"/>
                <w:b/>
                <w:sz w:val="22"/>
                <w:szCs w:val="22"/>
              </w:rPr>
            </w:pPr>
          </w:p>
        </w:tc>
      </w:tr>
      <w:tr w:rsidR="006A5E2C" w:rsidRPr="0061096D" w14:paraId="06459AE3" w14:textId="77777777" w:rsidTr="007F4822">
        <w:trPr>
          <w:trHeight w:val="170"/>
          <w:jc w:val="center"/>
        </w:trPr>
        <w:tc>
          <w:tcPr>
            <w:tcW w:w="11335" w:type="dxa"/>
            <w:gridSpan w:val="5"/>
          </w:tcPr>
          <w:p w14:paraId="5DD3BDBA" w14:textId="77777777" w:rsidR="006A5E2C" w:rsidRPr="0061096D" w:rsidRDefault="006A5E2C" w:rsidP="007F4822">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TTC (MAD)</w:t>
            </w:r>
          </w:p>
        </w:tc>
        <w:tc>
          <w:tcPr>
            <w:tcW w:w="2410" w:type="dxa"/>
          </w:tcPr>
          <w:p w14:paraId="1F2269E8" w14:textId="77777777" w:rsidR="006A5E2C" w:rsidRPr="0061096D" w:rsidRDefault="006A5E2C" w:rsidP="007F4822">
            <w:pPr>
              <w:tabs>
                <w:tab w:val="left" w:pos="2091"/>
              </w:tabs>
              <w:jc w:val="center"/>
              <w:rPr>
                <w:rFonts w:ascii="Century Gothic" w:hAnsi="Century Gothic" w:cstheme="minorBidi"/>
                <w:b/>
                <w:sz w:val="22"/>
                <w:szCs w:val="22"/>
              </w:rPr>
            </w:pPr>
          </w:p>
        </w:tc>
      </w:tr>
    </w:tbl>
    <w:p w14:paraId="7A64B441" w14:textId="77777777" w:rsidR="00FC615A" w:rsidRPr="00503F3C" w:rsidRDefault="00FC615A" w:rsidP="00FC615A">
      <w:pPr>
        <w:tabs>
          <w:tab w:val="left" w:pos="2925"/>
          <w:tab w:val="right" w:pos="6887"/>
        </w:tabs>
        <w:rPr>
          <w:rFonts w:ascii="Century Gothic" w:hAnsi="Century Gothic"/>
          <w:sz w:val="22"/>
          <w:szCs w:val="22"/>
        </w:rPr>
      </w:pPr>
    </w:p>
    <w:p w14:paraId="04640F50" w14:textId="77777777" w:rsidR="00FC615A" w:rsidRDefault="00FC615A" w:rsidP="00FC615A">
      <w:pPr>
        <w:tabs>
          <w:tab w:val="left" w:pos="2925"/>
          <w:tab w:val="right" w:pos="6887"/>
        </w:tabs>
        <w:rPr>
          <w:rFonts w:ascii="Century Gothic" w:hAnsi="Century Gothic" w:cstheme="minorBidi"/>
          <w:b/>
          <w:bCs/>
          <w:sz w:val="22"/>
          <w:szCs w:val="22"/>
        </w:rPr>
      </w:pPr>
      <w:r w:rsidRPr="00503F3C">
        <w:rPr>
          <w:rFonts w:ascii="Century Gothic" w:hAnsi="Century Gothic" w:cstheme="minorBidi"/>
          <w:b/>
          <w:bCs/>
          <w:sz w:val="22"/>
          <w:szCs w:val="22"/>
        </w:rPr>
        <w:t>Important : Vu que les prestations objet du présent appel d’offres sont destinées uniquement à la formation professionnelle, il y a lieu de proposer des prix préférentiels à ce sujet.</w:t>
      </w:r>
    </w:p>
    <w:p w14:paraId="07371EE0" w14:textId="77777777" w:rsidR="00BE2B26" w:rsidRDefault="00BE2B26" w:rsidP="00FC615A">
      <w:pPr>
        <w:tabs>
          <w:tab w:val="left" w:pos="2925"/>
          <w:tab w:val="right" w:pos="6887"/>
        </w:tabs>
        <w:rPr>
          <w:rFonts w:ascii="Century Gothic" w:hAnsi="Century Gothic" w:cstheme="minorBidi"/>
          <w:b/>
          <w:bCs/>
          <w:sz w:val="22"/>
          <w:szCs w:val="22"/>
        </w:rPr>
      </w:pPr>
    </w:p>
    <w:p w14:paraId="0DAC208B" w14:textId="179AD6D7" w:rsidR="00FC615A" w:rsidRPr="00503F3C" w:rsidRDefault="00FC615A" w:rsidP="00BE2B26">
      <w:pPr>
        <w:tabs>
          <w:tab w:val="left" w:pos="2925"/>
          <w:tab w:val="right" w:pos="6887"/>
        </w:tabs>
        <w:jc w:val="center"/>
        <w:rPr>
          <w:rFonts w:ascii="Century Gothic" w:hAnsi="Century Gothic" w:cstheme="minorBidi"/>
          <w:b/>
          <w:bCs/>
          <w:sz w:val="22"/>
          <w:szCs w:val="22"/>
        </w:rPr>
      </w:pPr>
      <w:r>
        <w:rPr>
          <w:rFonts w:ascii="Century Gothic" w:hAnsi="Century Gothic" w:cstheme="minorBidi"/>
          <w:b/>
          <w:sz w:val="22"/>
          <w:szCs w:val="22"/>
        </w:rPr>
        <w:t>Fait à ………………… le …………………</w:t>
      </w:r>
    </w:p>
    <w:p w14:paraId="1F693BFB" w14:textId="2A30B7F8" w:rsidR="00FC615A" w:rsidRDefault="00FC615A" w:rsidP="00BE2B26">
      <w:pPr>
        <w:tabs>
          <w:tab w:val="left" w:pos="2925"/>
          <w:tab w:val="right" w:pos="6887"/>
        </w:tabs>
        <w:jc w:val="center"/>
        <w:rPr>
          <w:rFonts w:ascii="Century Gothic" w:hAnsi="Century Gothic" w:cstheme="minorBidi"/>
          <w:b/>
          <w:bCs/>
          <w:sz w:val="22"/>
          <w:szCs w:val="22"/>
        </w:rPr>
      </w:pPr>
    </w:p>
    <w:p w14:paraId="232ECA9A" w14:textId="2A0E71F9" w:rsidR="00FC615A" w:rsidRDefault="00FC615A" w:rsidP="00BE2B26">
      <w:pPr>
        <w:tabs>
          <w:tab w:val="left" w:pos="2925"/>
          <w:tab w:val="right" w:pos="6887"/>
        </w:tabs>
        <w:jc w:val="center"/>
        <w:rPr>
          <w:rFonts w:ascii="Century Gothic" w:hAnsi="Century Gothic" w:cstheme="minorBidi"/>
          <w:b/>
          <w:bCs/>
          <w:sz w:val="22"/>
          <w:szCs w:val="22"/>
        </w:rPr>
      </w:pPr>
      <w:r w:rsidRPr="00503F3C">
        <w:rPr>
          <w:rFonts w:ascii="Century Gothic" w:hAnsi="Century Gothic" w:cstheme="minorBidi"/>
          <w:b/>
          <w:bCs/>
          <w:sz w:val="22"/>
          <w:szCs w:val="22"/>
        </w:rPr>
        <w:t>Signature et cachet du concurrent</w:t>
      </w:r>
    </w:p>
    <w:p w14:paraId="65FF5454" w14:textId="77777777" w:rsidR="00FC615A" w:rsidRDefault="00FC615A" w:rsidP="00BE2B26">
      <w:pPr>
        <w:tabs>
          <w:tab w:val="left" w:pos="2925"/>
          <w:tab w:val="right" w:pos="6887"/>
        </w:tabs>
        <w:jc w:val="center"/>
        <w:rPr>
          <w:rFonts w:ascii="Century Gothic" w:hAnsi="Century Gothic" w:cstheme="minorBidi"/>
          <w:b/>
          <w:bCs/>
          <w:sz w:val="22"/>
          <w:szCs w:val="22"/>
        </w:rPr>
      </w:pPr>
    </w:p>
    <w:p w14:paraId="0F530511" w14:textId="77777777" w:rsidR="00FC615A" w:rsidRDefault="00FC615A" w:rsidP="005F0056">
      <w:pPr>
        <w:tabs>
          <w:tab w:val="left" w:pos="2925"/>
          <w:tab w:val="right" w:pos="6887"/>
        </w:tabs>
        <w:rPr>
          <w:rFonts w:ascii="Century Gothic" w:hAnsi="Century Gothic" w:cstheme="minorBidi"/>
          <w:b/>
          <w:bCs/>
          <w:sz w:val="22"/>
          <w:szCs w:val="22"/>
        </w:rPr>
      </w:pPr>
    </w:p>
    <w:p w14:paraId="7EF61BE3" w14:textId="5EF44757" w:rsidR="00FC615A" w:rsidRPr="00503F3C" w:rsidRDefault="00FC615A" w:rsidP="005F0056">
      <w:pPr>
        <w:tabs>
          <w:tab w:val="left" w:pos="2925"/>
          <w:tab w:val="right" w:pos="6887"/>
        </w:tabs>
        <w:rPr>
          <w:rFonts w:ascii="Century Gothic" w:hAnsi="Century Gothic" w:cstheme="minorBidi"/>
          <w:b/>
          <w:bCs/>
          <w:sz w:val="22"/>
          <w:szCs w:val="22"/>
        </w:rPr>
      </w:pPr>
    </w:p>
    <w:sectPr w:rsidR="00FC615A" w:rsidRPr="00503F3C" w:rsidSect="00186480">
      <w:pgSz w:w="16838" w:h="11906" w:orient="landscape"/>
      <w:pgMar w:top="1134" w:right="1106" w:bottom="1134" w:left="992" w:header="284" w:footer="22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7E06B" w14:textId="77777777" w:rsidR="001E120D" w:rsidRDefault="001E120D">
      <w:r>
        <w:separator/>
      </w:r>
    </w:p>
  </w:endnote>
  <w:endnote w:type="continuationSeparator" w:id="0">
    <w:p w14:paraId="244F81B3" w14:textId="77777777" w:rsidR="001E120D" w:rsidRDefault="001E1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yriad Pro Cond">
    <w:altName w:val="Segoe U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yriad Pro">
    <w:altName w:val="Segoe UI"/>
    <w:charset w:val="00"/>
    <w:family w:val="swiss"/>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787E6" w14:textId="5B19A464" w:rsidR="00EB6EAC" w:rsidRDefault="00EB6EAC" w:rsidP="003F4EB4">
    <w:pPr>
      <w:pStyle w:val="Pieddepage"/>
    </w:pPr>
    <w:r>
      <w:tab/>
    </w:r>
    <w:r>
      <w:fldChar w:fldCharType="begin"/>
    </w:r>
    <w:r>
      <w:instrText>PAGE   \* MERGEFORMAT</w:instrText>
    </w:r>
    <w:r>
      <w:fldChar w:fldCharType="separate"/>
    </w:r>
    <w:r w:rsidR="00543EBC">
      <w:rPr>
        <w:noProof/>
      </w:rPr>
      <w:t>1</w:t>
    </w:r>
    <w:r>
      <w:rPr>
        <w:noProof/>
      </w:rPr>
      <w:fldChar w:fldCharType="end"/>
    </w:r>
  </w:p>
  <w:p w14:paraId="2E654EFC" w14:textId="77777777" w:rsidR="00EB6EAC" w:rsidRDefault="00EB6EAC">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088D8" w14:textId="2AFB37B3" w:rsidR="00EB6EAC" w:rsidRDefault="00EB6EAC" w:rsidP="00644196">
    <w:pPr>
      <w:pStyle w:val="Pieddepage"/>
      <w:jc w:val="center"/>
    </w:pPr>
    <w:r>
      <w:fldChar w:fldCharType="begin"/>
    </w:r>
    <w:r>
      <w:instrText>PAGE   \* MERGEFORMAT</w:instrText>
    </w:r>
    <w:r>
      <w:fldChar w:fldCharType="separate"/>
    </w:r>
    <w:r w:rsidR="00543EBC">
      <w:rPr>
        <w:noProof/>
      </w:rPr>
      <w:t>2</w:t>
    </w:r>
    <w:r>
      <w:rPr>
        <w:noProof/>
      </w:rPr>
      <w:fldChar w:fldCharType="end"/>
    </w:r>
  </w:p>
  <w:p w14:paraId="6FBEB609" w14:textId="77777777" w:rsidR="00EB6EAC" w:rsidRDefault="00EB6EAC">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1830D" w14:textId="77777777" w:rsidR="001E120D" w:rsidRDefault="001E120D">
      <w:r>
        <w:separator/>
      </w:r>
    </w:p>
  </w:footnote>
  <w:footnote w:type="continuationSeparator" w:id="0">
    <w:p w14:paraId="66C64F7A" w14:textId="77777777" w:rsidR="001E120D" w:rsidRDefault="001E12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EAC0" w14:textId="5FF5EF81" w:rsidR="00EB6EAC" w:rsidRPr="00A93B62" w:rsidRDefault="00EB6EAC" w:rsidP="00471A87">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r w:rsidRPr="00A93B62">
      <w:rPr>
        <w:rFonts w:asciiTheme="majorBidi" w:hAnsiTheme="majorBidi" w:cstheme="majorBidi"/>
        <w:b/>
        <w:iCs/>
        <w:color w:val="404040" w:themeColor="text1" w:themeTint="BF"/>
        <w:sz w:val="22"/>
        <w:szCs w:val="22"/>
        <w:u w:val="single"/>
      </w:rPr>
      <w:t>OFPPT/DAL/DM/SMM</w:t>
    </w:r>
    <w:r w:rsidRPr="00A93B62">
      <w:rPr>
        <w:rFonts w:asciiTheme="majorBidi" w:hAnsiTheme="majorBidi" w:cstheme="majorBidi"/>
        <w:b/>
        <w:iCs/>
        <w:color w:val="404040" w:themeColor="text1" w:themeTint="BF"/>
        <w:sz w:val="22"/>
        <w:szCs w:val="22"/>
        <w:u w:val="single"/>
      </w:rPr>
      <w:tab/>
      <w:t>______________Dossier d’A</w:t>
    </w:r>
    <w:r>
      <w:rPr>
        <w:rFonts w:asciiTheme="majorBidi" w:hAnsiTheme="majorBidi" w:cstheme="majorBidi"/>
        <w:b/>
        <w:iCs/>
        <w:color w:val="404040" w:themeColor="text1" w:themeTint="BF"/>
        <w:sz w:val="22"/>
        <w:szCs w:val="22"/>
        <w:u w:val="single"/>
      </w:rPr>
      <w:t>ppel d’Offres</w:t>
    </w:r>
    <w:r>
      <w:rPr>
        <w:rFonts w:asciiTheme="majorBidi" w:hAnsiTheme="majorBidi" w:cstheme="majorBidi"/>
        <w:b/>
        <w:iCs/>
        <w:color w:val="404040" w:themeColor="text1" w:themeTint="BF"/>
        <w:sz w:val="22"/>
        <w:szCs w:val="22"/>
        <w:u w:val="single"/>
      </w:rPr>
      <w:tab/>
      <w:t>AO N°        /2022</w:t>
    </w:r>
    <w:r w:rsidRPr="00A93B62">
      <w:rPr>
        <w:rFonts w:asciiTheme="majorBidi" w:hAnsiTheme="majorBidi" w:cstheme="majorBidi"/>
        <w:b/>
        <w:iCs/>
        <w:color w:val="404040" w:themeColor="text1" w:themeTint="BF"/>
        <w:sz w:val="22"/>
        <w:szCs w:val="22"/>
        <w:u w:val="single"/>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F9EBE" w14:textId="17439239" w:rsidR="00EB6EAC" w:rsidRPr="009B5826" w:rsidRDefault="00EB6EAC" w:rsidP="000D7229">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r w:rsidRPr="009B5826">
      <w:rPr>
        <w:rFonts w:asciiTheme="majorBidi" w:hAnsiTheme="majorBidi" w:cstheme="majorBidi"/>
        <w:b/>
        <w:iCs/>
        <w:color w:val="404040" w:themeColor="text1" w:themeTint="BF"/>
        <w:sz w:val="22"/>
        <w:szCs w:val="22"/>
        <w:u w:val="single"/>
      </w:rPr>
      <w:t>OFPPT/DAL/DM/SMM</w:t>
    </w:r>
    <w:r w:rsidRPr="009B5826">
      <w:rPr>
        <w:rFonts w:asciiTheme="majorBidi" w:hAnsiTheme="majorBidi" w:cstheme="majorBidi"/>
        <w:b/>
        <w:iCs/>
        <w:color w:val="404040" w:themeColor="text1" w:themeTint="BF"/>
        <w:sz w:val="22"/>
        <w:szCs w:val="22"/>
        <w:u w:val="single"/>
      </w:rPr>
      <w:tab/>
      <w:t xml:space="preserve">              Dossier d’A</w:t>
    </w:r>
    <w:r>
      <w:rPr>
        <w:rFonts w:asciiTheme="majorBidi" w:hAnsiTheme="majorBidi" w:cstheme="majorBidi"/>
        <w:b/>
        <w:iCs/>
        <w:color w:val="404040" w:themeColor="text1" w:themeTint="BF"/>
        <w:sz w:val="22"/>
        <w:szCs w:val="22"/>
        <w:u w:val="single"/>
      </w:rPr>
      <w:t>ppel d’Offres</w:t>
    </w:r>
    <w:r>
      <w:rPr>
        <w:rFonts w:asciiTheme="majorBidi" w:hAnsiTheme="majorBidi" w:cstheme="majorBidi"/>
        <w:b/>
        <w:iCs/>
        <w:color w:val="404040" w:themeColor="text1" w:themeTint="BF"/>
        <w:sz w:val="22"/>
        <w:szCs w:val="22"/>
        <w:u w:val="single"/>
      </w:rPr>
      <w:tab/>
      <w:t>AO N°        /2022</w:t>
    </w:r>
    <w:r w:rsidRPr="009B5826">
      <w:rPr>
        <w:rFonts w:asciiTheme="majorBidi" w:hAnsiTheme="majorBidi" w:cstheme="majorBidi"/>
        <w:b/>
        <w:iCs/>
        <w:color w:val="404040" w:themeColor="text1" w:themeTint="BF"/>
        <w:sz w:val="22"/>
        <w:szCs w:val="22"/>
        <w:u w:val="single"/>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clip_image001"/>
      </v:shape>
    </w:pict>
  </w:numPicBullet>
  <w:abstractNum w:abstractNumId="0"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7C280B"/>
    <w:multiLevelType w:val="hybridMultilevel"/>
    <w:tmpl w:val="F25E98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29E1513"/>
    <w:multiLevelType w:val="hybridMultilevel"/>
    <w:tmpl w:val="7A7A3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4142732"/>
    <w:multiLevelType w:val="hybridMultilevel"/>
    <w:tmpl w:val="B0EA7764"/>
    <w:lvl w:ilvl="0" w:tplc="7D5C9720">
      <w:numFmt w:val="bullet"/>
      <w:lvlText w:val="-"/>
      <w:lvlJc w:val="left"/>
      <w:pPr>
        <w:ind w:left="1840" w:hanging="360"/>
      </w:pPr>
      <w:rPr>
        <w:rFonts w:ascii="Arial Narrow" w:eastAsia="Times New Roman" w:hAnsi="Arial Narrow" w:cs="Times New Roman" w:hint="default"/>
      </w:rPr>
    </w:lvl>
    <w:lvl w:ilvl="1" w:tplc="040C0003" w:tentative="1">
      <w:start w:val="1"/>
      <w:numFmt w:val="bullet"/>
      <w:lvlText w:val="o"/>
      <w:lvlJc w:val="left"/>
      <w:pPr>
        <w:ind w:left="2560" w:hanging="360"/>
      </w:pPr>
      <w:rPr>
        <w:rFonts w:ascii="Courier New" w:hAnsi="Courier New" w:cs="Courier New" w:hint="default"/>
      </w:rPr>
    </w:lvl>
    <w:lvl w:ilvl="2" w:tplc="040C0005" w:tentative="1">
      <w:start w:val="1"/>
      <w:numFmt w:val="bullet"/>
      <w:lvlText w:val=""/>
      <w:lvlJc w:val="left"/>
      <w:pPr>
        <w:ind w:left="3280" w:hanging="360"/>
      </w:pPr>
      <w:rPr>
        <w:rFonts w:ascii="Wingdings" w:hAnsi="Wingdings" w:hint="default"/>
      </w:rPr>
    </w:lvl>
    <w:lvl w:ilvl="3" w:tplc="040C0001" w:tentative="1">
      <w:start w:val="1"/>
      <w:numFmt w:val="bullet"/>
      <w:lvlText w:val=""/>
      <w:lvlJc w:val="left"/>
      <w:pPr>
        <w:ind w:left="4000" w:hanging="360"/>
      </w:pPr>
      <w:rPr>
        <w:rFonts w:ascii="Symbol" w:hAnsi="Symbol" w:hint="default"/>
      </w:rPr>
    </w:lvl>
    <w:lvl w:ilvl="4" w:tplc="040C0003" w:tentative="1">
      <w:start w:val="1"/>
      <w:numFmt w:val="bullet"/>
      <w:lvlText w:val="o"/>
      <w:lvlJc w:val="left"/>
      <w:pPr>
        <w:ind w:left="4720" w:hanging="360"/>
      </w:pPr>
      <w:rPr>
        <w:rFonts w:ascii="Courier New" w:hAnsi="Courier New" w:cs="Courier New" w:hint="default"/>
      </w:rPr>
    </w:lvl>
    <w:lvl w:ilvl="5" w:tplc="040C0005" w:tentative="1">
      <w:start w:val="1"/>
      <w:numFmt w:val="bullet"/>
      <w:lvlText w:val=""/>
      <w:lvlJc w:val="left"/>
      <w:pPr>
        <w:ind w:left="5440" w:hanging="360"/>
      </w:pPr>
      <w:rPr>
        <w:rFonts w:ascii="Wingdings" w:hAnsi="Wingdings" w:hint="default"/>
      </w:rPr>
    </w:lvl>
    <w:lvl w:ilvl="6" w:tplc="040C0001" w:tentative="1">
      <w:start w:val="1"/>
      <w:numFmt w:val="bullet"/>
      <w:lvlText w:val=""/>
      <w:lvlJc w:val="left"/>
      <w:pPr>
        <w:ind w:left="6160" w:hanging="360"/>
      </w:pPr>
      <w:rPr>
        <w:rFonts w:ascii="Symbol" w:hAnsi="Symbol" w:hint="default"/>
      </w:rPr>
    </w:lvl>
    <w:lvl w:ilvl="7" w:tplc="040C0003" w:tentative="1">
      <w:start w:val="1"/>
      <w:numFmt w:val="bullet"/>
      <w:lvlText w:val="o"/>
      <w:lvlJc w:val="left"/>
      <w:pPr>
        <w:ind w:left="6880" w:hanging="360"/>
      </w:pPr>
      <w:rPr>
        <w:rFonts w:ascii="Courier New" w:hAnsi="Courier New" w:cs="Courier New" w:hint="default"/>
      </w:rPr>
    </w:lvl>
    <w:lvl w:ilvl="8" w:tplc="040C0005" w:tentative="1">
      <w:start w:val="1"/>
      <w:numFmt w:val="bullet"/>
      <w:lvlText w:val=""/>
      <w:lvlJc w:val="left"/>
      <w:pPr>
        <w:ind w:left="7600" w:hanging="360"/>
      </w:pPr>
      <w:rPr>
        <w:rFonts w:ascii="Wingdings" w:hAnsi="Wingdings" w:hint="default"/>
      </w:rPr>
    </w:lvl>
  </w:abstractNum>
  <w:abstractNum w:abstractNumId="6" w15:restartNumberingAfterBreak="0">
    <w:nsid w:val="06C3124F"/>
    <w:multiLevelType w:val="hybridMultilevel"/>
    <w:tmpl w:val="1A0A6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7CA72A4"/>
    <w:multiLevelType w:val="hybridMultilevel"/>
    <w:tmpl w:val="A144355A"/>
    <w:lvl w:ilvl="0" w:tplc="7D5C972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81F4CDF"/>
    <w:multiLevelType w:val="hybridMultilevel"/>
    <w:tmpl w:val="4CF84FF6"/>
    <w:lvl w:ilvl="0" w:tplc="C5E2126E">
      <w:start w:val="2"/>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9"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A911F74"/>
    <w:multiLevelType w:val="hybridMultilevel"/>
    <w:tmpl w:val="D5A0D9F0"/>
    <w:lvl w:ilvl="0" w:tplc="C5E2126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AA217F8"/>
    <w:multiLevelType w:val="hybridMultilevel"/>
    <w:tmpl w:val="9506AF16"/>
    <w:lvl w:ilvl="0" w:tplc="7D82893C">
      <w:start w:val="1"/>
      <w:numFmt w:val="bullet"/>
      <w:lvlText w:val="-"/>
      <w:lvlJc w:val="left"/>
      <w:pPr>
        <w:ind w:left="1996" w:hanging="360"/>
      </w:pPr>
      <w:rPr>
        <w:rFonts w:ascii="Times New Roman" w:eastAsia="Times New Roman" w:hAnsi="Times New Roman" w:cs="Times New Roman"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2" w15:restartNumberingAfterBreak="0">
    <w:nsid w:val="0B363A9E"/>
    <w:multiLevelType w:val="hybridMultilevel"/>
    <w:tmpl w:val="F35E17FE"/>
    <w:lvl w:ilvl="0" w:tplc="94783314">
      <w:start w:val="2"/>
      <w:numFmt w:val="bullet"/>
      <w:lvlText w:val=""/>
      <w:lvlJc w:val="left"/>
      <w:pPr>
        <w:ind w:left="720" w:hanging="360"/>
      </w:pPr>
      <w:rPr>
        <w:rFonts w:ascii="Symbol" w:eastAsia="Times New Roman" w:hAnsi="Symbol" w:cstheme="maj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D3D0335"/>
    <w:multiLevelType w:val="hybridMultilevel"/>
    <w:tmpl w:val="335A912C"/>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4" w15:restartNumberingAfterBreak="0">
    <w:nsid w:val="0E0E7301"/>
    <w:multiLevelType w:val="hybridMultilevel"/>
    <w:tmpl w:val="5F3C15B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E436586"/>
    <w:multiLevelType w:val="hybridMultilevel"/>
    <w:tmpl w:val="E72E6E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EE927D6"/>
    <w:multiLevelType w:val="hybridMultilevel"/>
    <w:tmpl w:val="C79677A2"/>
    <w:lvl w:ilvl="0" w:tplc="7D5C972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F0A20A9"/>
    <w:multiLevelType w:val="hybridMultilevel"/>
    <w:tmpl w:val="43AC8B98"/>
    <w:lvl w:ilvl="0" w:tplc="380C0001">
      <w:start w:val="1"/>
      <w:numFmt w:val="bullet"/>
      <w:lvlText w:val=""/>
      <w:lvlJc w:val="left"/>
      <w:pPr>
        <w:ind w:left="720" w:hanging="360"/>
      </w:pPr>
      <w:rPr>
        <w:rFonts w:ascii="Symbol" w:hAnsi="Symbol" w:hint="default"/>
        <w:b w:val="0"/>
        <w:bCs/>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02E7466"/>
    <w:multiLevelType w:val="hybridMultilevel"/>
    <w:tmpl w:val="D786C4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0750680"/>
    <w:multiLevelType w:val="hybridMultilevel"/>
    <w:tmpl w:val="93967E12"/>
    <w:lvl w:ilvl="0" w:tplc="FF4A831E">
      <w:start w:val="8"/>
      <w:numFmt w:val="decimal"/>
      <w:lvlText w:val="%1."/>
      <w:lvlJc w:val="left"/>
      <w:pPr>
        <w:ind w:left="720" w:hanging="360"/>
      </w:pPr>
      <w:rPr>
        <w:rFonts w:cs="Myriad Pro Cond" w:hint="default"/>
        <w:b/>
        <w:color w:val="0000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08C798F"/>
    <w:multiLevelType w:val="hybridMultilevel"/>
    <w:tmpl w:val="E83A8EB6"/>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21" w15:restartNumberingAfterBreak="0">
    <w:nsid w:val="14D25F9D"/>
    <w:multiLevelType w:val="hybridMultilevel"/>
    <w:tmpl w:val="9EDE5B20"/>
    <w:lvl w:ilvl="0" w:tplc="040C0001">
      <w:start w:val="1"/>
      <w:numFmt w:val="bullet"/>
      <w:lvlText w:val=""/>
      <w:lvlJc w:val="left"/>
      <w:pPr>
        <w:ind w:left="1460" w:hanging="360"/>
      </w:pPr>
      <w:rPr>
        <w:rFonts w:ascii="Symbol" w:hAnsi="Symbol" w:hint="default"/>
      </w:rPr>
    </w:lvl>
    <w:lvl w:ilvl="1" w:tplc="040C0003" w:tentative="1">
      <w:start w:val="1"/>
      <w:numFmt w:val="bullet"/>
      <w:lvlText w:val="o"/>
      <w:lvlJc w:val="left"/>
      <w:pPr>
        <w:ind w:left="2180" w:hanging="360"/>
      </w:pPr>
      <w:rPr>
        <w:rFonts w:ascii="Courier New" w:hAnsi="Courier New" w:cs="Courier New" w:hint="default"/>
      </w:rPr>
    </w:lvl>
    <w:lvl w:ilvl="2" w:tplc="040C0005" w:tentative="1">
      <w:start w:val="1"/>
      <w:numFmt w:val="bullet"/>
      <w:lvlText w:val=""/>
      <w:lvlJc w:val="left"/>
      <w:pPr>
        <w:ind w:left="2900" w:hanging="360"/>
      </w:pPr>
      <w:rPr>
        <w:rFonts w:ascii="Wingdings" w:hAnsi="Wingdings" w:hint="default"/>
      </w:rPr>
    </w:lvl>
    <w:lvl w:ilvl="3" w:tplc="040C0001" w:tentative="1">
      <w:start w:val="1"/>
      <w:numFmt w:val="bullet"/>
      <w:lvlText w:val=""/>
      <w:lvlJc w:val="left"/>
      <w:pPr>
        <w:ind w:left="3620" w:hanging="360"/>
      </w:pPr>
      <w:rPr>
        <w:rFonts w:ascii="Symbol" w:hAnsi="Symbol" w:hint="default"/>
      </w:rPr>
    </w:lvl>
    <w:lvl w:ilvl="4" w:tplc="040C0003" w:tentative="1">
      <w:start w:val="1"/>
      <w:numFmt w:val="bullet"/>
      <w:lvlText w:val="o"/>
      <w:lvlJc w:val="left"/>
      <w:pPr>
        <w:ind w:left="4340" w:hanging="360"/>
      </w:pPr>
      <w:rPr>
        <w:rFonts w:ascii="Courier New" w:hAnsi="Courier New" w:cs="Courier New" w:hint="default"/>
      </w:rPr>
    </w:lvl>
    <w:lvl w:ilvl="5" w:tplc="040C0005" w:tentative="1">
      <w:start w:val="1"/>
      <w:numFmt w:val="bullet"/>
      <w:lvlText w:val=""/>
      <w:lvlJc w:val="left"/>
      <w:pPr>
        <w:ind w:left="5060" w:hanging="360"/>
      </w:pPr>
      <w:rPr>
        <w:rFonts w:ascii="Wingdings" w:hAnsi="Wingdings" w:hint="default"/>
      </w:rPr>
    </w:lvl>
    <w:lvl w:ilvl="6" w:tplc="040C0001" w:tentative="1">
      <w:start w:val="1"/>
      <w:numFmt w:val="bullet"/>
      <w:lvlText w:val=""/>
      <w:lvlJc w:val="left"/>
      <w:pPr>
        <w:ind w:left="5780" w:hanging="360"/>
      </w:pPr>
      <w:rPr>
        <w:rFonts w:ascii="Symbol" w:hAnsi="Symbol" w:hint="default"/>
      </w:rPr>
    </w:lvl>
    <w:lvl w:ilvl="7" w:tplc="040C0003" w:tentative="1">
      <w:start w:val="1"/>
      <w:numFmt w:val="bullet"/>
      <w:lvlText w:val="o"/>
      <w:lvlJc w:val="left"/>
      <w:pPr>
        <w:ind w:left="6500" w:hanging="360"/>
      </w:pPr>
      <w:rPr>
        <w:rFonts w:ascii="Courier New" w:hAnsi="Courier New" w:cs="Courier New" w:hint="default"/>
      </w:rPr>
    </w:lvl>
    <w:lvl w:ilvl="8" w:tplc="040C0005" w:tentative="1">
      <w:start w:val="1"/>
      <w:numFmt w:val="bullet"/>
      <w:lvlText w:val=""/>
      <w:lvlJc w:val="left"/>
      <w:pPr>
        <w:ind w:left="7220" w:hanging="360"/>
      </w:pPr>
      <w:rPr>
        <w:rFonts w:ascii="Wingdings" w:hAnsi="Wingdings" w:hint="default"/>
      </w:rPr>
    </w:lvl>
  </w:abstractNum>
  <w:abstractNum w:abstractNumId="22" w15:restartNumberingAfterBreak="0">
    <w:nsid w:val="151E5B1F"/>
    <w:multiLevelType w:val="hybridMultilevel"/>
    <w:tmpl w:val="58BCA0C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15BF06ED"/>
    <w:multiLevelType w:val="hybridMultilevel"/>
    <w:tmpl w:val="46F0B1E2"/>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24" w15:restartNumberingAfterBreak="0">
    <w:nsid w:val="15F754A2"/>
    <w:multiLevelType w:val="hybridMultilevel"/>
    <w:tmpl w:val="55AC0A72"/>
    <w:lvl w:ilvl="0" w:tplc="6DD0640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6E32782"/>
    <w:multiLevelType w:val="hybridMultilevel"/>
    <w:tmpl w:val="6B4A69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9080A01"/>
    <w:multiLevelType w:val="hybridMultilevel"/>
    <w:tmpl w:val="04C0A34C"/>
    <w:lvl w:ilvl="0" w:tplc="040C0005">
      <w:start w:val="1"/>
      <w:numFmt w:val="bullet"/>
      <w:lvlText w:val=""/>
      <w:lvlJc w:val="left"/>
      <w:pPr>
        <w:ind w:left="1146" w:hanging="360"/>
      </w:pPr>
      <w:rPr>
        <w:rFonts w:ascii="Wingdings" w:hAnsi="Wingdings"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1CA655EF"/>
    <w:multiLevelType w:val="hybridMultilevel"/>
    <w:tmpl w:val="1286F1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EC47978"/>
    <w:multiLevelType w:val="hybridMultilevel"/>
    <w:tmpl w:val="93B28590"/>
    <w:lvl w:ilvl="0" w:tplc="040C000B">
      <w:start w:val="1"/>
      <w:numFmt w:val="bullet"/>
      <w:lvlText w:val=""/>
      <w:lvlJc w:val="left"/>
      <w:pPr>
        <w:ind w:left="1350" w:hanging="360"/>
      </w:pPr>
      <w:rPr>
        <w:rFonts w:ascii="Wingdings" w:hAnsi="Wingdings"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29" w15:restartNumberingAfterBreak="0">
    <w:nsid w:val="20534D93"/>
    <w:multiLevelType w:val="hybridMultilevel"/>
    <w:tmpl w:val="67FE0F6A"/>
    <w:lvl w:ilvl="0" w:tplc="7D5C9720">
      <w:numFmt w:val="bullet"/>
      <w:lvlText w:val="-"/>
      <w:lvlJc w:val="left"/>
      <w:pPr>
        <w:ind w:left="1840" w:hanging="360"/>
      </w:pPr>
      <w:rPr>
        <w:rFonts w:ascii="Arial Narrow" w:eastAsia="Times New Roman" w:hAnsi="Arial Narrow" w:cs="Times New Roman" w:hint="default"/>
      </w:rPr>
    </w:lvl>
    <w:lvl w:ilvl="1" w:tplc="040C0003" w:tentative="1">
      <w:start w:val="1"/>
      <w:numFmt w:val="bullet"/>
      <w:lvlText w:val="o"/>
      <w:lvlJc w:val="left"/>
      <w:pPr>
        <w:ind w:left="2560" w:hanging="360"/>
      </w:pPr>
      <w:rPr>
        <w:rFonts w:ascii="Courier New" w:hAnsi="Courier New" w:cs="Courier New" w:hint="default"/>
      </w:rPr>
    </w:lvl>
    <w:lvl w:ilvl="2" w:tplc="040C0005" w:tentative="1">
      <w:start w:val="1"/>
      <w:numFmt w:val="bullet"/>
      <w:lvlText w:val=""/>
      <w:lvlJc w:val="left"/>
      <w:pPr>
        <w:ind w:left="3280" w:hanging="360"/>
      </w:pPr>
      <w:rPr>
        <w:rFonts w:ascii="Wingdings" w:hAnsi="Wingdings" w:hint="default"/>
      </w:rPr>
    </w:lvl>
    <w:lvl w:ilvl="3" w:tplc="040C0001" w:tentative="1">
      <w:start w:val="1"/>
      <w:numFmt w:val="bullet"/>
      <w:lvlText w:val=""/>
      <w:lvlJc w:val="left"/>
      <w:pPr>
        <w:ind w:left="4000" w:hanging="360"/>
      </w:pPr>
      <w:rPr>
        <w:rFonts w:ascii="Symbol" w:hAnsi="Symbol" w:hint="default"/>
      </w:rPr>
    </w:lvl>
    <w:lvl w:ilvl="4" w:tplc="040C0003" w:tentative="1">
      <w:start w:val="1"/>
      <w:numFmt w:val="bullet"/>
      <w:lvlText w:val="o"/>
      <w:lvlJc w:val="left"/>
      <w:pPr>
        <w:ind w:left="4720" w:hanging="360"/>
      </w:pPr>
      <w:rPr>
        <w:rFonts w:ascii="Courier New" w:hAnsi="Courier New" w:cs="Courier New" w:hint="default"/>
      </w:rPr>
    </w:lvl>
    <w:lvl w:ilvl="5" w:tplc="040C0005" w:tentative="1">
      <w:start w:val="1"/>
      <w:numFmt w:val="bullet"/>
      <w:lvlText w:val=""/>
      <w:lvlJc w:val="left"/>
      <w:pPr>
        <w:ind w:left="5440" w:hanging="360"/>
      </w:pPr>
      <w:rPr>
        <w:rFonts w:ascii="Wingdings" w:hAnsi="Wingdings" w:hint="default"/>
      </w:rPr>
    </w:lvl>
    <w:lvl w:ilvl="6" w:tplc="040C0001" w:tentative="1">
      <w:start w:val="1"/>
      <w:numFmt w:val="bullet"/>
      <w:lvlText w:val=""/>
      <w:lvlJc w:val="left"/>
      <w:pPr>
        <w:ind w:left="6160" w:hanging="360"/>
      </w:pPr>
      <w:rPr>
        <w:rFonts w:ascii="Symbol" w:hAnsi="Symbol" w:hint="default"/>
      </w:rPr>
    </w:lvl>
    <w:lvl w:ilvl="7" w:tplc="040C0003" w:tentative="1">
      <w:start w:val="1"/>
      <w:numFmt w:val="bullet"/>
      <w:lvlText w:val="o"/>
      <w:lvlJc w:val="left"/>
      <w:pPr>
        <w:ind w:left="6880" w:hanging="360"/>
      </w:pPr>
      <w:rPr>
        <w:rFonts w:ascii="Courier New" w:hAnsi="Courier New" w:cs="Courier New" w:hint="default"/>
      </w:rPr>
    </w:lvl>
    <w:lvl w:ilvl="8" w:tplc="040C0005" w:tentative="1">
      <w:start w:val="1"/>
      <w:numFmt w:val="bullet"/>
      <w:lvlText w:val=""/>
      <w:lvlJc w:val="left"/>
      <w:pPr>
        <w:ind w:left="7600" w:hanging="360"/>
      </w:pPr>
      <w:rPr>
        <w:rFonts w:ascii="Wingdings" w:hAnsi="Wingdings" w:hint="default"/>
      </w:rPr>
    </w:lvl>
  </w:abstractNum>
  <w:abstractNum w:abstractNumId="30" w15:restartNumberingAfterBreak="0">
    <w:nsid w:val="249B1167"/>
    <w:multiLevelType w:val="hybridMultilevel"/>
    <w:tmpl w:val="B08437AC"/>
    <w:lvl w:ilvl="0" w:tplc="D000378C">
      <w:numFmt w:val="bullet"/>
      <w:lvlText w:val="-"/>
      <w:lvlJc w:val="left"/>
      <w:pPr>
        <w:ind w:left="1340" w:hanging="360"/>
      </w:pPr>
      <w:rPr>
        <w:rFonts w:ascii="Calibri" w:eastAsiaTheme="minorEastAsia" w:hAnsi="Calibri" w:cs="Calibri" w:hint="default"/>
      </w:rPr>
    </w:lvl>
    <w:lvl w:ilvl="1" w:tplc="7D5C9720">
      <w:numFmt w:val="bullet"/>
      <w:lvlText w:val="-"/>
      <w:lvlJc w:val="left"/>
      <w:pPr>
        <w:ind w:left="2060" w:hanging="360"/>
      </w:pPr>
      <w:rPr>
        <w:rFonts w:ascii="Arial Narrow" w:eastAsia="Times New Roman" w:hAnsi="Arial Narrow" w:cs="Times New Roman" w:hint="default"/>
      </w:rPr>
    </w:lvl>
    <w:lvl w:ilvl="2" w:tplc="040C0005" w:tentative="1">
      <w:start w:val="1"/>
      <w:numFmt w:val="bullet"/>
      <w:lvlText w:val=""/>
      <w:lvlJc w:val="left"/>
      <w:pPr>
        <w:ind w:left="2780" w:hanging="360"/>
      </w:pPr>
      <w:rPr>
        <w:rFonts w:ascii="Wingdings" w:hAnsi="Wingdings" w:hint="default"/>
      </w:rPr>
    </w:lvl>
    <w:lvl w:ilvl="3" w:tplc="040C0001" w:tentative="1">
      <w:start w:val="1"/>
      <w:numFmt w:val="bullet"/>
      <w:lvlText w:val=""/>
      <w:lvlJc w:val="left"/>
      <w:pPr>
        <w:ind w:left="3500" w:hanging="360"/>
      </w:pPr>
      <w:rPr>
        <w:rFonts w:ascii="Symbol" w:hAnsi="Symbol" w:hint="default"/>
      </w:rPr>
    </w:lvl>
    <w:lvl w:ilvl="4" w:tplc="040C0003" w:tentative="1">
      <w:start w:val="1"/>
      <w:numFmt w:val="bullet"/>
      <w:lvlText w:val="o"/>
      <w:lvlJc w:val="left"/>
      <w:pPr>
        <w:ind w:left="4220" w:hanging="360"/>
      </w:pPr>
      <w:rPr>
        <w:rFonts w:ascii="Courier New" w:hAnsi="Courier New" w:cs="Courier New" w:hint="default"/>
      </w:rPr>
    </w:lvl>
    <w:lvl w:ilvl="5" w:tplc="040C0005" w:tentative="1">
      <w:start w:val="1"/>
      <w:numFmt w:val="bullet"/>
      <w:lvlText w:val=""/>
      <w:lvlJc w:val="left"/>
      <w:pPr>
        <w:ind w:left="4940" w:hanging="360"/>
      </w:pPr>
      <w:rPr>
        <w:rFonts w:ascii="Wingdings" w:hAnsi="Wingdings" w:hint="default"/>
      </w:rPr>
    </w:lvl>
    <w:lvl w:ilvl="6" w:tplc="040C0001" w:tentative="1">
      <w:start w:val="1"/>
      <w:numFmt w:val="bullet"/>
      <w:lvlText w:val=""/>
      <w:lvlJc w:val="left"/>
      <w:pPr>
        <w:ind w:left="5660" w:hanging="360"/>
      </w:pPr>
      <w:rPr>
        <w:rFonts w:ascii="Symbol" w:hAnsi="Symbol" w:hint="default"/>
      </w:rPr>
    </w:lvl>
    <w:lvl w:ilvl="7" w:tplc="040C0003" w:tentative="1">
      <w:start w:val="1"/>
      <w:numFmt w:val="bullet"/>
      <w:lvlText w:val="o"/>
      <w:lvlJc w:val="left"/>
      <w:pPr>
        <w:ind w:left="6380" w:hanging="360"/>
      </w:pPr>
      <w:rPr>
        <w:rFonts w:ascii="Courier New" w:hAnsi="Courier New" w:cs="Courier New" w:hint="default"/>
      </w:rPr>
    </w:lvl>
    <w:lvl w:ilvl="8" w:tplc="040C0005" w:tentative="1">
      <w:start w:val="1"/>
      <w:numFmt w:val="bullet"/>
      <w:lvlText w:val=""/>
      <w:lvlJc w:val="left"/>
      <w:pPr>
        <w:ind w:left="7100" w:hanging="360"/>
      </w:pPr>
      <w:rPr>
        <w:rFonts w:ascii="Wingdings" w:hAnsi="Wingdings" w:hint="default"/>
      </w:rPr>
    </w:lvl>
  </w:abstractNum>
  <w:abstractNum w:abstractNumId="31" w15:restartNumberingAfterBreak="0">
    <w:nsid w:val="251D0719"/>
    <w:multiLevelType w:val="hybridMultilevel"/>
    <w:tmpl w:val="A9FA5D30"/>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5E16423"/>
    <w:multiLevelType w:val="hybridMultilevel"/>
    <w:tmpl w:val="9954B8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8F50A69"/>
    <w:multiLevelType w:val="hybridMultilevel"/>
    <w:tmpl w:val="1098D404"/>
    <w:lvl w:ilvl="0" w:tplc="D000378C">
      <w:numFmt w:val="bullet"/>
      <w:lvlText w:val="-"/>
      <w:lvlJc w:val="left"/>
      <w:pPr>
        <w:ind w:left="216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ABB7080"/>
    <w:multiLevelType w:val="hybridMultilevel"/>
    <w:tmpl w:val="4D0C2CFE"/>
    <w:lvl w:ilvl="0" w:tplc="040C000D">
      <w:start w:val="1"/>
      <w:numFmt w:val="bullet"/>
      <w:lvlText w:val=""/>
      <w:lvlJc w:val="left"/>
      <w:pPr>
        <w:ind w:left="1440" w:hanging="360"/>
      </w:pPr>
      <w:rPr>
        <w:rFonts w:ascii="Wingdings" w:hAnsi="Wingdings" w:hint="default"/>
      </w:rPr>
    </w:lvl>
    <w:lvl w:ilvl="1" w:tplc="D000378C">
      <w:numFmt w:val="bullet"/>
      <w:lvlText w:val="-"/>
      <w:lvlJc w:val="left"/>
      <w:pPr>
        <w:ind w:left="2160" w:hanging="360"/>
      </w:pPr>
      <w:rPr>
        <w:rFonts w:ascii="Calibri" w:eastAsiaTheme="minorEastAsia" w:hAnsi="Calibri" w:cs="Calibri"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2AE8479D"/>
    <w:multiLevelType w:val="hybridMultilevel"/>
    <w:tmpl w:val="03CE3EAE"/>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222EC81E">
      <w:start w:val="1"/>
      <w:numFmt w:val="decimal"/>
      <w:lvlText w:val="%3."/>
      <w:lvlJc w:val="left"/>
      <w:pPr>
        <w:ind w:left="502" w:hanging="360"/>
      </w:pPr>
      <w:rPr>
        <w:rFonts w:ascii="Times New Roman" w:eastAsia="Times New Roman" w:hAnsi="Times New Roman" w:cs="Times New Roman"/>
        <w:color w:val="000000" w:themeColor="text1"/>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2D7D4B6E"/>
    <w:multiLevelType w:val="hybridMultilevel"/>
    <w:tmpl w:val="234A4B34"/>
    <w:lvl w:ilvl="0" w:tplc="7D5C9720">
      <w:numFmt w:val="bullet"/>
      <w:lvlText w:val="-"/>
      <w:lvlJc w:val="left"/>
      <w:pPr>
        <w:ind w:left="720" w:hanging="360"/>
      </w:pPr>
      <w:rPr>
        <w:rFonts w:ascii="Arial Narrow" w:eastAsia="Times New Roman" w:hAnsi="Arial Narrow"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3824DDC"/>
    <w:multiLevelType w:val="hybridMultilevel"/>
    <w:tmpl w:val="721C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75273A2"/>
    <w:multiLevelType w:val="hybridMultilevel"/>
    <w:tmpl w:val="43601C28"/>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40" w15:restartNumberingAfterBreak="0">
    <w:nsid w:val="3778264F"/>
    <w:multiLevelType w:val="hybridMultilevel"/>
    <w:tmpl w:val="BB949DC2"/>
    <w:lvl w:ilvl="0" w:tplc="CC3E1666">
      <w:start w:val="1"/>
      <w:numFmt w:val="bullet"/>
      <w:lvlText w:val=""/>
      <w:lvlJc w:val="left"/>
      <w:pPr>
        <w:ind w:left="720" w:hanging="360"/>
      </w:pPr>
      <w:rPr>
        <w:rFonts w:ascii="Wingdings" w:hAnsi="Wingdings" w:hint="default"/>
        <w:sz w:val="24"/>
        <w:szCs w:val="7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7E92B3C"/>
    <w:multiLevelType w:val="hybridMultilevel"/>
    <w:tmpl w:val="C4801494"/>
    <w:lvl w:ilvl="0" w:tplc="7D5C9720">
      <w:numFmt w:val="bullet"/>
      <w:lvlText w:val="-"/>
      <w:lvlJc w:val="left"/>
      <w:pPr>
        <w:ind w:left="1211" w:hanging="360"/>
      </w:pPr>
      <w:rPr>
        <w:rFonts w:ascii="Arial Narrow" w:eastAsia="Times New Roman" w:hAnsi="Arial Narrow"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2" w15:restartNumberingAfterBreak="0">
    <w:nsid w:val="3CBE7BFA"/>
    <w:multiLevelType w:val="hybridMultilevel"/>
    <w:tmpl w:val="CD0A8F58"/>
    <w:lvl w:ilvl="0" w:tplc="7D5C972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D621F2F"/>
    <w:multiLevelType w:val="hybridMultilevel"/>
    <w:tmpl w:val="ED6024C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4AF0142B"/>
    <w:multiLevelType w:val="hybridMultilevel"/>
    <w:tmpl w:val="50C61794"/>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45" w15:restartNumberingAfterBreak="0">
    <w:nsid w:val="4B0D68FC"/>
    <w:multiLevelType w:val="hybridMultilevel"/>
    <w:tmpl w:val="A0CC38C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BEA1FD0"/>
    <w:multiLevelType w:val="hybridMultilevel"/>
    <w:tmpl w:val="70D62E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CAE6854"/>
    <w:multiLevelType w:val="hybridMultilevel"/>
    <w:tmpl w:val="78DAC588"/>
    <w:lvl w:ilvl="0" w:tplc="7D82893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CF7771E"/>
    <w:multiLevelType w:val="hybridMultilevel"/>
    <w:tmpl w:val="1F0685F8"/>
    <w:lvl w:ilvl="0" w:tplc="7D5C9720">
      <w:numFmt w:val="bullet"/>
      <w:lvlText w:val="-"/>
      <w:lvlJc w:val="left"/>
      <w:pPr>
        <w:ind w:left="1840" w:hanging="360"/>
      </w:pPr>
      <w:rPr>
        <w:rFonts w:ascii="Arial Narrow" w:eastAsia="Times New Roman" w:hAnsi="Arial Narrow" w:cs="Times New Roman" w:hint="default"/>
      </w:rPr>
    </w:lvl>
    <w:lvl w:ilvl="1" w:tplc="040C0003" w:tentative="1">
      <w:start w:val="1"/>
      <w:numFmt w:val="bullet"/>
      <w:lvlText w:val="o"/>
      <w:lvlJc w:val="left"/>
      <w:pPr>
        <w:ind w:left="2560" w:hanging="360"/>
      </w:pPr>
      <w:rPr>
        <w:rFonts w:ascii="Courier New" w:hAnsi="Courier New" w:cs="Courier New" w:hint="default"/>
      </w:rPr>
    </w:lvl>
    <w:lvl w:ilvl="2" w:tplc="040C0005" w:tentative="1">
      <w:start w:val="1"/>
      <w:numFmt w:val="bullet"/>
      <w:lvlText w:val=""/>
      <w:lvlJc w:val="left"/>
      <w:pPr>
        <w:ind w:left="3280" w:hanging="360"/>
      </w:pPr>
      <w:rPr>
        <w:rFonts w:ascii="Wingdings" w:hAnsi="Wingdings" w:hint="default"/>
      </w:rPr>
    </w:lvl>
    <w:lvl w:ilvl="3" w:tplc="040C0001" w:tentative="1">
      <w:start w:val="1"/>
      <w:numFmt w:val="bullet"/>
      <w:lvlText w:val=""/>
      <w:lvlJc w:val="left"/>
      <w:pPr>
        <w:ind w:left="4000" w:hanging="360"/>
      </w:pPr>
      <w:rPr>
        <w:rFonts w:ascii="Symbol" w:hAnsi="Symbol" w:hint="default"/>
      </w:rPr>
    </w:lvl>
    <w:lvl w:ilvl="4" w:tplc="040C0003" w:tentative="1">
      <w:start w:val="1"/>
      <w:numFmt w:val="bullet"/>
      <w:lvlText w:val="o"/>
      <w:lvlJc w:val="left"/>
      <w:pPr>
        <w:ind w:left="4720" w:hanging="360"/>
      </w:pPr>
      <w:rPr>
        <w:rFonts w:ascii="Courier New" w:hAnsi="Courier New" w:cs="Courier New" w:hint="default"/>
      </w:rPr>
    </w:lvl>
    <w:lvl w:ilvl="5" w:tplc="040C0005" w:tentative="1">
      <w:start w:val="1"/>
      <w:numFmt w:val="bullet"/>
      <w:lvlText w:val=""/>
      <w:lvlJc w:val="left"/>
      <w:pPr>
        <w:ind w:left="5440" w:hanging="360"/>
      </w:pPr>
      <w:rPr>
        <w:rFonts w:ascii="Wingdings" w:hAnsi="Wingdings" w:hint="default"/>
      </w:rPr>
    </w:lvl>
    <w:lvl w:ilvl="6" w:tplc="040C0001" w:tentative="1">
      <w:start w:val="1"/>
      <w:numFmt w:val="bullet"/>
      <w:lvlText w:val=""/>
      <w:lvlJc w:val="left"/>
      <w:pPr>
        <w:ind w:left="6160" w:hanging="360"/>
      </w:pPr>
      <w:rPr>
        <w:rFonts w:ascii="Symbol" w:hAnsi="Symbol" w:hint="default"/>
      </w:rPr>
    </w:lvl>
    <w:lvl w:ilvl="7" w:tplc="040C0003" w:tentative="1">
      <w:start w:val="1"/>
      <w:numFmt w:val="bullet"/>
      <w:lvlText w:val="o"/>
      <w:lvlJc w:val="left"/>
      <w:pPr>
        <w:ind w:left="6880" w:hanging="360"/>
      </w:pPr>
      <w:rPr>
        <w:rFonts w:ascii="Courier New" w:hAnsi="Courier New" w:cs="Courier New" w:hint="default"/>
      </w:rPr>
    </w:lvl>
    <w:lvl w:ilvl="8" w:tplc="040C0005" w:tentative="1">
      <w:start w:val="1"/>
      <w:numFmt w:val="bullet"/>
      <w:lvlText w:val=""/>
      <w:lvlJc w:val="left"/>
      <w:pPr>
        <w:ind w:left="7600" w:hanging="360"/>
      </w:pPr>
      <w:rPr>
        <w:rFonts w:ascii="Wingdings" w:hAnsi="Wingdings" w:hint="default"/>
      </w:rPr>
    </w:lvl>
  </w:abstractNum>
  <w:abstractNum w:abstractNumId="49" w15:restartNumberingAfterBreak="0">
    <w:nsid w:val="4E652CEA"/>
    <w:multiLevelType w:val="hybridMultilevel"/>
    <w:tmpl w:val="C59A5D74"/>
    <w:lvl w:ilvl="0" w:tplc="040C000B">
      <w:start w:val="1"/>
      <w:numFmt w:val="bullet"/>
      <w:lvlText w:val=""/>
      <w:lvlJc w:val="left"/>
      <w:pPr>
        <w:ind w:left="1320" w:hanging="360"/>
      </w:pPr>
      <w:rPr>
        <w:rFonts w:ascii="Wingdings" w:hAnsi="Wingdings" w:hint="default"/>
      </w:rPr>
    </w:lvl>
    <w:lvl w:ilvl="1" w:tplc="040C0003" w:tentative="1">
      <w:start w:val="1"/>
      <w:numFmt w:val="bullet"/>
      <w:lvlText w:val="o"/>
      <w:lvlJc w:val="left"/>
      <w:pPr>
        <w:ind w:left="2040" w:hanging="360"/>
      </w:pPr>
      <w:rPr>
        <w:rFonts w:ascii="Courier New" w:hAnsi="Courier New" w:cs="Courier New" w:hint="default"/>
      </w:rPr>
    </w:lvl>
    <w:lvl w:ilvl="2" w:tplc="040C0005" w:tentative="1">
      <w:start w:val="1"/>
      <w:numFmt w:val="bullet"/>
      <w:lvlText w:val=""/>
      <w:lvlJc w:val="left"/>
      <w:pPr>
        <w:ind w:left="2760" w:hanging="360"/>
      </w:pPr>
      <w:rPr>
        <w:rFonts w:ascii="Wingdings" w:hAnsi="Wingdings" w:hint="default"/>
      </w:rPr>
    </w:lvl>
    <w:lvl w:ilvl="3" w:tplc="040C0001" w:tentative="1">
      <w:start w:val="1"/>
      <w:numFmt w:val="bullet"/>
      <w:lvlText w:val=""/>
      <w:lvlJc w:val="left"/>
      <w:pPr>
        <w:ind w:left="3480" w:hanging="360"/>
      </w:pPr>
      <w:rPr>
        <w:rFonts w:ascii="Symbol" w:hAnsi="Symbol" w:hint="default"/>
      </w:rPr>
    </w:lvl>
    <w:lvl w:ilvl="4" w:tplc="040C0003" w:tentative="1">
      <w:start w:val="1"/>
      <w:numFmt w:val="bullet"/>
      <w:lvlText w:val="o"/>
      <w:lvlJc w:val="left"/>
      <w:pPr>
        <w:ind w:left="4200" w:hanging="360"/>
      </w:pPr>
      <w:rPr>
        <w:rFonts w:ascii="Courier New" w:hAnsi="Courier New" w:cs="Courier New" w:hint="default"/>
      </w:rPr>
    </w:lvl>
    <w:lvl w:ilvl="5" w:tplc="040C0005" w:tentative="1">
      <w:start w:val="1"/>
      <w:numFmt w:val="bullet"/>
      <w:lvlText w:val=""/>
      <w:lvlJc w:val="left"/>
      <w:pPr>
        <w:ind w:left="4920" w:hanging="360"/>
      </w:pPr>
      <w:rPr>
        <w:rFonts w:ascii="Wingdings" w:hAnsi="Wingdings" w:hint="default"/>
      </w:rPr>
    </w:lvl>
    <w:lvl w:ilvl="6" w:tplc="040C0001" w:tentative="1">
      <w:start w:val="1"/>
      <w:numFmt w:val="bullet"/>
      <w:lvlText w:val=""/>
      <w:lvlJc w:val="left"/>
      <w:pPr>
        <w:ind w:left="5640" w:hanging="360"/>
      </w:pPr>
      <w:rPr>
        <w:rFonts w:ascii="Symbol" w:hAnsi="Symbol" w:hint="default"/>
      </w:rPr>
    </w:lvl>
    <w:lvl w:ilvl="7" w:tplc="040C0003" w:tentative="1">
      <w:start w:val="1"/>
      <w:numFmt w:val="bullet"/>
      <w:lvlText w:val="o"/>
      <w:lvlJc w:val="left"/>
      <w:pPr>
        <w:ind w:left="6360" w:hanging="360"/>
      </w:pPr>
      <w:rPr>
        <w:rFonts w:ascii="Courier New" w:hAnsi="Courier New" w:cs="Courier New" w:hint="default"/>
      </w:rPr>
    </w:lvl>
    <w:lvl w:ilvl="8" w:tplc="040C0005" w:tentative="1">
      <w:start w:val="1"/>
      <w:numFmt w:val="bullet"/>
      <w:lvlText w:val=""/>
      <w:lvlJc w:val="left"/>
      <w:pPr>
        <w:ind w:left="7080" w:hanging="360"/>
      </w:pPr>
      <w:rPr>
        <w:rFonts w:ascii="Wingdings" w:hAnsi="Wingdings" w:hint="default"/>
      </w:rPr>
    </w:lvl>
  </w:abstractNum>
  <w:abstractNum w:abstractNumId="50" w15:restartNumberingAfterBreak="0">
    <w:nsid w:val="4F87305E"/>
    <w:multiLevelType w:val="hybridMultilevel"/>
    <w:tmpl w:val="D5E690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1E87429"/>
    <w:multiLevelType w:val="hybridMultilevel"/>
    <w:tmpl w:val="2FE0F930"/>
    <w:lvl w:ilvl="0" w:tplc="7D5C972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522D4C91"/>
    <w:multiLevelType w:val="hybridMultilevel"/>
    <w:tmpl w:val="18B63FBC"/>
    <w:lvl w:ilvl="0" w:tplc="DB24B2DC">
      <w:start w:val="1"/>
      <w:numFmt w:val="bullet"/>
      <w:lvlText w:val="•"/>
      <w:lvlJc w:val="left"/>
      <w:pPr>
        <w:ind w:left="720" w:hanging="360"/>
      </w:pPr>
      <w:rPr>
        <w:rFonts w:asciiTheme="minorBidi" w:eastAsiaTheme="minorHAnsi" w:hAnsiTheme="minorBid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5D474FC"/>
    <w:multiLevelType w:val="hybridMultilevel"/>
    <w:tmpl w:val="2E7CB8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6930959"/>
    <w:multiLevelType w:val="hybridMultilevel"/>
    <w:tmpl w:val="937A23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868515A"/>
    <w:multiLevelType w:val="hybridMultilevel"/>
    <w:tmpl w:val="773220CA"/>
    <w:lvl w:ilvl="0" w:tplc="7D5C9720">
      <w:numFmt w:val="bullet"/>
      <w:lvlText w:val="-"/>
      <w:lvlJc w:val="left"/>
      <w:pPr>
        <w:ind w:left="1854" w:hanging="360"/>
      </w:pPr>
      <w:rPr>
        <w:rFonts w:ascii="Arial Narrow" w:eastAsia="Times New Roman" w:hAnsi="Arial Narrow"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6" w15:restartNumberingAfterBreak="0">
    <w:nsid w:val="5B0755F3"/>
    <w:multiLevelType w:val="hybridMultilevel"/>
    <w:tmpl w:val="9C3424B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C3E0617"/>
    <w:multiLevelType w:val="hybridMultilevel"/>
    <w:tmpl w:val="BFCEB670"/>
    <w:lvl w:ilvl="0" w:tplc="A26A2884">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D9F66AE"/>
    <w:multiLevelType w:val="hybridMultilevel"/>
    <w:tmpl w:val="6AD4C146"/>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59" w15:restartNumberingAfterBreak="0">
    <w:nsid w:val="5DB06BCE"/>
    <w:multiLevelType w:val="hybridMultilevel"/>
    <w:tmpl w:val="2DCEA7A8"/>
    <w:lvl w:ilvl="0" w:tplc="7D82893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FBE53B3"/>
    <w:multiLevelType w:val="hybridMultilevel"/>
    <w:tmpl w:val="9B5CA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2301F0D"/>
    <w:multiLevelType w:val="hybridMultilevel"/>
    <w:tmpl w:val="D4987866"/>
    <w:lvl w:ilvl="0" w:tplc="040C0017">
      <w:start w:val="1"/>
      <w:numFmt w:val="lowerLetter"/>
      <w:lvlText w:val="%1)"/>
      <w:lvlJc w:val="left"/>
      <w:pPr>
        <w:tabs>
          <w:tab w:val="num" w:pos="1353"/>
        </w:tabs>
        <w:ind w:left="1353" w:hanging="360"/>
      </w:pPr>
    </w:lvl>
    <w:lvl w:ilvl="1" w:tplc="040C0019" w:tentative="1">
      <w:start w:val="1"/>
      <w:numFmt w:val="lowerLetter"/>
      <w:lvlText w:val="%2."/>
      <w:lvlJc w:val="left"/>
      <w:pPr>
        <w:tabs>
          <w:tab w:val="num" w:pos="1865"/>
        </w:tabs>
        <w:ind w:left="1865" w:hanging="360"/>
      </w:pPr>
    </w:lvl>
    <w:lvl w:ilvl="2" w:tplc="040C001B" w:tentative="1">
      <w:start w:val="1"/>
      <w:numFmt w:val="lowerRoman"/>
      <w:lvlText w:val="%3."/>
      <w:lvlJc w:val="right"/>
      <w:pPr>
        <w:tabs>
          <w:tab w:val="num" w:pos="2585"/>
        </w:tabs>
        <w:ind w:left="2585" w:hanging="180"/>
      </w:pPr>
    </w:lvl>
    <w:lvl w:ilvl="3" w:tplc="040C000F" w:tentative="1">
      <w:start w:val="1"/>
      <w:numFmt w:val="decimal"/>
      <w:lvlText w:val="%4."/>
      <w:lvlJc w:val="left"/>
      <w:pPr>
        <w:tabs>
          <w:tab w:val="num" w:pos="3305"/>
        </w:tabs>
        <w:ind w:left="3305" w:hanging="360"/>
      </w:pPr>
    </w:lvl>
    <w:lvl w:ilvl="4" w:tplc="040C0019" w:tentative="1">
      <w:start w:val="1"/>
      <w:numFmt w:val="lowerLetter"/>
      <w:lvlText w:val="%5."/>
      <w:lvlJc w:val="left"/>
      <w:pPr>
        <w:tabs>
          <w:tab w:val="num" w:pos="4025"/>
        </w:tabs>
        <w:ind w:left="4025" w:hanging="360"/>
      </w:pPr>
    </w:lvl>
    <w:lvl w:ilvl="5" w:tplc="040C001B" w:tentative="1">
      <w:start w:val="1"/>
      <w:numFmt w:val="lowerRoman"/>
      <w:lvlText w:val="%6."/>
      <w:lvlJc w:val="right"/>
      <w:pPr>
        <w:tabs>
          <w:tab w:val="num" w:pos="4745"/>
        </w:tabs>
        <w:ind w:left="4745" w:hanging="180"/>
      </w:pPr>
    </w:lvl>
    <w:lvl w:ilvl="6" w:tplc="040C000F" w:tentative="1">
      <w:start w:val="1"/>
      <w:numFmt w:val="decimal"/>
      <w:lvlText w:val="%7."/>
      <w:lvlJc w:val="left"/>
      <w:pPr>
        <w:tabs>
          <w:tab w:val="num" w:pos="5465"/>
        </w:tabs>
        <w:ind w:left="5465" w:hanging="360"/>
      </w:pPr>
    </w:lvl>
    <w:lvl w:ilvl="7" w:tplc="040C0019" w:tentative="1">
      <w:start w:val="1"/>
      <w:numFmt w:val="lowerLetter"/>
      <w:lvlText w:val="%8."/>
      <w:lvlJc w:val="left"/>
      <w:pPr>
        <w:tabs>
          <w:tab w:val="num" w:pos="6185"/>
        </w:tabs>
        <w:ind w:left="6185" w:hanging="360"/>
      </w:pPr>
    </w:lvl>
    <w:lvl w:ilvl="8" w:tplc="040C001B" w:tentative="1">
      <w:start w:val="1"/>
      <w:numFmt w:val="lowerRoman"/>
      <w:lvlText w:val="%9."/>
      <w:lvlJc w:val="right"/>
      <w:pPr>
        <w:tabs>
          <w:tab w:val="num" w:pos="6905"/>
        </w:tabs>
        <w:ind w:left="6905" w:hanging="180"/>
      </w:pPr>
    </w:lvl>
  </w:abstractNum>
  <w:abstractNum w:abstractNumId="62" w15:restartNumberingAfterBreak="0">
    <w:nsid w:val="63767E9D"/>
    <w:multiLevelType w:val="hybridMultilevel"/>
    <w:tmpl w:val="1EAC10C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3"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659A7FAA"/>
    <w:multiLevelType w:val="hybridMultilevel"/>
    <w:tmpl w:val="55AC0A72"/>
    <w:lvl w:ilvl="0" w:tplc="6DD0640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659E28C6"/>
    <w:multiLevelType w:val="hybridMultilevel"/>
    <w:tmpl w:val="C7D261F2"/>
    <w:lvl w:ilvl="0" w:tplc="7D5C9720">
      <w:numFmt w:val="bullet"/>
      <w:lvlText w:val="-"/>
      <w:lvlJc w:val="left"/>
      <w:pPr>
        <w:ind w:left="1004" w:hanging="360"/>
      </w:pPr>
      <w:rPr>
        <w:rFonts w:ascii="Arial Narrow" w:eastAsia="Times New Roman" w:hAnsi="Arial Narrow"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6" w15:restartNumberingAfterBreak="0">
    <w:nsid w:val="66232940"/>
    <w:multiLevelType w:val="hybridMultilevel"/>
    <w:tmpl w:val="F2BE2A40"/>
    <w:lvl w:ilvl="0" w:tplc="8FD2E29A">
      <w:start w:val="1"/>
      <w:numFmt w:val="decimal"/>
      <w:lvlText w:val="%1."/>
      <w:lvlJc w:val="left"/>
      <w:pPr>
        <w:ind w:left="786" w:hanging="360"/>
      </w:pPr>
      <w:rPr>
        <w:rFonts w:hint="default"/>
        <w:b w:val="0"/>
        <w:bCs/>
        <w:sz w:val="24"/>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7" w15:restartNumberingAfterBreak="0">
    <w:nsid w:val="679F11BE"/>
    <w:multiLevelType w:val="hybridMultilevel"/>
    <w:tmpl w:val="3AC8882A"/>
    <w:lvl w:ilvl="0" w:tplc="040C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8" w15:restartNumberingAfterBreak="0">
    <w:nsid w:val="681C5985"/>
    <w:multiLevelType w:val="hybridMultilevel"/>
    <w:tmpl w:val="1472A48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BAB54B6"/>
    <w:multiLevelType w:val="hybridMultilevel"/>
    <w:tmpl w:val="30C6A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CA25C35"/>
    <w:multiLevelType w:val="hybridMultilevel"/>
    <w:tmpl w:val="7C52DD48"/>
    <w:lvl w:ilvl="0" w:tplc="7D5C9720">
      <w:numFmt w:val="bullet"/>
      <w:lvlText w:val="-"/>
      <w:lvlJc w:val="left"/>
      <w:pPr>
        <w:ind w:left="1460" w:hanging="360"/>
      </w:pPr>
      <w:rPr>
        <w:rFonts w:ascii="Arial Narrow" w:eastAsia="Times New Roman" w:hAnsi="Arial Narrow" w:cs="Times New Roman" w:hint="default"/>
      </w:rPr>
    </w:lvl>
    <w:lvl w:ilvl="1" w:tplc="040C0003" w:tentative="1">
      <w:start w:val="1"/>
      <w:numFmt w:val="bullet"/>
      <w:lvlText w:val="o"/>
      <w:lvlJc w:val="left"/>
      <w:pPr>
        <w:ind w:left="2180" w:hanging="360"/>
      </w:pPr>
      <w:rPr>
        <w:rFonts w:ascii="Courier New" w:hAnsi="Courier New" w:cs="Courier New" w:hint="default"/>
      </w:rPr>
    </w:lvl>
    <w:lvl w:ilvl="2" w:tplc="040C0005" w:tentative="1">
      <w:start w:val="1"/>
      <w:numFmt w:val="bullet"/>
      <w:lvlText w:val=""/>
      <w:lvlJc w:val="left"/>
      <w:pPr>
        <w:ind w:left="2900" w:hanging="360"/>
      </w:pPr>
      <w:rPr>
        <w:rFonts w:ascii="Wingdings" w:hAnsi="Wingdings" w:hint="default"/>
      </w:rPr>
    </w:lvl>
    <w:lvl w:ilvl="3" w:tplc="040C0001" w:tentative="1">
      <w:start w:val="1"/>
      <w:numFmt w:val="bullet"/>
      <w:lvlText w:val=""/>
      <w:lvlJc w:val="left"/>
      <w:pPr>
        <w:ind w:left="3620" w:hanging="360"/>
      </w:pPr>
      <w:rPr>
        <w:rFonts w:ascii="Symbol" w:hAnsi="Symbol" w:hint="default"/>
      </w:rPr>
    </w:lvl>
    <w:lvl w:ilvl="4" w:tplc="040C0003" w:tentative="1">
      <w:start w:val="1"/>
      <w:numFmt w:val="bullet"/>
      <w:lvlText w:val="o"/>
      <w:lvlJc w:val="left"/>
      <w:pPr>
        <w:ind w:left="4340" w:hanging="360"/>
      </w:pPr>
      <w:rPr>
        <w:rFonts w:ascii="Courier New" w:hAnsi="Courier New" w:cs="Courier New" w:hint="default"/>
      </w:rPr>
    </w:lvl>
    <w:lvl w:ilvl="5" w:tplc="040C0005" w:tentative="1">
      <w:start w:val="1"/>
      <w:numFmt w:val="bullet"/>
      <w:lvlText w:val=""/>
      <w:lvlJc w:val="left"/>
      <w:pPr>
        <w:ind w:left="5060" w:hanging="360"/>
      </w:pPr>
      <w:rPr>
        <w:rFonts w:ascii="Wingdings" w:hAnsi="Wingdings" w:hint="default"/>
      </w:rPr>
    </w:lvl>
    <w:lvl w:ilvl="6" w:tplc="040C0001" w:tentative="1">
      <w:start w:val="1"/>
      <w:numFmt w:val="bullet"/>
      <w:lvlText w:val=""/>
      <w:lvlJc w:val="left"/>
      <w:pPr>
        <w:ind w:left="5780" w:hanging="360"/>
      </w:pPr>
      <w:rPr>
        <w:rFonts w:ascii="Symbol" w:hAnsi="Symbol" w:hint="default"/>
      </w:rPr>
    </w:lvl>
    <w:lvl w:ilvl="7" w:tplc="040C0003" w:tentative="1">
      <w:start w:val="1"/>
      <w:numFmt w:val="bullet"/>
      <w:lvlText w:val="o"/>
      <w:lvlJc w:val="left"/>
      <w:pPr>
        <w:ind w:left="6500" w:hanging="360"/>
      </w:pPr>
      <w:rPr>
        <w:rFonts w:ascii="Courier New" w:hAnsi="Courier New" w:cs="Courier New" w:hint="default"/>
      </w:rPr>
    </w:lvl>
    <w:lvl w:ilvl="8" w:tplc="040C0005" w:tentative="1">
      <w:start w:val="1"/>
      <w:numFmt w:val="bullet"/>
      <w:lvlText w:val=""/>
      <w:lvlJc w:val="left"/>
      <w:pPr>
        <w:ind w:left="7220" w:hanging="360"/>
      </w:pPr>
      <w:rPr>
        <w:rFonts w:ascii="Wingdings" w:hAnsi="Wingdings" w:hint="default"/>
      </w:rPr>
    </w:lvl>
  </w:abstractNum>
  <w:abstractNum w:abstractNumId="7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D662A9F"/>
    <w:multiLevelType w:val="hybridMultilevel"/>
    <w:tmpl w:val="C0BA53DE"/>
    <w:lvl w:ilvl="0" w:tplc="8FD2E29A">
      <w:start w:val="1"/>
      <w:numFmt w:val="decimal"/>
      <w:lvlText w:val="%1."/>
      <w:lvlJc w:val="left"/>
      <w:pPr>
        <w:ind w:left="928" w:hanging="360"/>
      </w:pPr>
      <w:rPr>
        <w:rFonts w:hint="default"/>
        <w:b w:val="0"/>
        <w:bCs/>
        <w:sz w:val="24"/>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74" w15:restartNumberingAfterBreak="0">
    <w:nsid w:val="6FC64E5C"/>
    <w:multiLevelType w:val="hybridMultilevel"/>
    <w:tmpl w:val="A106E1E0"/>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75" w15:restartNumberingAfterBreak="0">
    <w:nsid w:val="6FC776D7"/>
    <w:multiLevelType w:val="hybridMultilevel"/>
    <w:tmpl w:val="57D28304"/>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76" w15:restartNumberingAfterBreak="0">
    <w:nsid w:val="6FEE3D28"/>
    <w:multiLevelType w:val="hybridMultilevel"/>
    <w:tmpl w:val="7A26983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0694466"/>
    <w:multiLevelType w:val="hybridMultilevel"/>
    <w:tmpl w:val="A3BAC8F0"/>
    <w:lvl w:ilvl="0" w:tplc="7D5C972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5272775"/>
    <w:multiLevelType w:val="hybridMultilevel"/>
    <w:tmpl w:val="DA22FBF0"/>
    <w:lvl w:ilvl="0" w:tplc="380C0001">
      <w:start w:val="1"/>
      <w:numFmt w:val="bullet"/>
      <w:lvlText w:val=""/>
      <w:lvlJc w:val="left"/>
      <w:pPr>
        <w:tabs>
          <w:tab w:val="num" w:pos="1068"/>
        </w:tabs>
        <w:ind w:left="1068" w:hanging="360"/>
      </w:pPr>
      <w:rPr>
        <w:rFonts w:ascii="Symbol" w:hAnsi="Symbol" w:hint="default"/>
        <w:b w:val="0"/>
        <w:bCs/>
        <w:sz w:val="24"/>
      </w:rPr>
    </w:lvl>
    <w:lvl w:ilvl="1" w:tplc="040C0003">
      <w:start w:val="1"/>
      <w:numFmt w:val="decimal"/>
      <w:lvlText w:val="%2."/>
      <w:lvlJc w:val="left"/>
      <w:pPr>
        <w:tabs>
          <w:tab w:val="num" w:pos="360"/>
        </w:tabs>
        <w:ind w:left="36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9" w15:restartNumberingAfterBreak="0">
    <w:nsid w:val="77402A3B"/>
    <w:multiLevelType w:val="hybridMultilevel"/>
    <w:tmpl w:val="91922D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0" w15:restartNumberingAfterBreak="0">
    <w:nsid w:val="79480045"/>
    <w:multiLevelType w:val="hybridMultilevel"/>
    <w:tmpl w:val="259AD19E"/>
    <w:lvl w:ilvl="0" w:tplc="7D5C9720">
      <w:numFmt w:val="bullet"/>
      <w:lvlText w:val="-"/>
      <w:lvlJc w:val="left"/>
      <w:pPr>
        <w:ind w:left="1840" w:hanging="360"/>
      </w:pPr>
      <w:rPr>
        <w:rFonts w:ascii="Arial Narrow" w:eastAsia="Times New Roman" w:hAnsi="Arial Narrow" w:cs="Times New Roman" w:hint="default"/>
      </w:rPr>
    </w:lvl>
    <w:lvl w:ilvl="1" w:tplc="040C0003" w:tentative="1">
      <w:start w:val="1"/>
      <w:numFmt w:val="bullet"/>
      <w:lvlText w:val="o"/>
      <w:lvlJc w:val="left"/>
      <w:pPr>
        <w:ind w:left="2560" w:hanging="360"/>
      </w:pPr>
      <w:rPr>
        <w:rFonts w:ascii="Courier New" w:hAnsi="Courier New" w:cs="Courier New" w:hint="default"/>
      </w:rPr>
    </w:lvl>
    <w:lvl w:ilvl="2" w:tplc="040C0005" w:tentative="1">
      <w:start w:val="1"/>
      <w:numFmt w:val="bullet"/>
      <w:lvlText w:val=""/>
      <w:lvlJc w:val="left"/>
      <w:pPr>
        <w:ind w:left="3280" w:hanging="360"/>
      </w:pPr>
      <w:rPr>
        <w:rFonts w:ascii="Wingdings" w:hAnsi="Wingdings" w:hint="default"/>
      </w:rPr>
    </w:lvl>
    <w:lvl w:ilvl="3" w:tplc="040C0001" w:tentative="1">
      <w:start w:val="1"/>
      <w:numFmt w:val="bullet"/>
      <w:lvlText w:val=""/>
      <w:lvlJc w:val="left"/>
      <w:pPr>
        <w:ind w:left="4000" w:hanging="360"/>
      </w:pPr>
      <w:rPr>
        <w:rFonts w:ascii="Symbol" w:hAnsi="Symbol" w:hint="default"/>
      </w:rPr>
    </w:lvl>
    <w:lvl w:ilvl="4" w:tplc="040C0003" w:tentative="1">
      <w:start w:val="1"/>
      <w:numFmt w:val="bullet"/>
      <w:lvlText w:val="o"/>
      <w:lvlJc w:val="left"/>
      <w:pPr>
        <w:ind w:left="4720" w:hanging="360"/>
      </w:pPr>
      <w:rPr>
        <w:rFonts w:ascii="Courier New" w:hAnsi="Courier New" w:cs="Courier New" w:hint="default"/>
      </w:rPr>
    </w:lvl>
    <w:lvl w:ilvl="5" w:tplc="040C0005" w:tentative="1">
      <w:start w:val="1"/>
      <w:numFmt w:val="bullet"/>
      <w:lvlText w:val=""/>
      <w:lvlJc w:val="left"/>
      <w:pPr>
        <w:ind w:left="5440" w:hanging="360"/>
      </w:pPr>
      <w:rPr>
        <w:rFonts w:ascii="Wingdings" w:hAnsi="Wingdings" w:hint="default"/>
      </w:rPr>
    </w:lvl>
    <w:lvl w:ilvl="6" w:tplc="040C0001" w:tentative="1">
      <w:start w:val="1"/>
      <w:numFmt w:val="bullet"/>
      <w:lvlText w:val=""/>
      <w:lvlJc w:val="left"/>
      <w:pPr>
        <w:ind w:left="6160" w:hanging="360"/>
      </w:pPr>
      <w:rPr>
        <w:rFonts w:ascii="Symbol" w:hAnsi="Symbol" w:hint="default"/>
      </w:rPr>
    </w:lvl>
    <w:lvl w:ilvl="7" w:tplc="040C0003" w:tentative="1">
      <w:start w:val="1"/>
      <w:numFmt w:val="bullet"/>
      <w:lvlText w:val="o"/>
      <w:lvlJc w:val="left"/>
      <w:pPr>
        <w:ind w:left="6880" w:hanging="360"/>
      </w:pPr>
      <w:rPr>
        <w:rFonts w:ascii="Courier New" w:hAnsi="Courier New" w:cs="Courier New" w:hint="default"/>
      </w:rPr>
    </w:lvl>
    <w:lvl w:ilvl="8" w:tplc="040C0005" w:tentative="1">
      <w:start w:val="1"/>
      <w:numFmt w:val="bullet"/>
      <w:lvlText w:val=""/>
      <w:lvlJc w:val="left"/>
      <w:pPr>
        <w:ind w:left="7600" w:hanging="360"/>
      </w:pPr>
      <w:rPr>
        <w:rFonts w:ascii="Wingdings" w:hAnsi="Wingdings" w:hint="default"/>
      </w:rPr>
    </w:lvl>
  </w:abstractNum>
  <w:abstractNum w:abstractNumId="81" w15:restartNumberingAfterBreak="0">
    <w:nsid w:val="79D37419"/>
    <w:multiLevelType w:val="hybridMultilevel"/>
    <w:tmpl w:val="F32EE910"/>
    <w:lvl w:ilvl="0" w:tplc="C5E2126E">
      <w:start w:val="2"/>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2" w15:restartNumberingAfterBreak="0">
    <w:nsid w:val="79E76D2B"/>
    <w:multiLevelType w:val="hybridMultilevel"/>
    <w:tmpl w:val="65A837EC"/>
    <w:lvl w:ilvl="0" w:tplc="A434C77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7AC8203B"/>
    <w:multiLevelType w:val="hybridMultilevel"/>
    <w:tmpl w:val="582CF410"/>
    <w:lvl w:ilvl="0" w:tplc="040C0017">
      <w:start w:val="1"/>
      <w:numFmt w:val="lowerLetter"/>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84" w15:restartNumberingAfterBreak="0">
    <w:nsid w:val="7B8A3E62"/>
    <w:multiLevelType w:val="hybridMultilevel"/>
    <w:tmpl w:val="FFF28FDA"/>
    <w:lvl w:ilvl="0" w:tplc="040C0001">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85" w15:restartNumberingAfterBreak="0">
    <w:nsid w:val="7CC27191"/>
    <w:multiLevelType w:val="hybridMultilevel"/>
    <w:tmpl w:val="E77AB2EE"/>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86" w15:restartNumberingAfterBreak="0">
    <w:nsid w:val="7CF33FE6"/>
    <w:multiLevelType w:val="hybridMultilevel"/>
    <w:tmpl w:val="25D48732"/>
    <w:lvl w:ilvl="0" w:tplc="7D82893C">
      <w:start w:val="1"/>
      <w:numFmt w:val="bullet"/>
      <w:lvlText w:val="-"/>
      <w:lvlJc w:val="left"/>
      <w:pPr>
        <w:ind w:left="1636" w:hanging="360"/>
      </w:pPr>
      <w:rPr>
        <w:rFonts w:ascii="Times New Roman" w:eastAsia="Times New Roman" w:hAnsi="Times New Roman" w:cs="Times New Roman"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87" w15:restartNumberingAfterBreak="0">
    <w:nsid w:val="7D527CCA"/>
    <w:multiLevelType w:val="hybridMultilevel"/>
    <w:tmpl w:val="41A008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7D7847F0"/>
    <w:multiLevelType w:val="hybridMultilevel"/>
    <w:tmpl w:val="19DEDA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7DEA4443"/>
    <w:multiLevelType w:val="hybridMultilevel"/>
    <w:tmpl w:val="6D3E64A6"/>
    <w:lvl w:ilvl="0" w:tplc="040C0001">
      <w:start w:val="1"/>
      <w:numFmt w:val="bullet"/>
      <w:lvlText w:val=""/>
      <w:lvlJc w:val="left"/>
      <w:pPr>
        <w:ind w:left="720" w:hanging="360"/>
      </w:pPr>
      <w:rPr>
        <w:rFonts w:ascii="Symbol" w:hAnsi="Symbol" w:hint="default"/>
      </w:rPr>
    </w:lvl>
    <w:lvl w:ilvl="1" w:tplc="DB24B2DC">
      <w:start w:val="1"/>
      <w:numFmt w:val="bullet"/>
      <w:lvlText w:val="•"/>
      <w:lvlJc w:val="left"/>
      <w:pPr>
        <w:ind w:left="1430" w:hanging="350"/>
      </w:pPr>
      <w:rPr>
        <w:rFonts w:asciiTheme="minorBidi" w:eastAsiaTheme="minorHAnsi" w:hAnsiTheme="minorBid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61"/>
  </w:num>
  <w:num w:numId="3">
    <w:abstractNumId w:val="83"/>
  </w:num>
  <w:num w:numId="4">
    <w:abstractNumId w:val="2"/>
  </w:num>
  <w:num w:numId="5">
    <w:abstractNumId w:val="71"/>
  </w:num>
  <w:num w:numId="6">
    <w:abstractNumId w:val="37"/>
  </w:num>
  <w:num w:numId="7">
    <w:abstractNumId w:val="50"/>
  </w:num>
  <w:num w:numId="8">
    <w:abstractNumId w:val="63"/>
  </w:num>
  <w:num w:numId="9">
    <w:abstractNumId w:val="8"/>
  </w:num>
  <w:num w:numId="10">
    <w:abstractNumId w:val="67"/>
  </w:num>
  <w:num w:numId="11">
    <w:abstractNumId w:val="78"/>
  </w:num>
  <w:num w:numId="12">
    <w:abstractNumId w:val="66"/>
  </w:num>
  <w:num w:numId="13">
    <w:abstractNumId w:val="73"/>
  </w:num>
  <w:num w:numId="14">
    <w:abstractNumId w:val="35"/>
  </w:num>
  <w:num w:numId="15">
    <w:abstractNumId w:val="57"/>
  </w:num>
  <w:num w:numId="16">
    <w:abstractNumId w:val="64"/>
  </w:num>
  <w:num w:numId="17">
    <w:abstractNumId w:val="24"/>
  </w:num>
  <w:num w:numId="18">
    <w:abstractNumId w:val="12"/>
  </w:num>
  <w:num w:numId="19">
    <w:abstractNumId w:val="47"/>
  </w:num>
  <w:num w:numId="20">
    <w:abstractNumId w:val="26"/>
  </w:num>
  <w:num w:numId="21">
    <w:abstractNumId w:val="34"/>
  </w:num>
  <w:num w:numId="22">
    <w:abstractNumId w:val="69"/>
  </w:num>
  <w:num w:numId="23">
    <w:abstractNumId w:val="39"/>
  </w:num>
  <w:num w:numId="24">
    <w:abstractNumId w:val="28"/>
  </w:num>
  <w:num w:numId="25">
    <w:abstractNumId w:val="23"/>
  </w:num>
  <w:num w:numId="26">
    <w:abstractNumId w:val="13"/>
  </w:num>
  <w:num w:numId="27">
    <w:abstractNumId w:val="49"/>
  </w:num>
  <w:num w:numId="28">
    <w:abstractNumId w:val="75"/>
  </w:num>
  <w:num w:numId="29">
    <w:abstractNumId w:val="74"/>
  </w:num>
  <w:num w:numId="30">
    <w:abstractNumId w:val="44"/>
  </w:num>
  <w:num w:numId="31">
    <w:abstractNumId w:val="85"/>
  </w:num>
  <w:num w:numId="32">
    <w:abstractNumId w:val="20"/>
  </w:num>
  <w:num w:numId="33">
    <w:abstractNumId w:val="6"/>
  </w:num>
  <w:num w:numId="34">
    <w:abstractNumId w:val="53"/>
  </w:num>
  <w:num w:numId="35">
    <w:abstractNumId w:val="21"/>
  </w:num>
  <w:num w:numId="36">
    <w:abstractNumId w:val="62"/>
  </w:num>
  <w:num w:numId="37">
    <w:abstractNumId w:val="15"/>
  </w:num>
  <w:num w:numId="38">
    <w:abstractNumId w:val="76"/>
  </w:num>
  <w:num w:numId="39">
    <w:abstractNumId w:val="18"/>
  </w:num>
  <w:num w:numId="40">
    <w:abstractNumId w:val="89"/>
  </w:num>
  <w:num w:numId="41">
    <w:abstractNumId w:val="46"/>
  </w:num>
  <w:num w:numId="42">
    <w:abstractNumId w:val="22"/>
  </w:num>
  <w:num w:numId="43">
    <w:abstractNumId w:val="70"/>
  </w:num>
  <w:num w:numId="44">
    <w:abstractNumId w:val="58"/>
  </w:num>
  <w:num w:numId="45">
    <w:abstractNumId w:val="55"/>
  </w:num>
  <w:num w:numId="46">
    <w:abstractNumId w:val="5"/>
  </w:num>
  <w:num w:numId="47">
    <w:abstractNumId w:val="29"/>
  </w:num>
  <w:num w:numId="48">
    <w:abstractNumId w:val="80"/>
  </w:num>
  <w:num w:numId="49">
    <w:abstractNumId w:val="48"/>
  </w:num>
  <w:num w:numId="50">
    <w:abstractNumId w:val="33"/>
  </w:num>
  <w:num w:numId="51">
    <w:abstractNumId w:val="51"/>
  </w:num>
  <w:num w:numId="52">
    <w:abstractNumId w:val="30"/>
  </w:num>
  <w:num w:numId="53">
    <w:abstractNumId w:val="27"/>
  </w:num>
  <w:num w:numId="54">
    <w:abstractNumId w:val="86"/>
  </w:num>
  <w:num w:numId="55">
    <w:abstractNumId w:val="11"/>
  </w:num>
  <w:num w:numId="56">
    <w:abstractNumId w:val="84"/>
  </w:num>
  <w:num w:numId="57">
    <w:abstractNumId w:val="68"/>
  </w:num>
  <w:num w:numId="58">
    <w:abstractNumId w:val="56"/>
  </w:num>
  <w:num w:numId="59">
    <w:abstractNumId w:val="19"/>
  </w:num>
  <w:num w:numId="60">
    <w:abstractNumId w:val="45"/>
  </w:num>
  <w:num w:numId="61">
    <w:abstractNumId w:val="25"/>
  </w:num>
  <w:num w:numId="62">
    <w:abstractNumId w:val="54"/>
  </w:num>
  <w:num w:numId="63">
    <w:abstractNumId w:val="36"/>
  </w:num>
  <w:num w:numId="64">
    <w:abstractNumId w:val="16"/>
  </w:num>
  <w:num w:numId="65">
    <w:abstractNumId w:val="41"/>
  </w:num>
  <w:num w:numId="66">
    <w:abstractNumId w:val="7"/>
  </w:num>
  <w:num w:numId="67">
    <w:abstractNumId w:val="42"/>
  </w:num>
  <w:num w:numId="68">
    <w:abstractNumId w:val="77"/>
  </w:num>
  <w:num w:numId="69">
    <w:abstractNumId w:val="65"/>
  </w:num>
  <w:num w:numId="70">
    <w:abstractNumId w:val="82"/>
  </w:num>
  <w:num w:numId="71">
    <w:abstractNumId w:val="14"/>
  </w:num>
  <w:num w:numId="72">
    <w:abstractNumId w:val="59"/>
  </w:num>
  <w:num w:numId="73">
    <w:abstractNumId w:val="81"/>
  </w:num>
  <w:num w:numId="74">
    <w:abstractNumId w:val="10"/>
  </w:num>
  <w:num w:numId="75">
    <w:abstractNumId w:val="43"/>
  </w:num>
  <w:num w:numId="76">
    <w:abstractNumId w:val="0"/>
  </w:num>
  <w:num w:numId="77">
    <w:abstractNumId w:val="72"/>
  </w:num>
  <w:num w:numId="78">
    <w:abstractNumId w:val="9"/>
  </w:num>
  <w:num w:numId="79">
    <w:abstractNumId w:val="1"/>
  </w:num>
  <w:num w:numId="80">
    <w:abstractNumId w:val="31"/>
  </w:num>
  <w:num w:numId="81">
    <w:abstractNumId w:val="38"/>
  </w:num>
  <w:num w:numId="82">
    <w:abstractNumId w:val="4"/>
  </w:num>
  <w:num w:numId="83">
    <w:abstractNumId w:val="40"/>
  </w:num>
  <w:num w:numId="84">
    <w:abstractNumId w:val="88"/>
  </w:num>
  <w:num w:numId="85">
    <w:abstractNumId w:val="52"/>
  </w:num>
  <w:num w:numId="86">
    <w:abstractNumId w:val="17"/>
  </w:num>
  <w:num w:numId="87">
    <w:abstractNumId w:val="60"/>
  </w:num>
  <w:num w:numId="88">
    <w:abstractNumId w:val="32"/>
  </w:num>
  <w:num w:numId="89">
    <w:abstractNumId w:val="79"/>
  </w:num>
  <w:num w:numId="90">
    <w:abstractNumId w:val="8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DEE"/>
    <w:rsid w:val="0000021E"/>
    <w:rsid w:val="000006A6"/>
    <w:rsid w:val="000006FB"/>
    <w:rsid w:val="00000FBD"/>
    <w:rsid w:val="00001E61"/>
    <w:rsid w:val="00002565"/>
    <w:rsid w:val="000033F3"/>
    <w:rsid w:val="00004C52"/>
    <w:rsid w:val="00004EB3"/>
    <w:rsid w:val="00005E10"/>
    <w:rsid w:val="00005E2D"/>
    <w:rsid w:val="00005FD6"/>
    <w:rsid w:val="0000603D"/>
    <w:rsid w:val="000079F2"/>
    <w:rsid w:val="00010015"/>
    <w:rsid w:val="0001006E"/>
    <w:rsid w:val="0001040C"/>
    <w:rsid w:val="00010527"/>
    <w:rsid w:val="00010F70"/>
    <w:rsid w:val="00011CED"/>
    <w:rsid w:val="0001215B"/>
    <w:rsid w:val="000132B9"/>
    <w:rsid w:val="000133E3"/>
    <w:rsid w:val="000145D6"/>
    <w:rsid w:val="00014A36"/>
    <w:rsid w:val="00015126"/>
    <w:rsid w:val="00015D4F"/>
    <w:rsid w:val="00015EB4"/>
    <w:rsid w:val="00016665"/>
    <w:rsid w:val="00016B8A"/>
    <w:rsid w:val="000172CF"/>
    <w:rsid w:val="00017490"/>
    <w:rsid w:val="00017FE4"/>
    <w:rsid w:val="00020EE1"/>
    <w:rsid w:val="000210DB"/>
    <w:rsid w:val="00021846"/>
    <w:rsid w:val="0002333C"/>
    <w:rsid w:val="000235BF"/>
    <w:rsid w:val="00023A87"/>
    <w:rsid w:val="00024200"/>
    <w:rsid w:val="00024515"/>
    <w:rsid w:val="00025535"/>
    <w:rsid w:val="00025823"/>
    <w:rsid w:val="00026343"/>
    <w:rsid w:val="0002643D"/>
    <w:rsid w:val="0002658D"/>
    <w:rsid w:val="00026FCC"/>
    <w:rsid w:val="0002728A"/>
    <w:rsid w:val="000273B9"/>
    <w:rsid w:val="00027461"/>
    <w:rsid w:val="0002747E"/>
    <w:rsid w:val="000278A2"/>
    <w:rsid w:val="000278B6"/>
    <w:rsid w:val="00027EF5"/>
    <w:rsid w:val="00031A63"/>
    <w:rsid w:val="00032AEC"/>
    <w:rsid w:val="00032BA8"/>
    <w:rsid w:val="000330DF"/>
    <w:rsid w:val="00033209"/>
    <w:rsid w:val="000338F1"/>
    <w:rsid w:val="00033BAB"/>
    <w:rsid w:val="00034A51"/>
    <w:rsid w:val="00035760"/>
    <w:rsid w:val="00035966"/>
    <w:rsid w:val="00035D71"/>
    <w:rsid w:val="000362E5"/>
    <w:rsid w:val="00036335"/>
    <w:rsid w:val="00037C26"/>
    <w:rsid w:val="000402B3"/>
    <w:rsid w:val="000402F5"/>
    <w:rsid w:val="000403DA"/>
    <w:rsid w:val="00040470"/>
    <w:rsid w:val="000406D1"/>
    <w:rsid w:val="00040A57"/>
    <w:rsid w:val="00040B55"/>
    <w:rsid w:val="00041219"/>
    <w:rsid w:val="00041BCA"/>
    <w:rsid w:val="000425C7"/>
    <w:rsid w:val="00042CD4"/>
    <w:rsid w:val="0004310C"/>
    <w:rsid w:val="000431B2"/>
    <w:rsid w:val="00043485"/>
    <w:rsid w:val="000438DC"/>
    <w:rsid w:val="0004425A"/>
    <w:rsid w:val="00044AF0"/>
    <w:rsid w:val="00044B5E"/>
    <w:rsid w:val="0004574C"/>
    <w:rsid w:val="00045C46"/>
    <w:rsid w:val="00046236"/>
    <w:rsid w:val="000463B7"/>
    <w:rsid w:val="00046F39"/>
    <w:rsid w:val="00047977"/>
    <w:rsid w:val="00047C50"/>
    <w:rsid w:val="00047D18"/>
    <w:rsid w:val="0005022D"/>
    <w:rsid w:val="000509AB"/>
    <w:rsid w:val="00050C6B"/>
    <w:rsid w:val="000515DE"/>
    <w:rsid w:val="0005176F"/>
    <w:rsid w:val="00051B40"/>
    <w:rsid w:val="000521B8"/>
    <w:rsid w:val="00052767"/>
    <w:rsid w:val="00052C0E"/>
    <w:rsid w:val="00052C63"/>
    <w:rsid w:val="000537C9"/>
    <w:rsid w:val="00053C69"/>
    <w:rsid w:val="000552BC"/>
    <w:rsid w:val="000558AA"/>
    <w:rsid w:val="000559B0"/>
    <w:rsid w:val="00055C92"/>
    <w:rsid w:val="000567FC"/>
    <w:rsid w:val="00057128"/>
    <w:rsid w:val="000572B0"/>
    <w:rsid w:val="0005784D"/>
    <w:rsid w:val="00057AE9"/>
    <w:rsid w:val="00057B6D"/>
    <w:rsid w:val="00060606"/>
    <w:rsid w:val="00060630"/>
    <w:rsid w:val="00060F40"/>
    <w:rsid w:val="00061603"/>
    <w:rsid w:val="00061654"/>
    <w:rsid w:val="00061AEB"/>
    <w:rsid w:val="00061B95"/>
    <w:rsid w:val="00061BC8"/>
    <w:rsid w:val="0006305B"/>
    <w:rsid w:val="00063AEF"/>
    <w:rsid w:val="000641AF"/>
    <w:rsid w:val="000648E2"/>
    <w:rsid w:val="000653F5"/>
    <w:rsid w:val="00065CAE"/>
    <w:rsid w:val="00065EAB"/>
    <w:rsid w:val="000679AB"/>
    <w:rsid w:val="0007003B"/>
    <w:rsid w:val="000705BC"/>
    <w:rsid w:val="0007092A"/>
    <w:rsid w:val="00070A12"/>
    <w:rsid w:val="00070EC9"/>
    <w:rsid w:val="0007156A"/>
    <w:rsid w:val="00071920"/>
    <w:rsid w:val="00072766"/>
    <w:rsid w:val="0007279F"/>
    <w:rsid w:val="00072BA1"/>
    <w:rsid w:val="00072CD0"/>
    <w:rsid w:val="00074705"/>
    <w:rsid w:val="00074731"/>
    <w:rsid w:val="00074B3A"/>
    <w:rsid w:val="00074C57"/>
    <w:rsid w:val="00075CC8"/>
    <w:rsid w:val="00076730"/>
    <w:rsid w:val="00076E76"/>
    <w:rsid w:val="00077E89"/>
    <w:rsid w:val="0008006F"/>
    <w:rsid w:val="000801B3"/>
    <w:rsid w:val="00080A59"/>
    <w:rsid w:val="00080A93"/>
    <w:rsid w:val="0008129B"/>
    <w:rsid w:val="00081CF2"/>
    <w:rsid w:val="000832C7"/>
    <w:rsid w:val="000836DE"/>
    <w:rsid w:val="000837EE"/>
    <w:rsid w:val="00083A93"/>
    <w:rsid w:val="00083BA3"/>
    <w:rsid w:val="00083CDF"/>
    <w:rsid w:val="0008419E"/>
    <w:rsid w:val="00084842"/>
    <w:rsid w:val="00084F6F"/>
    <w:rsid w:val="00085502"/>
    <w:rsid w:val="00085B97"/>
    <w:rsid w:val="00085F78"/>
    <w:rsid w:val="000867A5"/>
    <w:rsid w:val="000875D6"/>
    <w:rsid w:val="00087773"/>
    <w:rsid w:val="00087C34"/>
    <w:rsid w:val="0009091F"/>
    <w:rsid w:val="00091183"/>
    <w:rsid w:val="0009283F"/>
    <w:rsid w:val="00092AE1"/>
    <w:rsid w:val="00092BA3"/>
    <w:rsid w:val="00093046"/>
    <w:rsid w:val="000930B7"/>
    <w:rsid w:val="00093188"/>
    <w:rsid w:val="00093CF1"/>
    <w:rsid w:val="000941E6"/>
    <w:rsid w:val="0009459C"/>
    <w:rsid w:val="00094E7E"/>
    <w:rsid w:val="0009589D"/>
    <w:rsid w:val="00095B3D"/>
    <w:rsid w:val="000967FF"/>
    <w:rsid w:val="000969C7"/>
    <w:rsid w:val="00096C04"/>
    <w:rsid w:val="00096C9D"/>
    <w:rsid w:val="00097D9B"/>
    <w:rsid w:val="000A0B86"/>
    <w:rsid w:val="000A106E"/>
    <w:rsid w:val="000A127C"/>
    <w:rsid w:val="000A1CD0"/>
    <w:rsid w:val="000A2A9E"/>
    <w:rsid w:val="000A2ADE"/>
    <w:rsid w:val="000A3681"/>
    <w:rsid w:val="000A3767"/>
    <w:rsid w:val="000A3CA6"/>
    <w:rsid w:val="000A4D2C"/>
    <w:rsid w:val="000A51F6"/>
    <w:rsid w:val="000A5236"/>
    <w:rsid w:val="000A65FB"/>
    <w:rsid w:val="000A7605"/>
    <w:rsid w:val="000B0B2E"/>
    <w:rsid w:val="000B14F2"/>
    <w:rsid w:val="000B193A"/>
    <w:rsid w:val="000B1D41"/>
    <w:rsid w:val="000B20A5"/>
    <w:rsid w:val="000B25F1"/>
    <w:rsid w:val="000B2AA8"/>
    <w:rsid w:val="000B2CAA"/>
    <w:rsid w:val="000B3300"/>
    <w:rsid w:val="000B4482"/>
    <w:rsid w:val="000B4483"/>
    <w:rsid w:val="000B5126"/>
    <w:rsid w:val="000B626A"/>
    <w:rsid w:val="000B67DB"/>
    <w:rsid w:val="000B6BCB"/>
    <w:rsid w:val="000B6C37"/>
    <w:rsid w:val="000B796C"/>
    <w:rsid w:val="000B7E32"/>
    <w:rsid w:val="000C03F0"/>
    <w:rsid w:val="000C0487"/>
    <w:rsid w:val="000C10CD"/>
    <w:rsid w:val="000C1122"/>
    <w:rsid w:val="000C17E8"/>
    <w:rsid w:val="000C1896"/>
    <w:rsid w:val="000C1B2E"/>
    <w:rsid w:val="000C2048"/>
    <w:rsid w:val="000C2344"/>
    <w:rsid w:val="000C2674"/>
    <w:rsid w:val="000C31A3"/>
    <w:rsid w:val="000C4DC0"/>
    <w:rsid w:val="000C531C"/>
    <w:rsid w:val="000C627D"/>
    <w:rsid w:val="000C63FC"/>
    <w:rsid w:val="000C640C"/>
    <w:rsid w:val="000C69CC"/>
    <w:rsid w:val="000C6FB1"/>
    <w:rsid w:val="000C73C1"/>
    <w:rsid w:val="000C7425"/>
    <w:rsid w:val="000C742E"/>
    <w:rsid w:val="000C74FE"/>
    <w:rsid w:val="000D00C5"/>
    <w:rsid w:val="000D0309"/>
    <w:rsid w:val="000D05D2"/>
    <w:rsid w:val="000D079E"/>
    <w:rsid w:val="000D0EAE"/>
    <w:rsid w:val="000D143A"/>
    <w:rsid w:val="000D1C34"/>
    <w:rsid w:val="000D2075"/>
    <w:rsid w:val="000D21F7"/>
    <w:rsid w:val="000D255C"/>
    <w:rsid w:val="000D25B9"/>
    <w:rsid w:val="000D25FA"/>
    <w:rsid w:val="000D2DC3"/>
    <w:rsid w:val="000D311B"/>
    <w:rsid w:val="000D3EE5"/>
    <w:rsid w:val="000D3F88"/>
    <w:rsid w:val="000D490F"/>
    <w:rsid w:val="000D49DC"/>
    <w:rsid w:val="000D49F9"/>
    <w:rsid w:val="000D5050"/>
    <w:rsid w:val="000D5300"/>
    <w:rsid w:val="000D53FA"/>
    <w:rsid w:val="000D56DD"/>
    <w:rsid w:val="000D5BD2"/>
    <w:rsid w:val="000D5C1B"/>
    <w:rsid w:val="000D60BA"/>
    <w:rsid w:val="000D6300"/>
    <w:rsid w:val="000D6831"/>
    <w:rsid w:val="000D6DF6"/>
    <w:rsid w:val="000D7229"/>
    <w:rsid w:val="000D7304"/>
    <w:rsid w:val="000D77AF"/>
    <w:rsid w:val="000D7E5A"/>
    <w:rsid w:val="000E05DF"/>
    <w:rsid w:val="000E09A8"/>
    <w:rsid w:val="000E1208"/>
    <w:rsid w:val="000E1D36"/>
    <w:rsid w:val="000E2056"/>
    <w:rsid w:val="000E2E26"/>
    <w:rsid w:val="000E2EE1"/>
    <w:rsid w:val="000E302B"/>
    <w:rsid w:val="000E3178"/>
    <w:rsid w:val="000E3AC1"/>
    <w:rsid w:val="000E4160"/>
    <w:rsid w:val="000E4A22"/>
    <w:rsid w:val="000E4B9C"/>
    <w:rsid w:val="000E4E73"/>
    <w:rsid w:val="000E56E3"/>
    <w:rsid w:val="000E6034"/>
    <w:rsid w:val="000E6201"/>
    <w:rsid w:val="000E6827"/>
    <w:rsid w:val="000E6D61"/>
    <w:rsid w:val="000E7CA0"/>
    <w:rsid w:val="000F234F"/>
    <w:rsid w:val="000F25AB"/>
    <w:rsid w:val="000F260C"/>
    <w:rsid w:val="000F2DB3"/>
    <w:rsid w:val="000F3211"/>
    <w:rsid w:val="000F3397"/>
    <w:rsid w:val="000F36FB"/>
    <w:rsid w:val="000F3A90"/>
    <w:rsid w:val="000F53D9"/>
    <w:rsid w:val="000F5A4F"/>
    <w:rsid w:val="000F6CC9"/>
    <w:rsid w:val="000F6D14"/>
    <w:rsid w:val="000F7224"/>
    <w:rsid w:val="000F759A"/>
    <w:rsid w:val="000F7934"/>
    <w:rsid w:val="000F7DD3"/>
    <w:rsid w:val="0010019A"/>
    <w:rsid w:val="001005B0"/>
    <w:rsid w:val="00100897"/>
    <w:rsid w:val="00100D0E"/>
    <w:rsid w:val="001011F7"/>
    <w:rsid w:val="001018CA"/>
    <w:rsid w:val="00102B7A"/>
    <w:rsid w:val="00102F3A"/>
    <w:rsid w:val="001037DB"/>
    <w:rsid w:val="00103AEB"/>
    <w:rsid w:val="00104121"/>
    <w:rsid w:val="00104258"/>
    <w:rsid w:val="00104522"/>
    <w:rsid w:val="00104A9A"/>
    <w:rsid w:val="00104C4C"/>
    <w:rsid w:val="00105022"/>
    <w:rsid w:val="00105635"/>
    <w:rsid w:val="00105A40"/>
    <w:rsid w:val="001077DA"/>
    <w:rsid w:val="00107A09"/>
    <w:rsid w:val="00107B1D"/>
    <w:rsid w:val="00107B7C"/>
    <w:rsid w:val="00111616"/>
    <w:rsid w:val="0011175C"/>
    <w:rsid w:val="00111989"/>
    <w:rsid w:val="00111E85"/>
    <w:rsid w:val="00112304"/>
    <w:rsid w:val="001127F2"/>
    <w:rsid w:val="00112CD8"/>
    <w:rsid w:val="00112F36"/>
    <w:rsid w:val="00113070"/>
    <w:rsid w:val="00114BB7"/>
    <w:rsid w:val="00115400"/>
    <w:rsid w:val="0011574E"/>
    <w:rsid w:val="001169C0"/>
    <w:rsid w:val="00116E7D"/>
    <w:rsid w:val="00117FB3"/>
    <w:rsid w:val="00121824"/>
    <w:rsid w:val="00121B30"/>
    <w:rsid w:val="00121B47"/>
    <w:rsid w:val="00121D06"/>
    <w:rsid w:val="00121E6B"/>
    <w:rsid w:val="00121ED7"/>
    <w:rsid w:val="00122DD6"/>
    <w:rsid w:val="001233C0"/>
    <w:rsid w:val="00123BA3"/>
    <w:rsid w:val="00123C3B"/>
    <w:rsid w:val="00124081"/>
    <w:rsid w:val="00124156"/>
    <w:rsid w:val="00124823"/>
    <w:rsid w:val="00124C83"/>
    <w:rsid w:val="00125D81"/>
    <w:rsid w:val="00125ED0"/>
    <w:rsid w:val="00126043"/>
    <w:rsid w:val="00126469"/>
    <w:rsid w:val="00126730"/>
    <w:rsid w:val="0012703B"/>
    <w:rsid w:val="00127985"/>
    <w:rsid w:val="00130468"/>
    <w:rsid w:val="00130ADB"/>
    <w:rsid w:val="00130E96"/>
    <w:rsid w:val="001312B0"/>
    <w:rsid w:val="00132147"/>
    <w:rsid w:val="00132D8B"/>
    <w:rsid w:val="001331D5"/>
    <w:rsid w:val="00133D75"/>
    <w:rsid w:val="00134445"/>
    <w:rsid w:val="001346C1"/>
    <w:rsid w:val="001348EE"/>
    <w:rsid w:val="00134B0F"/>
    <w:rsid w:val="00134F6E"/>
    <w:rsid w:val="001355ED"/>
    <w:rsid w:val="00135E29"/>
    <w:rsid w:val="0013601C"/>
    <w:rsid w:val="0013624F"/>
    <w:rsid w:val="00136325"/>
    <w:rsid w:val="00136347"/>
    <w:rsid w:val="00136A45"/>
    <w:rsid w:val="00136FE4"/>
    <w:rsid w:val="0013748F"/>
    <w:rsid w:val="00137BB0"/>
    <w:rsid w:val="00137D3A"/>
    <w:rsid w:val="00137FD7"/>
    <w:rsid w:val="0014020D"/>
    <w:rsid w:val="00141AFA"/>
    <w:rsid w:val="00141E55"/>
    <w:rsid w:val="00141EC4"/>
    <w:rsid w:val="001425D9"/>
    <w:rsid w:val="00142F2A"/>
    <w:rsid w:val="001434FF"/>
    <w:rsid w:val="001438E5"/>
    <w:rsid w:val="00143C26"/>
    <w:rsid w:val="00143F95"/>
    <w:rsid w:val="001444F2"/>
    <w:rsid w:val="00144AA8"/>
    <w:rsid w:val="00145067"/>
    <w:rsid w:val="0014573F"/>
    <w:rsid w:val="00145D72"/>
    <w:rsid w:val="001461B1"/>
    <w:rsid w:val="001469C0"/>
    <w:rsid w:val="0015085B"/>
    <w:rsid w:val="001508B9"/>
    <w:rsid w:val="00150CD2"/>
    <w:rsid w:val="001512E0"/>
    <w:rsid w:val="00151CD0"/>
    <w:rsid w:val="00151F50"/>
    <w:rsid w:val="0015221A"/>
    <w:rsid w:val="0015297A"/>
    <w:rsid w:val="00152A14"/>
    <w:rsid w:val="00152AA2"/>
    <w:rsid w:val="001531A9"/>
    <w:rsid w:val="001537E5"/>
    <w:rsid w:val="001546A0"/>
    <w:rsid w:val="001546F0"/>
    <w:rsid w:val="00154AD1"/>
    <w:rsid w:val="00155689"/>
    <w:rsid w:val="00155867"/>
    <w:rsid w:val="00157CF0"/>
    <w:rsid w:val="00160851"/>
    <w:rsid w:val="001608B5"/>
    <w:rsid w:val="00160BA6"/>
    <w:rsid w:val="00160F05"/>
    <w:rsid w:val="001621DD"/>
    <w:rsid w:val="001632B7"/>
    <w:rsid w:val="00163B4A"/>
    <w:rsid w:val="00163F6F"/>
    <w:rsid w:val="00164699"/>
    <w:rsid w:val="00164A0C"/>
    <w:rsid w:val="001657C1"/>
    <w:rsid w:val="00167248"/>
    <w:rsid w:val="00167F59"/>
    <w:rsid w:val="0017127F"/>
    <w:rsid w:val="00172861"/>
    <w:rsid w:val="001730D3"/>
    <w:rsid w:val="00173B9C"/>
    <w:rsid w:val="00174C9A"/>
    <w:rsid w:val="001764C4"/>
    <w:rsid w:val="00176C75"/>
    <w:rsid w:val="0017740A"/>
    <w:rsid w:val="0017778B"/>
    <w:rsid w:val="00177813"/>
    <w:rsid w:val="00180A42"/>
    <w:rsid w:val="00180AF3"/>
    <w:rsid w:val="00180EF5"/>
    <w:rsid w:val="001816C8"/>
    <w:rsid w:val="001817B9"/>
    <w:rsid w:val="00181FED"/>
    <w:rsid w:val="00183CAB"/>
    <w:rsid w:val="00183F26"/>
    <w:rsid w:val="00183F4E"/>
    <w:rsid w:val="0018413B"/>
    <w:rsid w:val="0018452C"/>
    <w:rsid w:val="001846C6"/>
    <w:rsid w:val="00184912"/>
    <w:rsid w:val="00184F7D"/>
    <w:rsid w:val="001853DA"/>
    <w:rsid w:val="00185F9B"/>
    <w:rsid w:val="00186480"/>
    <w:rsid w:val="00186728"/>
    <w:rsid w:val="00186C7B"/>
    <w:rsid w:val="001875EC"/>
    <w:rsid w:val="00187F69"/>
    <w:rsid w:val="00190312"/>
    <w:rsid w:val="00191D57"/>
    <w:rsid w:val="0019373A"/>
    <w:rsid w:val="0019379E"/>
    <w:rsid w:val="00193F31"/>
    <w:rsid w:val="00193F55"/>
    <w:rsid w:val="00194532"/>
    <w:rsid w:val="00194F3E"/>
    <w:rsid w:val="001954CC"/>
    <w:rsid w:val="001956DF"/>
    <w:rsid w:val="00195D91"/>
    <w:rsid w:val="001963D4"/>
    <w:rsid w:val="00196ABD"/>
    <w:rsid w:val="00197045"/>
    <w:rsid w:val="001974E4"/>
    <w:rsid w:val="0019776A"/>
    <w:rsid w:val="00197C63"/>
    <w:rsid w:val="001A075A"/>
    <w:rsid w:val="001A0ABB"/>
    <w:rsid w:val="001A13C6"/>
    <w:rsid w:val="001A1427"/>
    <w:rsid w:val="001A2055"/>
    <w:rsid w:val="001A21FC"/>
    <w:rsid w:val="001A2578"/>
    <w:rsid w:val="001A3AFC"/>
    <w:rsid w:val="001A580D"/>
    <w:rsid w:val="001A5AEA"/>
    <w:rsid w:val="001A68A6"/>
    <w:rsid w:val="001A7137"/>
    <w:rsid w:val="001A754F"/>
    <w:rsid w:val="001B0712"/>
    <w:rsid w:val="001B07E4"/>
    <w:rsid w:val="001B0EFF"/>
    <w:rsid w:val="001B1118"/>
    <w:rsid w:val="001B1F85"/>
    <w:rsid w:val="001B20AF"/>
    <w:rsid w:val="001B26C6"/>
    <w:rsid w:val="001B277C"/>
    <w:rsid w:val="001B29A5"/>
    <w:rsid w:val="001B2C22"/>
    <w:rsid w:val="001B2C74"/>
    <w:rsid w:val="001B3784"/>
    <w:rsid w:val="001B45D3"/>
    <w:rsid w:val="001B4E46"/>
    <w:rsid w:val="001B5425"/>
    <w:rsid w:val="001B5953"/>
    <w:rsid w:val="001B6402"/>
    <w:rsid w:val="001B676C"/>
    <w:rsid w:val="001B6FFC"/>
    <w:rsid w:val="001B71DA"/>
    <w:rsid w:val="001B720F"/>
    <w:rsid w:val="001B7B84"/>
    <w:rsid w:val="001B7E8E"/>
    <w:rsid w:val="001C02D9"/>
    <w:rsid w:val="001C0613"/>
    <w:rsid w:val="001C0A94"/>
    <w:rsid w:val="001C0C44"/>
    <w:rsid w:val="001C15EB"/>
    <w:rsid w:val="001C2330"/>
    <w:rsid w:val="001C23A3"/>
    <w:rsid w:val="001C2FE9"/>
    <w:rsid w:val="001C32CF"/>
    <w:rsid w:val="001C35AC"/>
    <w:rsid w:val="001C3D80"/>
    <w:rsid w:val="001C44EC"/>
    <w:rsid w:val="001C4785"/>
    <w:rsid w:val="001C491F"/>
    <w:rsid w:val="001C542E"/>
    <w:rsid w:val="001C5572"/>
    <w:rsid w:val="001C6ABC"/>
    <w:rsid w:val="001C6D36"/>
    <w:rsid w:val="001C6D46"/>
    <w:rsid w:val="001C712E"/>
    <w:rsid w:val="001C747F"/>
    <w:rsid w:val="001C7557"/>
    <w:rsid w:val="001C7B9F"/>
    <w:rsid w:val="001D021E"/>
    <w:rsid w:val="001D17B4"/>
    <w:rsid w:val="001D1841"/>
    <w:rsid w:val="001D1C4B"/>
    <w:rsid w:val="001D25FC"/>
    <w:rsid w:val="001D2C65"/>
    <w:rsid w:val="001D2F1E"/>
    <w:rsid w:val="001D34BB"/>
    <w:rsid w:val="001D3C43"/>
    <w:rsid w:val="001D3CB6"/>
    <w:rsid w:val="001D439F"/>
    <w:rsid w:val="001D4648"/>
    <w:rsid w:val="001D4B8D"/>
    <w:rsid w:val="001D4BD8"/>
    <w:rsid w:val="001D4C4E"/>
    <w:rsid w:val="001D4F48"/>
    <w:rsid w:val="001D552B"/>
    <w:rsid w:val="001D569F"/>
    <w:rsid w:val="001D5D31"/>
    <w:rsid w:val="001D5DD7"/>
    <w:rsid w:val="001D68E5"/>
    <w:rsid w:val="001D78B8"/>
    <w:rsid w:val="001D7DC6"/>
    <w:rsid w:val="001D7F50"/>
    <w:rsid w:val="001E05A5"/>
    <w:rsid w:val="001E0ABF"/>
    <w:rsid w:val="001E11E2"/>
    <w:rsid w:val="001E120D"/>
    <w:rsid w:val="001E285C"/>
    <w:rsid w:val="001E2A0B"/>
    <w:rsid w:val="001E2BD8"/>
    <w:rsid w:val="001E3103"/>
    <w:rsid w:val="001E345E"/>
    <w:rsid w:val="001E34B3"/>
    <w:rsid w:val="001E36D9"/>
    <w:rsid w:val="001E3870"/>
    <w:rsid w:val="001E3E6F"/>
    <w:rsid w:val="001E427F"/>
    <w:rsid w:val="001E4D63"/>
    <w:rsid w:val="001E528F"/>
    <w:rsid w:val="001E6D63"/>
    <w:rsid w:val="001E6F22"/>
    <w:rsid w:val="001E75A9"/>
    <w:rsid w:val="001E77A7"/>
    <w:rsid w:val="001E77B7"/>
    <w:rsid w:val="001E7A5C"/>
    <w:rsid w:val="001F000D"/>
    <w:rsid w:val="001F045B"/>
    <w:rsid w:val="001F0515"/>
    <w:rsid w:val="001F0CD9"/>
    <w:rsid w:val="001F1236"/>
    <w:rsid w:val="001F1B44"/>
    <w:rsid w:val="001F2162"/>
    <w:rsid w:val="001F295B"/>
    <w:rsid w:val="001F2986"/>
    <w:rsid w:val="001F29A0"/>
    <w:rsid w:val="001F34CE"/>
    <w:rsid w:val="001F380A"/>
    <w:rsid w:val="001F3A37"/>
    <w:rsid w:val="001F3A58"/>
    <w:rsid w:val="001F3ADF"/>
    <w:rsid w:val="001F3AF6"/>
    <w:rsid w:val="001F3B26"/>
    <w:rsid w:val="001F3BD3"/>
    <w:rsid w:val="001F3EFC"/>
    <w:rsid w:val="001F4813"/>
    <w:rsid w:val="001F4B1A"/>
    <w:rsid w:val="001F51FB"/>
    <w:rsid w:val="001F674D"/>
    <w:rsid w:val="001F6833"/>
    <w:rsid w:val="001F6C68"/>
    <w:rsid w:val="001F7087"/>
    <w:rsid w:val="001F7F59"/>
    <w:rsid w:val="002004BB"/>
    <w:rsid w:val="002011F7"/>
    <w:rsid w:val="00201686"/>
    <w:rsid w:val="00202A45"/>
    <w:rsid w:val="00202EEA"/>
    <w:rsid w:val="00203315"/>
    <w:rsid w:val="00203D55"/>
    <w:rsid w:val="00204C03"/>
    <w:rsid w:val="002051F6"/>
    <w:rsid w:val="002052E8"/>
    <w:rsid w:val="00205E88"/>
    <w:rsid w:val="002064AF"/>
    <w:rsid w:val="00206CF7"/>
    <w:rsid w:val="00206EC8"/>
    <w:rsid w:val="00207E93"/>
    <w:rsid w:val="0021018C"/>
    <w:rsid w:val="00211661"/>
    <w:rsid w:val="00211A7F"/>
    <w:rsid w:val="0021275C"/>
    <w:rsid w:val="00212CF7"/>
    <w:rsid w:val="00213881"/>
    <w:rsid w:val="002153B1"/>
    <w:rsid w:val="002155C5"/>
    <w:rsid w:val="00215731"/>
    <w:rsid w:val="0021581D"/>
    <w:rsid w:val="00215E2D"/>
    <w:rsid w:val="002161E2"/>
    <w:rsid w:val="00216AB3"/>
    <w:rsid w:val="0021736E"/>
    <w:rsid w:val="00217584"/>
    <w:rsid w:val="002179EB"/>
    <w:rsid w:val="00217DA1"/>
    <w:rsid w:val="002209AC"/>
    <w:rsid w:val="002212FF"/>
    <w:rsid w:val="00221ECD"/>
    <w:rsid w:val="00221EEE"/>
    <w:rsid w:val="00222568"/>
    <w:rsid w:val="00222BF8"/>
    <w:rsid w:val="00222C00"/>
    <w:rsid w:val="00222FA4"/>
    <w:rsid w:val="00223862"/>
    <w:rsid w:val="002238FD"/>
    <w:rsid w:val="00223A12"/>
    <w:rsid w:val="0022413A"/>
    <w:rsid w:val="002245A1"/>
    <w:rsid w:val="00224F54"/>
    <w:rsid w:val="002250B7"/>
    <w:rsid w:val="00225C2A"/>
    <w:rsid w:val="00226666"/>
    <w:rsid w:val="002269DC"/>
    <w:rsid w:val="00226AFE"/>
    <w:rsid w:val="00226C21"/>
    <w:rsid w:val="00226DD5"/>
    <w:rsid w:val="002276FF"/>
    <w:rsid w:val="00227DC9"/>
    <w:rsid w:val="00230B89"/>
    <w:rsid w:val="00230C59"/>
    <w:rsid w:val="0023151C"/>
    <w:rsid w:val="002331E1"/>
    <w:rsid w:val="0023433E"/>
    <w:rsid w:val="00234444"/>
    <w:rsid w:val="0023531A"/>
    <w:rsid w:val="00235619"/>
    <w:rsid w:val="00236914"/>
    <w:rsid w:val="00241086"/>
    <w:rsid w:val="00241523"/>
    <w:rsid w:val="00241C62"/>
    <w:rsid w:val="00242A94"/>
    <w:rsid w:val="00242B9E"/>
    <w:rsid w:val="0024409F"/>
    <w:rsid w:val="00244447"/>
    <w:rsid w:val="002444F4"/>
    <w:rsid w:val="00244E6E"/>
    <w:rsid w:val="00245ADB"/>
    <w:rsid w:val="00245E0D"/>
    <w:rsid w:val="0024630D"/>
    <w:rsid w:val="0024648D"/>
    <w:rsid w:val="00246521"/>
    <w:rsid w:val="0024706A"/>
    <w:rsid w:val="0024718C"/>
    <w:rsid w:val="002472E4"/>
    <w:rsid w:val="00247917"/>
    <w:rsid w:val="00247B23"/>
    <w:rsid w:val="0025048E"/>
    <w:rsid w:val="00250AE2"/>
    <w:rsid w:val="00250D6D"/>
    <w:rsid w:val="002516C4"/>
    <w:rsid w:val="0025188B"/>
    <w:rsid w:val="00251CB8"/>
    <w:rsid w:val="00252800"/>
    <w:rsid w:val="00252C98"/>
    <w:rsid w:val="00252E5E"/>
    <w:rsid w:val="002533C7"/>
    <w:rsid w:val="00253710"/>
    <w:rsid w:val="00253F4B"/>
    <w:rsid w:val="00255AE0"/>
    <w:rsid w:val="0025652E"/>
    <w:rsid w:val="002569BF"/>
    <w:rsid w:val="002569C8"/>
    <w:rsid w:val="0025773C"/>
    <w:rsid w:val="00257D93"/>
    <w:rsid w:val="0026116B"/>
    <w:rsid w:val="00261486"/>
    <w:rsid w:val="002615CF"/>
    <w:rsid w:val="00261A5D"/>
    <w:rsid w:val="00261A99"/>
    <w:rsid w:val="00261C3C"/>
    <w:rsid w:val="0026229D"/>
    <w:rsid w:val="00262365"/>
    <w:rsid w:val="00262B5F"/>
    <w:rsid w:val="002632E4"/>
    <w:rsid w:val="00263430"/>
    <w:rsid w:val="002637B1"/>
    <w:rsid w:val="00263B80"/>
    <w:rsid w:val="00263CEB"/>
    <w:rsid w:val="00263DA7"/>
    <w:rsid w:val="0026416D"/>
    <w:rsid w:val="00264190"/>
    <w:rsid w:val="002643FC"/>
    <w:rsid w:val="00265BEF"/>
    <w:rsid w:val="0026708C"/>
    <w:rsid w:val="00267397"/>
    <w:rsid w:val="002676E3"/>
    <w:rsid w:val="00270118"/>
    <w:rsid w:val="0027052B"/>
    <w:rsid w:val="00270580"/>
    <w:rsid w:val="00270D5B"/>
    <w:rsid w:val="0027142D"/>
    <w:rsid w:val="00271F0A"/>
    <w:rsid w:val="00272649"/>
    <w:rsid w:val="002729F4"/>
    <w:rsid w:val="00273649"/>
    <w:rsid w:val="002739F7"/>
    <w:rsid w:val="002748EB"/>
    <w:rsid w:val="0027510F"/>
    <w:rsid w:val="00275221"/>
    <w:rsid w:val="002758BC"/>
    <w:rsid w:val="00276390"/>
    <w:rsid w:val="00276B77"/>
    <w:rsid w:val="00276E9F"/>
    <w:rsid w:val="002773DD"/>
    <w:rsid w:val="00277562"/>
    <w:rsid w:val="00277742"/>
    <w:rsid w:val="00277EE1"/>
    <w:rsid w:val="00277FEF"/>
    <w:rsid w:val="0028062E"/>
    <w:rsid w:val="0028095B"/>
    <w:rsid w:val="002812E8"/>
    <w:rsid w:val="00281657"/>
    <w:rsid w:val="002817CC"/>
    <w:rsid w:val="00281DAF"/>
    <w:rsid w:val="00282513"/>
    <w:rsid w:val="00282678"/>
    <w:rsid w:val="00282C46"/>
    <w:rsid w:val="00282DF0"/>
    <w:rsid w:val="00283976"/>
    <w:rsid w:val="00284653"/>
    <w:rsid w:val="00284CCB"/>
    <w:rsid w:val="00285A52"/>
    <w:rsid w:val="002863D6"/>
    <w:rsid w:val="00286871"/>
    <w:rsid w:val="00287007"/>
    <w:rsid w:val="0028765E"/>
    <w:rsid w:val="00287A06"/>
    <w:rsid w:val="00287BF8"/>
    <w:rsid w:val="00290462"/>
    <w:rsid w:val="002906A0"/>
    <w:rsid w:val="002909F1"/>
    <w:rsid w:val="00290BA8"/>
    <w:rsid w:val="00291854"/>
    <w:rsid w:val="0029328C"/>
    <w:rsid w:val="002932FE"/>
    <w:rsid w:val="00293468"/>
    <w:rsid w:val="00293515"/>
    <w:rsid w:val="0029436D"/>
    <w:rsid w:val="00295252"/>
    <w:rsid w:val="002955C6"/>
    <w:rsid w:val="002959F0"/>
    <w:rsid w:val="00296F26"/>
    <w:rsid w:val="00296F6F"/>
    <w:rsid w:val="002973E9"/>
    <w:rsid w:val="0029767B"/>
    <w:rsid w:val="002976E3"/>
    <w:rsid w:val="002A019B"/>
    <w:rsid w:val="002A0601"/>
    <w:rsid w:val="002A0822"/>
    <w:rsid w:val="002A1097"/>
    <w:rsid w:val="002A127F"/>
    <w:rsid w:val="002A175F"/>
    <w:rsid w:val="002A1AC9"/>
    <w:rsid w:val="002A28B1"/>
    <w:rsid w:val="002A2F68"/>
    <w:rsid w:val="002A3FB4"/>
    <w:rsid w:val="002A4397"/>
    <w:rsid w:val="002A45F9"/>
    <w:rsid w:val="002A47C5"/>
    <w:rsid w:val="002A4C71"/>
    <w:rsid w:val="002A4C94"/>
    <w:rsid w:val="002A625C"/>
    <w:rsid w:val="002A6DFA"/>
    <w:rsid w:val="002A7D72"/>
    <w:rsid w:val="002B01F0"/>
    <w:rsid w:val="002B0D33"/>
    <w:rsid w:val="002B1255"/>
    <w:rsid w:val="002B1A60"/>
    <w:rsid w:val="002B1F2A"/>
    <w:rsid w:val="002B265E"/>
    <w:rsid w:val="002B2C67"/>
    <w:rsid w:val="002B2CC4"/>
    <w:rsid w:val="002B2D1A"/>
    <w:rsid w:val="002B2D52"/>
    <w:rsid w:val="002B5184"/>
    <w:rsid w:val="002B5188"/>
    <w:rsid w:val="002B5C0C"/>
    <w:rsid w:val="002B5E21"/>
    <w:rsid w:val="002B607C"/>
    <w:rsid w:val="002B633F"/>
    <w:rsid w:val="002B6A8E"/>
    <w:rsid w:val="002B6CEC"/>
    <w:rsid w:val="002B7779"/>
    <w:rsid w:val="002B7D1F"/>
    <w:rsid w:val="002C027B"/>
    <w:rsid w:val="002C029B"/>
    <w:rsid w:val="002C0323"/>
    <w:rsid w:val="002C0BD8"/>
    <w:rsid w:val="002C1145"/>
    <w:rsid w:val="002C11D6"/>
    <w:rsid w:val="002C13CE"/>
    <w:rsid w:val="002C1FDF"/>
    <w:rsid w:val="002C2040"/>
    <w:rsid w:val="002C217B"/>
    <w:rsid w:val="002C2996"/>
    <w:rsid w:val="002C3083"/>
    <w:rsid w:val="002C3652"/>
    <w:rsid w:val="002C3968"/>
    <w:rsid w:val="002C3A29"/>
    <w:rsid w:val="002C3F74"/>
    <w:rsid w:val="002C4ACF"/>
    <w:rsid w:val="002C4B39"/>
    <w:rsid w:val="002C50DE"/>
    <w:rsid w:val="002C53F0"/>
    <w:rsid w:val="002C5505"/>
    <w:rsid w:val="002C5F67"/>
    <w:rsid w:val="002C61BF"/>
    <w:rsid w:val="002C64B3"/>
    <w:rsid w:val="002C67AF"/>
    <w:rsid w:val="002C78A1"/>
    <w:rsid w:val="002D02BB"/>
    <w:rsid w:val="002D056A"/>
    <w:rsid w:val="002D0784"/>
    <w:rsid w:val="002D07B7"/>
    <w:rsid w:val="002D08EE"/>
    <w:rsid w:val="002D0EA5"/>
    <w:rsid w:val="002D121D"/>
    <w:rsid w:val="002D1800"/>
    <w:rsid w:val="002D19F2"/>
    <w:rsid w:val="002D22F9"/>
    <w:rsid w:val="002D2C4A"/>
    <w:rsid w:val="002D2ECD"/>
    <w:rsid w:val="002D303A"/>
    <w:rsid w:val="002D399A"/>
    <w:rsid w:val="002D6C30"/>
    <w:rsid w:val="002D6C6C"/>
    <w:rsid w:val="002D6DB8"/>
    <w:rsid w:val="002D76C3"/>
    <w:rsid w:val="002D786E"/>
    <w:rsid w:val="002E0E69"/>
    <w:rsid w:val="002E20BF"/>
    <w:rsid w:val="002E214B"/>
    <w:rsid w:val="002E2358"/>
    <w:rsid w:val="002E2A7B"/>
    <w:rsid w:val="002E390E"/>
    <w:rsid w:val="002E4C12"/>
    <w:rsid w:val="002E529C"/>
    <w:rsid w:val="002E593E"/>
    <w:rsid w:val="002E59E5"/>
    <w:rsid w:val="002E5BE4"/>
    <w:rsid w:val="002E6919"/>
    <w:rsid w:val="002E6956"/>
    <w:rsid w:val="002E6C64"/>
    <w:rsid w:val="002E73D5"/>
    <w:rsid w:val="002F01B5"/>
    <w:rsid w:val="002F08A9"/>
    <w:rsid w:val="002F0A0B"/>
    <w:rsid w:val="002F15B1"/>
    <w:rsid w:val="002F1ACA"/>
    <w:rsid w:val="002F25A1"/>
    <w:rsid w:val="002F25F7"/>
    <w:rsid w:val="002F26E2"/>
    <w:rsid w:val="002F2714"/>
    <w:rsid w:val="002F2EF4"/>
    <w:rsid w:val="002F30E6"/>
    <w:rsid w:val="002F3A6B"/>
    <w:rsid w:val="002F3ADC"/>
    <w:rsid w:val="002F45B4"/>
    <w:rsid w:val="002F4B60"/>
    <w:rsid w:val="002F4BCD"/>
    <w:rsid w:val="002F4BD5"/>
    <w:rsid w:val="002F4C92"/>
    <w:rsid w:val="002F5614"/>
    <w:rsid w:val="002F5B3F"/>
    <w:rsid w:val="002F672F"/>
    <w:rsid w:val="002F6A70"/>
    <w:rsid w:val="002F6C8F"/>
    <w:rsid w:val="002F6DA6"/>
    <w:rsid w:val="002F7B17"/>
    <w:rsid w:val="002F7D61"/>
    <w:rsid w:val="002F7DCF"/>
    <w:rsid w:val="00300D71"/>
    <w:rsid w:val="00300FD0"/>
    <w:rsid w:val="00301149"/>
    <w:rsid w:val="0030119A"/>
    <w:rsid w:val="003011FB"/>
    <w:rsid w:val="00301F46"/>
    <w:rsid w:val="00302C7C"/>
    <w:rsid w:val="00302F1E"/>
    <w:rsid w:val="00303189"/>
    <w:rsid w:val="00303944"/>
    <w:rsid w:val="00303C08"/>
    <w:rsid w:val="00305245"/>
    <w:rsid w:val="00305970"/>
    <w:rsid w:val="00305B59"/>
    <w:rsid w:val="00306173"/>
    <w:rsid w:val="003062BE"/>
    <w:rsid w:val="003065B8"/>
    <w:rsid w:val="00306920"/>
    <w:rsid w:val="00306B88"/>
    <w:rsid w:val="00306D16"/>
    <w:rsid w:val="00307D2C"/>
    <w:rsid w:val="00307EF2"/>
    <w:rsid w:val="00310424"/>
    <w:rsid w:val="0031193A"/>
    <w:rsid w:val="00311B19"/>
    <w:rsid w:val="003120CD"/>
    <w:rsid w:val="003124F3"/>
    <w:rsid w:val="00312AA7"/>
    <w:rsid w:val="00312FCF"/>
    <w:rsid w:val="0031325A"/>
    <w:rsid w:val="00313487"/>
    <w:rsid w:val="003146A3"/>
    <w:rsid w:val="003154E2"/>
    <w:rsid w:val="00316518"/>
    <w:rsid w:val="0031662E"/>
    <w:rsid w:val="003168A3"/>
    <w:rsid w:val="00316B81"/>
    <w:rsid w:val="00316D88"/>
    <w:rsid w:val="003173D5"/>
    <w:rsid w:val="00317514"/>
    <w:rsid w:val="003200B1"/>
    <w:rsid w:val="0032056C"/>
    <w:rsid w:val="0032063D"/>
    <w:rsid w:val="0032104B"/>
    <w:rsid w:val="00321330"/>
    <w:rsid w:val="0032201E"/>
    <w:rsid w:val="0032261E"/>
    <w:rsid w:val="00322B1E"/>
    <w:rsid w:val="00322BE3"/>
    <w:rsid w:val="00323617"/>
    <w:rsid w:val="003239A7"/>
    <w:rsid w:val="00324896"/>
    <w:rsid w:val="0032605F"/>
    <w:rsid w:val="00326A00"/>
    <w:rsid w:val="00330DDF"/>
    <w:rsid w:val="0033105A"/>
    <w:rsid w:val="00331290"/>
    <w:rsid w:val="003318BD"/>
    <w:rsid w:val="0033214D"/>
    <w:rsid w:val="00333173"/>
    <w:rsid w:val="00333603"/>
    <w:rsid w:val="00333F8C"/>
    <w:rsid w:val="003341F0"/>
    <w:rsid w:val="00334515"/>
    <w:rsid w:val="00334959"/>
    <w:rsid w:val="00334B68"/>
    <w:rsid w:val="003362F2"/>
    <w:rsid w:val="00336C25"/>
    <w:rsid w:val="0033720C"/>
    <w:rsid w:val="00337311"/>
    <w:rsid w:val="003374EC"/>
    <w:rsid w:val="00337EC5"/>
    <w:rsid w:val="003402F6"/>
    <w:rsid w:val="00341185"/>
    <w:rsid w:val="003412B6"/>
    <w:rsid w:val="003423B8"/>
    <w:rsid w:val="0034253B"/>
    <w:rsid w:val="00342EDD"/>
    <w:rsid w:val="003431A5"/>
    <w:rsid w:val="0034426F"/>
    <w:rsid w:val="00346547"/>
    <w:rsid w:val="00346571"/>
    <w:rsid w:val="003468D9"/>
    <w:rsid w:val="003471C3"/>
    <w:rsid w:val="0035079E"/>
    <w:rsid w:val="0035080C"/>
    <w:rsid w:val="00351220"/>
    <w:rsid w:val="003512A7"/>
    <w:rsid w:val="00351494"/>
    <w:rsid w:val="003522A3"/>
    <w:rsid w:val="00352351"/>
    <w:rsid w:val="00352CC2"/>
    <w:rsid w:val="003534A2"/>
    <w:rsid w:val="00353937"/>
    <w:rsid w:val="00355196"/>
    <w:rsid w:val="003552BB"/>
    <w:rsid w:val="003559FE"/>
    <w:rsid w:val="0035686A"/>
    <w:rsid w:val="003603EB"/>
    <w:rsid w:val="0036048E"/>
    <w:rsid w:val="0036068E"/>
    <w:rsid w:val="0036095A"/>
    <w:rsid w:val="00360E22"/>
    <w:rsid w:val="0036159B"/>
    <w:rsid w:val="00361850"/>
    <w:rsid w:val="00361E2D"/>
    <w:rsid w:val="00362273"/>
    <w:rsid w:val="003629A5"/>
    <w:rsid w:val="00363224"/>
    <w:rsid w:val="0036419E"/>
    <w:rsid w:val="00364544"/>
    <w:rsid w:val="003656D6"/>
    <w:rsid w:val="00365C3B"/>
    <w:rsid w:val="00365EF7"/>
    <w:rsid w:val="00366872"/>
    <w:rsid w:val="00367277"/>
    <w:rsid w:val="003674C2"/>
    <w:rsid w:val="0036785C"/>
    <w:rsid w:val="00367FF6"/>
    <w:rsid w:val="003701FA"/>
    <w:rsid w:val="0037063E"/>
    <w:rsid w:val="003708FE"/>
    <w:rsid w:val="00370CFC"/>
    <w:rsid w:val="00370E22"/>
    <w:rsid w:val="00370F44"/>
    <w:rsid w:val="003717D6"/>
    <w:rsid w:val="00371AC9"/>
    <w:rsid w:val="00372152"/>
    <w:rsid w:val="00372769"/>
    <w:rsid w:val="0037284D"/>
    <w:rsid w:val="00372B39"/>
    <w:rsid w:val="00374638"/>
    <w:rsid w:val="00374C16"/>
    <w:rsid w:val="00374D4A"/>
    <w:rsid w:val="003755F7"/>
    <w:rsid w:val="0037577E"/>
    <w:rsid w:val="003758D9"/>
    <w:rsid w:val="00375952"/>
    <w:rsid w:val="003759AD"/>
    <w:rsid w:val="00375DB7"/>
    <w:rsid w:val="00376607"/>
    <w:rsid w:val="00376670"/>
    <w:rsid w:val="00376C7F"/>
    <w:rsid w:val="00377E8E"/>
    <w:rsid w:val="003800D3"/>
    <w:rsid w:val="003801FB"/>
    <w:rsid w:val="0038151E"/>
    <w:rsid w:val="00381A90"/>
    <w:rsid w:val="00382781"/>
    <w:rsid w:val="00382CA4"/>
    <w:rsid w:val="00383C5D"/>
    <w:rsid w:val="00383ECE"/>
    <w:rsid w:val="00384407"/>
    <w:rsid w:val="003849D8"/>
    <w:rsid w:val="00385626"/>
    <w:rsid w:val="00385971"/>
    <w:rsid w:val="00386306"/>
    <w:rsid w:val="0038687B"/>
    <w:rsid w:val="00386916"/>
    <w:rsid w:val="00386B5E"/>
    <w:rsid w:val="00387D12"/>
    <w:rsid w:val="00387DBA"/>
    <w:rsid w:val="0039005B"/>
    <w:rsid w:val="00390626"/>
    <w:rsid w:val="0039132F"/>
    <w:rsid w:val="00391B9F"/>
    <w:rsid w:val="00391F04"/>
    <w:rsid w:val="0039246B"/>
    <w:rsid w:val="0039255D"/>
    <w:rsid w:val="00393A44"/>
    <w:rsid w:val="00393ECF"/>
    <w:rsid w:val="003944F4"/>
    <w:rsid w:val="0039475B"/>
    <w:rsid w:val="00395081"/>
    <w:rsid w:val="00395830"/>
    <w:rsid w:val="003960D2"/>
    <w:rsid w:val="0039626A"/>
    <w:rsid w:val="00397AE8"/>
    <w:rsid w:val="003A03C5"/>
    <w:rsid w:val="003A05CA"/>
    <w:rsid w:val="003A099B"/>
    <w:rsid w:val="003A0ED7"/>
    <w:rsid w:val="003A0FF5"/>
    <w:rsid w:val="003A177D"/>
    <w:rsid w:val="003A26C6"/>
    <w:rsid w:val="003A2A63"/>
    <w:rsid w:val="003A2C1D"/>
    <w:rsid w:val="003A3152"/>
    <w:rsid w:val="003A3403"/>
    <w:rsid w:val="003A34BA"/>
    <w:rsid w:val="003A3C94"/>
    <w:rsid w:val="003A44F0"/>
    <w:rsid w:val="003A4D2F"/>
    <w:rsid w:val="003A5E7A"/>
    <w:rsid w:val="003A5EB2"/>
    <w:rsid w:val="003A68EC"/>
    <w:rsid w:val="003A6A74"/>
    <w:rsid w:val="003A6BB8"/>
    <w:rsid w:val="003A779E"/>
    <w:rsid w:val="003B04A4"/>
    <w:rsid w:val="003B0768"/>
    <w:rsid w:val="003B0D85"/>
    <w:rsid w:val="003B111B"/>
    <w:rsid w:val="003B1D45"/>
    <w:rsid w:val="003B1F8E"/>
    <w:rsid w:val="003B2BE1"/>
    <w:rsid w:val="003B3264"/>
    <w:rsid w:val="003B32A5"/>
    <w:rsid w:val="003B3472"/>
    <w:rsid w:val="003B367C"/>
    <w:rsid w:val="003B3736"/>
    <w:rsid w:val="003B38E5"/>
    <w:rsid w:val="003B3B0B"/>
    <w:rsid w:val="003B3C0F"/>
    <w:rsid w:val="003B4855"/>
    <w:rsid w:val="003B50A3"/>
    <w:rsid w:val="003B518E"/>
    <w:rsid w:val="003B5911"/>
    <w:rsid w:val="003B5FBE"/>
    <w:rsid w:val="003B65F8"/>
    <w:rsid w:val="003B79F1"/>
    <w:rsid w:val="003B7B9A"/>
    <w:rsid w:val="003C1768"/>
    <w:rsid w:val="003C2E0F"/>
    <w:rsid w:val="003C32D9"/>
    <w:rsid w:val="003C479D"/>
    <w:rsid w:val="003C495B"/>
    <w:rsid w:val="003C4ECF"/>
    <w:rsid w:val="003C526F"/>
    <w:rsid w:val="003C6C7D"/>
    <w:rsid w:val="003C6F4E"/>
    <w:rsid w:val="003C715A"/>
    <w:rsid w:val="003C7438"/>
    <w:rsid w:val="003D00CA"/>
    <w:rsid w:val="003D05F8"/>
    <w:rsid w:val="003D0776"/>
    <w:rsid w:val="003D08E7"/>
    <w:rsid w:val="003D11ED"/>
    <w:rsid w:val="003D24AE"/>
    <w:rsid w:val="003D30FD"/>
    <w:rsid w:val="003D3566"/>
    <w:rsid w:val="003D357B"/>
    <w:rsid w:val="003D3756"/>
    <w:rsid w:val="003D4049"/>
    <w:rsid w:val="003D43D6"/>
    <w:rsid w:val="003D4DA8"/>
    <w:rsid w:val="003D55C6"/>
    <w:rsid w:val="003D5C61"/>
    <w:rsid w:val="003D677F"/>
    <w:rsid w:val="003D76E1"/>
    <w:rsid w:val="003D7B76"/>
    <w:rsid w:val="003E0794"/>
    <w:rsid w:val="003E0B2C"/>
    <w:rsid w:val="003E0E5E"/>
    <w:rsid w:val="003E0FA4"/>
    <w:rsid w:val="003E141B"/>
    <w:rsid w:val="003E1BC5"/>
    <w:rsid w:val="003E21A7"/>
    <w:rsid w:val="003E2B4B"/>
    <w:rsid w:val="003E323A"/>
    <w:rsid w:val="003E3A78"/>
    <w:rsid w:val="003E3E34"/>
    <w:rsid w:val="003E40F0"/>
    <w:rsid w:val="003E45B4"/>
    <w:rsid w:val="003E4D01"/>
    <w:rsid w:val="003E527C"/>
    <w:rsid w:val="003E63AB"/>
    <w:rsid w:val="003F01E1"/>
    <w:rsid w:val="003F03A0"/>
    <w:rsid w:val="003F0AA2"/>
    <w:rsid w:val="003F0D05"/>
    <w:rsid w:val="003F24F6"/>
    <w:rsid w:val="003F284B"/>
    <w:rsid w:val="003F2CA1"/>
    <w:rsid w:val="003F2DBB"/>
    <w:rsid w:val="003F4409"/>
    <w:rsid w:val="003F4EB4"/>
    <w:rsid w:val="003F5C34"/>
    <w:rsid w:val="003F6183"/>
    <w:rsid w:val="003F6282"/>
    <w:rsid w:val="003F649B"/>
    <w:rsid w:val="003F6E41"/>
    <w:rsid w:val="003F7930"/>
    <w:rsid w:val="003F793F"/>
    <w:rsid w:val="003F798C"/>
    <w:rsid w:val="00400342"/>
    <w:rsid w:val="00400E79"/>
    <w:rsid w:val="004020CA"/>
    <w:rsid w:val="00402B63"/>
    <w:rsid w:val="00402ED9"/>
    <w:rsid w:val="00403659"/>
    <w:rsid w:val="00403794"/>
    <w:rsid w:val="00403B6B"/>
    <w:rsid w:val="00403C38"/>
    <w:rsid w:val="00404C52"/>
    <w:rsid w:val="00404EBE"/>
    <w:rsid w:val="004072DD"/>
    <w:rsid w:val="00407343"/>
    <w:rsid w:val="0040785D"/>
    <w:rsid w:val="00407A28"/>
    <w:rsid w:val="00410013"/>
    <w:rsid w:val="004100A2"/>
    <w:rsid w:val="00410172"/>
    <w:rsid w:val="004101BA"/>
    <w:rsid w:val="00411225"/>
    <w:rsid w:val="00411297"/>
    <w:rsid w:val="004113BB"/>
    <w:rsid w:val="00411E42"/>
    <w:rsid w:val="00412909"/>
    <w:rsid w:val="00412D85"/>
    <w:rsid w:val="00413681"/>
    <w:rsid w:val="00413A52"/>
    <w:rsid w:val="00413CBE"/>
    <w:rsid w:val="00413F04"/>
    <w:rsid w:val="004141E7"/>
    <w:rsid w:val="00414524"/>
    <w:rsid w:val="00414E35"/>
    <w:rsid w:val="00415ABC"/>
    <w:rsid w:val="00416E46"/>
    <w:rsid w:val="004170C0"/>
    <w:rsid w:val="00417F70"/>
    <w:rsid w:val="0042068D"/>
    <w:rsid w:val="00420F85"/>
    <w:rsid w:val="004222B3"/>
    <w:rsid w:val="004229ED"/>
    <w:rsid w:val="00423287"/>
    <w:rsid w:val="0042330E"/>
    <w:rsid w:val="0042346E"/>
    <w:rsid w:val="0042397B"/>
    <w:rsid w:val="00423BE4"/>
    <w:rsid w:val="0042404F"/>
    <w:rsid w:val="004252E1"/>
    <w:rsid w:val="00425BA9"/>
    <w:rsid w:val="00425F59"/>
    <w:rsid w:val="004263C5"/>
    <w:rsid w:val="0042686B"/>
    <w:rsid w:val="00426D8E"/>
    <w:rsid w:val="00426EC5"/>
    <w:rsid w:val="00427555"/>
    <w:rsid w:val="00427A0B"/>
    <w:rsid w:val="00427B98"/>
    <w:rsid w:val="004300B2"/>
    <w:rsid w:val="004301E1"/>
    <w:rsid w:val="00430D78"/>
    <w:rsid w:val="0043196E"/>
    <w:rsid w:val="004325B4"/>
    <w:rsid w:val="004332D4"/>
    <w:rsid w:val="00433346"/>
    <w:rsid w:val="004334D0"/>
    <w:rsid w:val="00433A85"/>
    <w:rsid w:val="004355A6"/>
    <w:rsid w:val="004356E4"/>
    <w:rsid w:val="00436E5D"/>
    <w:rsid w:val="00437DDA"/>
    <w:rsid w:val="00437F29"/>
    <w:rsid w:val="004408C5"/>
    <w:rsid w:val="00440A9B"/>
    <w:rsid w:val="00441558"/>
    <w:rsid w:val="004427DA"/>
    <w:rsid w:val="00442ED5"/>
    <w:rsid w:val="00444228"/>
    <w:rsid w:val="004448D7"/>
    <w:rsid w:val="00445423"/>
    <w:rsid w:val="00445B36"/>
    <w:rsid w:val="00446E76"/>
    <w:rsid w:val="0044777D"/>
    <w:rsid w:val="00447CF5"/>
    <w:rsid w:val="00447F50"/>
    <w:rsid w:val="00450990"/>
    <w:rsid w:val="00450AA1"/>
    <w:rsid w:val="00450AA3"/>
    <w:rsid w:val="00450BDC"/>
    <w:rsid w:val="00450F3E"/>
    <w:rsid w:val="00450F98"/>
    <w:rsid w:val="00451426"/>
    <w:rsid w:val="004514AE"/>
    <w:rsid w:val="0045165A"/>
    <w:rsid w:val="00451763"/>
    <w:rsid w:val="00452360"/>
    <w:rsid w:val="004526AB"/>
    <w:rsid w:val="00452A7A"/>
    <w:rsid w:val="00453331"/>
    <w:rsid w:val="00453ADD"/>
    <w:rsid w:val="0045538E"/>
    <w:rsid w:val="00455D2C"/>
    <w:rsid w:val="0045660A"/>
    <w:rsid w:val="00456ED7"/>
    <w:rsid w:val="004571CC"/>
    <w:rsid w:val="00461484"/>
    <w:rsid w:val="00462669"/>
    <w:rsid w:val="00462DA8"/>
    <w:rsid w:val="004640F2"/>
    <w:rsid w:val="00464DB1"/>
    <w:rsid w:val="00465138"/>
    <w:rsid w:val="0046566C"/>
    <w:rsid w:val="00465CFD"/>
    <w:rsid w:val="004664BF"/>
    <w:rsid w:val="00466606"/>
    <w:rsid w:val="0046690B"/>
    <w:rsid w:val="00467234"/>
    <w:rsid w:val="0046744C"/>
    <w:rsid w:val="00467547"/>
    <w:rsid w:val="00467CA4"/>
    <w:rsid w:val="00470343"/>
    <w:rsid w:val="00470639"/>
    <w:rsid w:val="004711C3"/>
    <w:rsid w:val="00471656"/>
    <w:rsid w:val="00471A87"/>
    <w:rsid w:val="00471CA5"/>
    <w:rsid w:val="004720A7"/>
    <w:rsid w:val="00472D2E"/>
    <w:rsid w:val="00473228"/>
    <w:rsid w:val="004733B5"/>
    <w:rsid w:val="004736E0"/>
    <w:rsid w:val="0047390A"/>
    <w:rsid w:val="00473A1F"/>
    <w:rsid w:val="004741B4"/>
    <w:rsid w:val="004746BB"/>
    <w:rsid w:val="00475A2C"/>
    <w:rsid w:val="00475CB0"/>
    <w:rsid w:val="00476C84"/>
    <w:rsid w:val="0047769E"/>
    <w:rsid w:val="00477838"/>
    <w:rsid w:val="004778EA"/>
    <w:rsid w:val="004801FB"/>
    <w:rsid w:val="004803B9"/>
    <w:rsid w:val="00480461"/>
    <w:rsid w:val="00480536"/>
    <w:rsid w:val="004806C2"/>
    <w:rsid w:val="00481129"/>
    <w:rsid w:val="0048183F"/>
    <w:rsid w:val="00481E5D"/>
    <w:rsid w:val="0048205F"/>
    <w:rsid w:val="00482770"/>
    <w:rsid w:val="00483155"/>
    <w:rsid w:val="00484BD6"/>
    <w:rsid w:val="00484D28"/>
    <w:rsid w:val="00484DCE"/>
    <w:rsid w:val="00485F40"/>
    <w:rsid w:val="004864DF"/>
    <w:rsid w:val="0048682F"/>
    <w:rsid w:val="00487098"/>
    <w:rsid w:val="004870BC"/>
    <w:rsid w:val="00487587"/>
    <w:rsid w:val="0048792E"/>
    <w:rsid w:val="004879A8"/>
    <w:rsid w:val="004879F2"/>
    <w:rsid w:val="00490591"/>
    <w:rsid w:val="00490A3C"/>
    <w:rsid w:val="00490B68"/>
    <w:rsid w:val="004916C4"/>
    <w:rsid w:val="004918A2"/>
    <w:rsid w:val="00491A70"/>
    <w:rsid w:val="00491BA5"/>
    <w:rsid w:val="004922AF"/>
    <w:rsid w:val="004923E4"/>
    <w:rsid w:val="0049270F"/>
    <w:rsid w:val="00493493"/>
    <w:rsid w:val="0049437D"/>
    <w:rsid w:val="00494710"/>
    <w:rsid w:val="004957BD"/>
    <w:rsid w:val="00495835"/>
    <w:rsid w:val="00495A2A"/>
    <w:rsid w:val="00495FD8"/>
    <w:rsid w:val="004963EB"/>
    <w:rsid w:val="0049769C"/>
    <w:rsid w:val="004978B5"/>
    <w:rsid w:val="00497C1A"/>
    <w:rsid w:val="004A0591"/>
    <w:rsid w:val="004A0B05"/>
    <w:rsid w:val="004A11D9"/>
    <w:rsid w:val="004A1A8A"/>
    <w:rsid w:val="004A1D8A"/>
    <w:rsid w:val="004A22F2"/>
    <w:rsid w:val="004A3825"/>
    <w:rsid w:val="004A3F58"/>
    <w:rsid w:val="004A4A20"/>
    <w:rsid w:val="004A5563"/>
    <w:rsid w:val="004A569C"/>
    <w:rsid w:val="004A6CDF"/>
    <w:rsid w:val="004A6EB9"/>
    <w:rsid w:val="004A73D2"/>
    <w:rsid w:val="004A7833"/>
    <w:rsid w:val="004A7A87"/>
    <w:rsid w:val="004B10BA"/>
    <w:rsid w:val="004B1AC4"/>
    <w:rsid w:val="004B1BA7"/>
    <w:rsid w:val="004B2018"/>
    <w:rsid w:val="004B23BD"/>
    <w:rsid w:val="004B24EA"/>
    <w:rsid w:val="004B385B"/>
    <w:rsid w:val="004B3FA4"/>
    <w:rsid w:val="004B5394"/>
    <w:rsid w:val="004B5E2F"/>
    <w:rsid w:val="004B5F28"/>
    <w:rsid w:val="004B678D"/>
    <w:rsid w:val="004B7DD6"/>
    <w:rsid w:val="004C144F"/>
    <w:rsid w:val="004C23CE"/>
    <w:rsid w:val="004C4781"/>
    <w:rsid w:val="004C4848"/>
    <w:rsid w:val="004C5356"/>
    <w:rsid w:val="004C5D0F"/>
    <w:rsid w:val="004C5DF9"/>
    <w:rsid w:val="004C6376"/>
    <w:rsid w:val="004C68BA"/>
    <w:rsid w:val="004C7D4B"/>
    <w:rsid w:val="004D0221"/>
    <w:rsid w:val="004D0DBB"/>
    <w:rsid w:val="004D0E0A"/>
    <w:rsid w:val="004D168A"/>
    <w:rsid w:val="004D1D16"/>
    <w:rsid w:val="004D1E64"/>
    <w:rsid w:val="004D2B32"/>
    <w:rsid w:val="004D2C98"/>
    <w:rsid w:val="004D33EE"/>
    <w:rsid w:val="004D3C39"/>
    <w:rsid w:val="004D3C6A"/>
    <w:rsid w:val="004D41BE"/>
    <w:rsid w:val="004D4242"/>
    <w:rsid w:val="004D42F4"/>
    <w:rsid w:val="004D445C"/>
    <w:rsid w:val="004D538D"/>
    <w:rsid w:val="004D5D90"/>
    <w:rsid w:val="004D5E5E"/>
    <w:rsid w:val="004D6285"/>
    <w:rsid w:val="004D70B1"/>
    <w:rsid w:val="004D746E"/>
    <w:rsid w:val="004D7889"/>
    <w:rsid w:val="004D79F1"/>
    <w:rsid w:val="004D7B0B"/>
    <w:rsid w:val="004E0D14"/>
    <w:rsid w:val="004E1714"/>
    <w:rsid w:val="004E1737"/>
    <w:rsid w:val="004E1BBC"/>
    <w:rsid w:val="004E2635"/>
    <w:rsid w:val="004E2E62"/>
    <w:rsid w:val="004E3362"/>
    <w:rsid w:val="004E3B0E"/>
    <w:rsid w:val="004E3B5C"/>
    <w:rsid w:val="004E3BC3"/>
    <w:rsid w:val="004E46EF"/>
    <w:rsid w:val="004E4715"/>
    <w:rsid w:val="004E47D4"/>
    <w:rsid w:val="004E4B77"/>
    <w:rsid w:val="004E664F"/>
    <w:rsid w:val="004E68EA"/>
    <w:rsid w:val="004E697A"/>
    <w:rsid w:val="004E6A27"/>
    <w:rsid w:val="004E7072"/>
    <w:rsid w:val="004E72F6"/>
    <w:rsid w:val="004E7556"/>
    <w:rsid w:val="004F0446"/>
    <w:rsid w:val="004F07A4"/>
    <w:rsid w:val="004F0CB5"/>
    <w:rsid w:val="004F0E56"/>
    <w:rsid w:val="004F107C"/>
    <w:rsid w:val="004F1365"/>
    <w:rsid w:val="004F2278"/>
    <w:rsid w:val="004F3223"/>
    <w:rsid w:val="004F341D"/>
    <w:rsid w:val="004F3B56"/>
    <w:rsid w:val="004F3F79"/>
    <w:rsid w:val="004F3FA3"/>
    <w:rsid w:val="004F40D9"/>
    <w:rsid w:val="004F4157"/>
    <w:rsid w:val="004F4DF7"/>
    <w:rsid w:val="004F5004"/>
    <w:rsid w:val="004F5172"/>
    <w:rsid w:val="004F586E"/>
    <w:rsid w:val="004F5EED"/>
    <w:rsid w:val="004F60C4"/>
    <w:rsid w:val="004F7208"/>
    <w:rsid w:val="004F74A1"/>
    <w:rsid w:val="004F771B"/>
    <w:rsid w:val="004F7B44"/>
    <w:rsid w:val="005004D4"/>
    <w:rsid w:val="00500D6E"/>
    <w:rsid w:val="0050120F"/>
    <w:rsid w:val="00501397"/>
    <w:rsid w:val="00501458"/>
    <w:rsid w:val="00501656"/>
    <w:rsid w:val="00501DD6"/>
    <w:rsid w:val="005031DB"/>
    <w:rsid w:val="005034FA"/>
    <w:rsid w:val="005035DB"/>
    <w:rsid w:val="0050398D"/>
    <w:rsid w:val="00503F3C"/>
    <w:rsid w:val="005056B3"/>
    <w:rsid w:val="005057BD"/>
    <w:rsid w:val="00505956"/>
    <w:rsid w:val="00505A4A"/>
    <w:rsid w:val="00505A4F"/>
    <w:rsid w:val="0050644B"/>
    <w:rsid w:val="005066D7"/>
    <w:rsid w:val="005072CA"/>
    <w:rsid w:val="00507DC1"/>
    <w:rsid w:val="005100B6"/>
    <w:rsid w:val="005100E5"/>
    <w:rsid w:val="00510EB2"/>
    <w:rsid w:val="00510F4D"/>
    <w:rsid w:val="00511B4C"/>
    <w:rsid w:val="00512FF9"/>
    <w:rsid w:val="005134A9"/>
    <w:rsid w:val="00513B6B"/>
    <w:rsid w:val="00514986"/>
    <w:rsid w:val="00515791"/>
    <w:rsid w:val="00515C43"/>
    <w:rsid w:val="0051645B"/>
    <w:rsid w:val="00516604"/>
    <w:rsid w:val="00516D30"/>
    <w:rsid w:val="00517287"/>
    <w:rsid w:val="00517289"/>
    <w:rsid w:val="0051734B"/>
    <w:rsid w:val="00517927"/>
    <w:rsid w:val="00517D31"/>
    <w:rsid w:val="00520FE7"/>
    <w:rsid w:val="00521266"/>
    <w:rsid w:val="00523250"/>
    <w:rsid w:val="00523560"/>
    <w:rsid w:val="0052358C"/>
    <w:rsid w:val="00523BAF"/>
    <w:rsid w:val="00523EDB"/>
    <w:rsid w:val="00524059"/>
    <w:rsid w:val="00524124"/>
    <w:rsid w:val="0052459D"/>
    <w:rsid w:val="00524916"/>
    <w:rsid w:val="005249FA"/>
    <w:rsid w:val="00526BE5"/>
    <w:rsid w:val="00526C64"/>
    <w:rsid w:val="0052754E"/>
    <w:rsid w:val="0052767D"/>
    <w:rsid w:val="00527728"/>
    <w:rsid w:val="0053066E"/>
    <w:rsid w:val="00530917"/>
    <w:rsid w:val="00530D16"/>
    <w:rsid w:val="0053160D"/>
    <w:rsid w:val="005345F8"/>
    <w:rsid w:val="00534A4B"/>
    <w:rsid w:val="00534BD9"/>
    <w:rsid w:val="00534BE1"/>
    <w:rsid w:val="00535723"/>
    <w:rsid w:val="005358F4"/>
    <w:rsid w:val="0053623A"/>
    <w:rsid w:val="00536EEE"/>
    <w:rsid w:val="00536F20"/>
    <w:rsid w:val="00537134"/>
    <w:rsid w:val="00537F30"/>
    <w:rsid w:val="00537FA7"/>
    <w:rsid w:val="00540605"/>
    <w:rsid w:val="00540756"/>
    <w:rsid w:val="00540BA4"/>
    <w:rsid w:val="005410DA"/>
    <w:rsid w:val="0054131C"/>
    <w:rsid w:val="00541F6D"/>
    <w:rsid w:val="0054252D"/>
    <w:rsid w:val="00542FEE"/>
    <w:rsid w:val="00543446"/>
    <w:rsid w:val="005435A6"/>
    <w:rsid w:val="005438B4"/>
    <w:rsid w:val="00543A75"/>
    <w:rsid w:val="00543EBC"/>
    <w:rsid w:val="0054413F"/>
    <w:rsid w:val="00544D20"/>
    <w:rsid w:val="0054524C"/>
    <w:rsid w:val="0054577E"/>
    <w:rsid w:val="00546807"/>
    <w:rsid w:val="00546B17"/>
    <w:rsid w:val="00546CB8"/>
    <w:rsid w:val="00546CC7"/>
    <w:rsid w:val="0054782B"/>
    <w:rsid w:val="005503B3"/>
    <w:rsid w:val="00550CA1"/>
    <w:rsid w:val="00550CC3"/>
    <w:rsid w:val="005515E3"/>
    <w:rsid w:val="0055167A"/>
    <w:rsid w:val="0055189D"/>
    <w:rsid w:val="00551B6E"/>
    <w:rsid w:val="00551CCB"/>
    <w:rsid w:val="00553561"/>
    <w:rsid w:val="005541EF"/>
    <w:rsid w:val="00554D84"/>
    <w:rsid w:val="00554F3D"/>
    <w:rsid w:val="00554FE9"/>
    <w:rsid w:val="005559A9"/>
    <w:rsid w:val="0055603C"/>
    <w:rsid w:val="005567F5"/>
    <w:rsid w:val="00557262"/>
    <w:rsid w:val="00560591"/>
    <w:rsid w:val="00560826"/>
    <w:rsid w:val="00560A6C"/>
    <w:rsid w:val="00560B0A"/>
    <w:rsid w:val="00561624"/>
    <w:rsid w:val="00561B83"/>
    <w:rsid w:val="00563F37"/>
    <w:rsid w:val="005641B2"/>
    <w:rsid w:val="00564360"/>
    <w:rsid w:val="00564AFD"/>
    <w:rsid w:val="00565D74"/>
    <w:rsid w:val="00567653"/>
    <w:rsid w:val="005679C0"/>
    <w:rsid w:val="00567B22"/>
    <w:rsid w:val="00567DC8"/>
    <w:rsid w:val="005700B7"/>
    <w:rsid w:val="00571173"/>
    <w:rsid w:val="00571308"/>
    <w:rsid w:val="005713A5"/>
    <w:rsid w:val="00572A31"/>
    <w:rsid w:val="00572BF7"/>
    <w:rsid w:val="0057354A"/>
    <w:rsid w:val="00573B4C"/>
    <w:rsid w:val="00575156"/>
    <w:rsid w:val="00577A47"/>
    <w:rsid w:val="00577B22"/>
    <w:rsid w:val="005806E3"/>
    <w:rsid w:val="00580793"/>
    <w:rsid w:val="00580C2F"/>
    <w:rsid w:val="005813BC"/>
    <w:rsid w:val="0058162F"/>
    <w:rsid w:val="00581B52"/>
    <w:rsid w:val="0058274D"/>
    <w:rsid w:val="00582E97"/>
    <w:rsid w:val="0058311C"/>
    <w:rsid w:val="00583536"/>
    <w:rsid w:val="005845F6"/>
    <w:rsid w:val="0058549C"/>
    <w:rsid w:val="00585A25"/>
    <w:rsid w:val="00585C28"/>
    <w:rsid w:val="00585F45"/>
    <w:rsid w:val="00586F5B"/>
    <w:rsid w:val="00587E9A"/>
    <w:rsid w:val="005901D9"/>
    <w:rsid w:val="005902FB"/>
    <w:rsid w:val="00590439"/>
    <w:rsid w:val="00591B1B"/>
    <w:rsid w:val="00592477"/>
    <w:rsid w:val="005924A2"/>
    <w:rsid w:val="00592E49"/>
    <w:rsid w:val="00593731"/>
    <w:rsid w:val="00594852"/>
    <w:rsid w:val="00594C01"/>
    <w:rsid w:val="00594D65"/>
    <w:rsid w:val="00595365"/>
    <w:rsid w:val="00595D9D"/>
    <w:rsid w:val="00595E4E"/>
    <w:rsid w:val="005962D1"/>
    <w:rsid w:val="0059708D"/>
    <w:rsid w:val="00597B8B"/>
    <w:rsid w:val="005A00D7"/>
    <w:rsid w:val="005A0392"/>
    <w:rsid w:val="005A04D8"/>
    <w:rsid w:val="005A0CF9"/>
    <w:rsid w:val="005A0E20"/>
    <w:rsid w:val="005A14D8"/>
    <w:rsid w:val="005A19CD"/>
    <w:rsid w:val="005A1C1B"/>
    <w:rsid w:val="005A2EC4"/>
    <w:rsid w:val="005A3824"/>
    <w:rsid w:val="005A398A"/>
    <w:rsid w:val="005A3CFB"/>
    <w:rsid w:val="005A3D5B"/>
    <w:rsid w:val="005A3E9A"/>
    <w:rsid w:val="005A4437"/>
    <w:rsid w:val="005A6B9C"/>
    <w:rsid w:val="005A6C55"/>
    <w:rsid w:val="005A77A4"/>
    <w:rsid w:val="005A7A89"/>
    <w:rsid w:val="005B0686"/>
    <w:rsid w:val="005B130E"/>
    <w:rsid w:val="005B1675"/>
    <w:rsid w:val="005B1750"/>
    <w:rsid w:val="005B19FB"/>
    <w:rsid w:val="005B238F"/>
    <w:rsid w:val="005B25BD"/>
    <w:rsid w:val="005B309E"/>
    <w:rsid w:val="005B35A4"/>
    <w:rsid w:val="005B6C6B"/>
    <w:rsid w:val="005B77DF"/>
    <w:rsid w:val="005B7B9A"/>
    <w:rsid w:val="005B7BE7"/>
    <w:rsid w:val="005B7EA9"/>
    <w:rsid w:val="005C0377"/>
    <w:rsid w:val="005C04D5"/>
    <w:rsid w:val="005C0642"/>
    <w:rsid w:val="005C0695"/>
    <w:rsid w:val="005C0809"/>
    <w:rsid w:val="005C0F67"/>
    <w:rsid w:val="005C1461"/>
    <w:rsid w:val="005C1A4C"/>
    <w:rsid w:val="005C2AF5"/>
    <w:rsid w:val="005C2F7A"/>
    <w:rsid w:val="005C362C"/>
    <w:rsid w:val="005C3CD8"/>
    <w:rsid w:val="005C3E78"/>
    <w:rsid w:val="005C4C00"/>
    <w:rsid w:val="005C555D"/>
    <w:rsid w:val="005C59FB"/>
    <w:rsid w:val="005C6280"/>
    <w:rsid w:val="005C69D0"/>
    <w:rsid w:val="005C6E12"/>
    <w:rsid w:val="005C6ED2"/>
    <w:rsid w:val="005C70E6"/>
    <w:rsid w:val="005C74AD"/>
    <w:rsid w:val="005C79F4"/>
    <w:rsid w:val="005C7B37"/>
    <w:rsid w:val="005C7EB9"/>
    <w:rsid w:val="005D0682"/>
    <w:rsid w:val="005D0852"/>
    <w:rsid w:val="005D0913"/>
    <w:rsid w:val="005D1558"/>
    <w:rsid w:val="005D2125"/>
    <w:rsid w:val="005D2317"/>
    <w:rsid w:val="005D2642"/>
    <w:rsid w:val="005D27F9"/>
    <w:rsid w:val="005D2B3C"/>
    <w:rsid w:val="005D2C59"/>
    <w:rsid w:val="005D30BA"/>
    <w:rsid w:val="005D3FA1"/>
    <w:rsid w:val="005D4185"/>
    <w:rsid w:val="005D5744"/>
    <w:rsid w:val="005D6117"/>
    <w:rsid w:val="005D68AD"/>
    <w:rsid w:val="005D6BBB"/>
    <w:rsid w:val="005D6CC6"/>
    <w:rsid w:val="005D7843"/>
    <w:rsid w:val="005D7BE8"/>
    <w:rsid w:val="005E06CB"/>
    <w:rsid w:val="005E127E"/>
    <w:rsid w:val="005E1285"/>
    <w:rsid w:val="005E231D"/>
    <w:rsid w:val="005E2CD2"/>
    <w:rsid w:val="005E34CD"/>
    <w:rsid w:val="005E4134"/>
    <w:rsid w:val="005E489E"/>
    <w:rsid w:val="005E4B1A"/>
    <w:rsid w:val="005E5114"/>
    <w:rsid w:val="005E5317"/>
    <w:rsid w:val="005E58D6"/>
    <w:rsid w:val="005E60F5"/>
    <w:rsid w:val="005E60F7"/>
    <w:rsid w:val="005E62CC"/>
    <w:rsid w:val="005E63A7"/>
    <w:rsid w:val="005E6908"/>
    <w:rsid w:val="005E77B2"/>
    <w:rsid w:val="005F0056"/>
    <w:rsid w:val="005F0E96"/>
    <w:rsid w:val="005F1960"/>
    <w:rsid w:val="005F1CCA"/>
    <w:rsid w:val="005F1DF2"/>
    <w:rsid w:val="005F25ED"/>
    <w:rsid w:val="005F2753"/>
    <w:rsid w:val="005F2EDD"/>
    <w:rsid w:val="005F33C4"/>
    <w:rsid w:val="005F3E96"/>
    <w:rsid w:val="005F4559"/>
    <w:rsid w:val="005F46DC"/>
    <w:rsid w:val="005F49FD"/>
    <w:rsid w:val="005F4EAA"/>
    <w:rsid w:val="005F502E"/>
    <w:rsid w:val="005F506B"/>
    <w:rsid w:val="005F55B2"/>
    <w:rsid w:val="005F57D4"/>
    <w:rsid w:val="005F5993"/>
    <w:rsid w:val="005F690E"/>
    <w:rsid w:val="006003EA"/>
    <w:rsid w:val="00600C23"/>
    <w:rsid w:val="00601081"/>
    <w:rsid w:val="006012CD"/>
    <w:rsid w:val="006020D5"/>
    <w:rsid w:val="00602780"/>
    <w:rsid w:val="00602D4E"/>
    <w:rsid w:val="0060392A"/>
    <w:rsid w:val="00603C98"/>
    <w:rsid w:val="00604A3C"/>
    <w:rsid w:val="00604AB0"/>
    <w:rsid w:val="00604ED2"/>
    <w:rsid w:val="00604ED7"/>
    <w:rsid w:val="0060542E"/>
    <w:rsid w:val="0060559A"/>
    <w:rsid w:val="00607165"/>
    <w:rsid w:val="006076A5"/>
    <w:rsid w:val="00607D92"/>
    <w:rsid w:val="006103AF"/>
    <w:rsid w:val="0061050B"/>
    <w:rsid w:val="0061096D"/>
    <w:rsid w:val="00610FA2"/>
    <w:rsid w:val="006114A2"/>
    <w:rsid w:val="00611596"/>
    <w:rsid w:val="00611FB9"/>
    <w:rsid w:val="00612857"/>
    <w:rsid w:val="00612C9A"/>
    <w:rsid w:val="00612CEC"/>
    <w:rsid w:val="00612D95"/>
    <w:rsid w:val="0061311E"/>
    <w:rsid w:val="00613C2E"/>
    <w:rsid w:val="0061470C"/>
    <w:rsid w:val="0061475E"/>
    <w:rsid w:val="0061516D"/>
    <w:rsid w:val="00615553"/>
    <w:rsid w:val="00616680"/>
    <w:rsid w:val="00616919"/>
    <w:rsid w:val="006169DC"/>
    <w:rsid w:val="00616E64"/>
    <w:rsid w:val="006171DF"/>
    <w:rsid w:val="006172AC"/>
    <w:rsid w:val="006173D5"/>
    <w:rsid w:val="00620641"/>
    <w:rsid w:val="00620AC2"/>
    <w:rsid w:val="00621447"/>
    <w:rsid w:val="006214F5"/>
    <w:rsid w:val="0062290E"/>
    <w:rsid w:val="00622AF2"/>
    <w:rsid w:val="00622E8A"/>
    <w:rsid w:val="00623AB2"/>
    <w:rsid w:val="00623F0F"/>
    <w:rsid w:val="00624208"/>
    <w:rsid w:val="00624B35"/>
    <w:rsid w:val="006250A8"/>
    <w:rsid w:val="006254CA"/>
    <w:rsid w:val="006261E0"/>
    <w:rsid w:val="006269DB"/>
    <w:rsid w:val="00626A3E"/>
    <w:rsid w:val="00627EE1"/>
    <w:rsid w:val="00630ABE"/>
    <w:rsid w:val="00630DE0"/>
    <w:rsid w:val="00630E95"/>
    <w:rsid w:val="0063125C"/>
    <w:rsid w:val="00631BFE"/>
    <w:rsid w:val="0063200E"/>
    <w:rsid w:val="00632361"/>
    <w:rsid w:val="0063264D"/>
    <w:rsid w:val="00633616"/>
    <w:rsid w:val="00634270"/>
    <w:rsid w:val="006342FF"/>
    <w:rsid w:val="00634567"/>
    <w:rsid w:val="00634696"/>
    <w:rsid w:val="006348DE"/>
    <w:rsid w:val="00635070"/>
    <w:rsid w:val="00635BCC"/>
    <w:rsid w:val="00635E21"/>
    <w:rsid w:val="006369A1"/>
    <w:rsid w:val="00636E69"/>
    <w:rsid w:val="00636F37"/>
    <w:rsid w:val="00637E36"/>
    <w:rsid w:val="00640B27"/>
    <w:rsid w:val="00640E82"/>
    <w:rsid w:val="00641295"/>
    <w:rsid w:val="00641C1F"/>
    <w:rsid w:val="006427C3"/>
    <w:rsid w:val="0064283D"/>
    <w:rsid w:val="00642ACA"/>
    <w:rsid w:val="00643EFC"/>
    <w:rsid w:val="00644196"/>
    <w:rsid w:val="006448B4"/>
    <w:rsid w:val="00644D87"/>
    <w:rsid w:val="006455CD"/>
    <w:rsid w:val="0064606B"/>
    <w:rsid w:val="00646533"/>
    <w:rsid w:val="006466FA"/>
    <w:rsid w:val="00646CE3"/>
    <w:rsid w:val="00646D9E"/>
    <w:rsid w:val="00647088"/>
    <w:rsid w:val="006476AB"/>
    <w:rsid w:val="00647BF4"/>
    <w:rsid w:val="00650278"/>
    <w:rsid w:val="006502CA"/>
    <w:rsid w:val="006503D7"/>
    <w:rsid w:val="00651A44"/>
    <w:rsid w:val="00651BE0"/>
    <w:rsid w:val="00652595"/>
    <w:rsid w:val="00653585"/>
    <w:rsid w:val="00653E4C"/>
    <w:rsid w:val="00655171"/>
    <w:rsid w:val="00655629"/>
    <w:rsid w:val="00655C83"/>
    <w:rsid w:val="00655FDA"/>
    <w:rsid w:val="00657CA8"/>
    <w:rsid w:val="00657D83"/>
    <w:rsid w:val="00660009"/>
    <w:rsid w:val="006609D0"/>
    <w:rsid w:val="00660BA6"/>
    <w:rsid w:val="006614A8"/>
    <w:rsid w:val="006614BA"/>
    <w:rsid w:val="00661BCE"/>
    <w:rsid w:val="00662042"/>
    <w:rsid w:val="00662AF2"/>
    <w:rsid w:val="00662BC5"/>
    <w:rsid w:val="00663263"/>
    <w:rsid w:val="0066368A"/>
    <w:rsid w:val="006639B6"/>
    <w:rsid w:val="00664532"/>
    <w:rsid w:val="00664EC3"/>
    <w:rsid w:val="006650D4"/>
    <w:rsid w:val="006654EB"/>
    <w:rsid w:val="00666448"/>
    <w:rsid w:val="006665A1"/>
    <w:rsid w:val="00666A99"/>
    <w:rsid w:val="00667892"/>
    <w:rsid w:val="00667AEA"/>
    <w:rsid w:val="00670D0D"/>
    <w:rsid w:val="00670DEC"/>
    <w:rsid w:val="006715DA"/>
    <w:rsid w:val="00671BCE"/>
    <w:rsid w:val="006724A8"/>
    <w:rsid w:val="00672F55"/>
    <w:rsid w:val="00673E29"/>
    <w:rsid w:val="00674B62"/>
    <w:rsid w:val="006755B9"/>
    <w:rsid w:val="0067611E"/>
    <w:rsid w:val="00676355"/>
    <w:rsid w:val="00676454"/>
    <w:rsid w:val="006773F7"/>
    <w:rsid w:val="006777EA"/>
    <w:rsid w:val="0067789B"/>
    <w:rsid w:val="006809F7"/>
    <w:rsid w:val="00680A56"/>
    <w:rsid w:val="0068224B"/>
    <w:rsid w:val="00682409"/>
    <w:rsid w:val="00682579"/>
    <w:rsid w:val="00682A24"/>
    <w:rsid w:val="006835CB"/>
    <w:rsid w:val="00683CDB"/>
    <w:rsid w:val="0068470E"/>
    <w:rsid w:val="0068490E"/>
    <w:rsid w:val="00685A97"/>
    <w:rsid w:val="00685C12"/>
    <w:rsid w:val="00685C92"/>
    <w:rsid w:val="006867A6"/>
    <w:rsid w:val="00686885"/>
    <w:rsid w:val="0068710B"/>
    <w:rsid w:val="00687219"/>
    <w:rsid w:val="0068746D"/>
    <w:rsid w:val="00687963"/>
    <w:rsid w:val="006907E8"/>
    <w:rsid w:val="00691247"/>
    <w:rsid w:val="0069206D"/>
    <w:rsid w:val="006920A0"/>
    <w:rsid w:val="006921E3"/>
    <w:rsid w:val="00692A17"/>
    <w:rsid w:val="00693021"/>
    <w:rsid w:val="006930A8"/>
    <w:rsid w:val="00693496"/>
    <w:rsid w:val="006949B4"/>
    <w:rsid w:val="00695CD2"/>
    <w:rsid w:val="006968AB"/>
    <w:rsid w:val="00697392"/>
    <w:rsid w:val="00697A87"/>
    <w:rsid w:val="006A1128"/>
    <w:rsid w:val="006A271A"/>
    <w:rsid w:val="006A32F8"/>
    <w:rsid w:val="006A4217"/>
    <w:rsid w:val="006A47FF"/>
    <w:rsid w:val="006A5679"/>
    <w:rsid w:val="006A5730"/>
    <w:rsid w:val="006A5958"/>
    <w:rsid w:val="006A5E2C"/>
    <w:rsid w:val="006A6AC0"/>
    <w:rsid w:val="006A6C7E"/>
    <w:rsid w:val="006A6CA8"/>
    <w:rsid w:val="006A7B70"/>
    <w:rsid w:val="006B0B7A"/>
    <w:rsid w:val="006B0D5B"/>
    <w:rsid w:val="006B10BA"/>
    <w:rsid w:val="006B1C0F"/>
    <w:rsid w:val="006B253E"/>
    <w:rsid w:val="006B2D54"/>
    <w:rsid w:val="006B338B"/>
    <w:rsid w:val="006B3970"/>
    <w:rsid w:val="006B4A7B"/>
    <w:rsid w:val="006B4AA4"/>
    <w:rsid w:val="006B4BE1"/>
    <w:rsid w:val="006B5262"/>
    <w:rsid w:val="006B5378"/>
    <w:rsid w:val="006B77A6"/>
    <w:rsid w:val="006C01AD"/>
    <w:rsid w:val="006C02D5"/>
    <w:rsid w:val="006C048A"/>
    <w:rsid w:val="006C1C75"/>
    <w:rsid w:val="006C2284"/>
    <w:rsid w:val="006C2D21"/>
    <w:rsid w:val="006C2DD5"/>
    <w:rsid w:val="006C32E6"/>
    <w:rsid w:val="006C3353"/>
    <w:rsid w:val="006C3E0C"/>
    <w:rsid w:val="006C4F26"/>
    <w:rsid w:val="006C4FE3"/>
    <w:rsid w:val="006C5BF6"/>
    <w:rsid w:val="006C6572"/>
    <w:rsid w:val="006C6C86"/>
    <w:rsid w:val="006C7814"/>
    <w:rsid w:val="006C7E6E"/>
    <w:rsid w:val="006D043D"/>
    <w:rsid w:val="006D1A98"/>
    <w:rsid w:val="006D22C4"/>
    <w:rsid w:val="006D2406"/>
    <w:rsid w:val="006D240D"/>
    <w:rsid w:val="006D2ADF"/>
    <w:rsid w:val="006D2EC7"/>
    <w:rsid w:val="006D32F3"/>
    <w:rsid w:val="006D36AD"/>
    <w:rsid w:val="006D3883"/>
    <w:rsid w:val="006D3B88"/>
    <w:rsid w:val="006D3FA1"/>
    <w:rsid w:val="006D451B"/>
    <w:rsid w:val="006D45B2"/>
    <w:rsid w:val="006D49AE"/>
    <w:rsid w:val="006D49B3"/>
    <w:rsid w:val="006D4A2A"/>
    <w:rsid w:val="006D4C0E"/>
    <w:rsid w:val="006D515B"/>
    <w:rsid w:val="006D5514"/>
    <w:rsid w:val="006D58BD"/>
    <w:rsid w:val="006D5A7F"/>
    <w:rsid w:val="006D5E9D"/>
    <w:rsid w:val="006D5EC9"/>
    <w:rsid w:val="006D6495"/>
    <w:rsid w:val="006D665E"/>
    <w:rsid w:val="006D6ACA"/>
    <w:rsid w:val="006D7556"/>
    <w:rsid w:val="006D75CB"/>
    <w:rsid w:val="006D7D17"/>
    <w:rsid w:val="006E07AC"/>
    <w:rsid w:val="006E0B66"/>
    <w:rsid w:val="006E0EDD"/>
    <w:rsid w:val="006E128A"/>
    <w:rsid w:val="006E158C"/>
    <w:rsid w:val="006E181A"/>
    <w:rsid w:val="006E1BFC"/>
    <w:rsid w:val="006E2157"/>
    <w:rsid w:val="006E2D70"/>
    <w:rsid w:val="006E2ECF"/>
    <w:rsid w:val="006E3F84"/>
    <w:rsid w:val="006E4407"/>
    <w:rsid w:val="006E4B49"/>
    <w:rsid w:val="006E50BF"/>
    <w:rsid w:val="006E5832"/>
    <w:rsid w:val="006E58E1"/>
    <w:rsid w:val="006E60CF"/>
    <w:rsid w:val="006E650C"/>
    <w:rsid w:val="006E6624"/>
    <w:rsid w:val="006F000C"/>
    <w:rsid w:val="006F03D0"/>
    <w:rsid w:val="006F0D9D"/>
    <w:rsid w:val="006F0DAE"/>
    <w:rsid w:val="006F10E6"/>
    <w:rsid w:val="006F1511"/>
    <w:rsid w:val="006F1A75"/>
    <w:rsid w:val="006F1BAA"/>
    <w:rsid w:val="006F2089"/>
    <w:rsid w:val="006F244C"/>
    <w:rsid w:val="006F2D81"/>
    <w:rsid w:val="006F2D9E"/>
    <w:rsid w:val="006F310A"/>
    <w:rsid w:val="006F3ACF"/>
    <w:rsid w:val="006F4570"/>
    <w:rsid w:val="006F51A3"/>
    <w:rsid w:val="006F6316"/>
    <w:rsid w:val="006F647D"/>
    <w:rsid w:val="006F68CA"/>
    <w:rsid w:val="006F6F44"/>
    <w:rsid w:val="006F7329"/>
    <w:rsid w:val="006F741D"/>
    <w:rsid w:val="006F7762"/>
    <w:rsid w:val="006F7B48"/>
    <w:rsid w:val="0070020E"/>
    <w:rsid w:val="007004E2"/>
    <w:rsid w:val="00701797"/>
    <w:rsid w:val="00702556"/>
    <w:rsid w:val="007025A0"/>
    <w:rsid w:val="007026B2"/>
    <w:rsid w:val="0070358F"/>
    <w:rsid w:val="00704194"/>
    <w:rsid w:val="00704824"/>
    <w:rsid w:val="00704A82"/>
    <w:rsid w:val="007056F2"/>
    <w:rsid w:val="007067F5"/>
    <w:rsid w:val="00706E1D"/>
    <w:rsid w:val="00707474"/>
    <w:rsid w:val="00707A13"/>
    <w:rsid w:val="00707F86"/>
    <w:rsid w:val="00710043"/>
    <w:rsid w:val="00710DAC"/>
    <w:rsid w:val="00711572"/>
    <w:rsid w:val="00711C96"/>
    <w:rsid w:val="00711EDA"/>
    <w:rsid w:val="00711F93"/>
    <w:rsid w:val="00712131"/>
    <w:rsid w:val="00712900"/>
    <w:rsid w:val="00712C2B"/>
    <w:rsid w:val="00713005"/>
    <w:rsid w:val="00714B96"/>
    <w:rsid w:val="00714C07"/>
    <w:rsid w:val="00715289"/>
    <w:rsid w:val="00715C17"/>
    <w:rsid w:val="00715EE3"/>
    <w:rsid w:val="00716C01"/>
    <w:rsid w:val="00717793"/>
    <w:rsid w:val="007201D8"/>
    <w:rsid w:val="007202AD"/>
    <w:rsid w:val="00722046"/>
    <w:rsid w:val="0072216C"/>
    <w:rsid w:val="007227B6"/>
    <w:rsid w:val="0072283D"/>
    <w:rsid w:val="00722957"/>
    <w:rsid w:val="007229A7"/>
    <w:rsid w:val="0072314C"/>
    <w:rsid w:val="0072354A"/>
    <w:rsid w:val="0072359F"/>
    <w:rsid w:val="00724092"/>
    <w:rsid w:val="00725625"/>
    <w:rsid w:val="0072568A"/>
    <w:rsid w:val="00725AAB"/>
    <w:rsid w:val="00725DFE"/>
    <w:rsid w:val="00725E37"/>
    <w:rsid w:val="00725E7C"/>
    <w:rsid w:val="007265D9"/>
    <w:rsid w:val="00726795"/>
    <w:rsid w:val="00726A01"/>
    <w:rsid w:val="00727CFC"/>
    <w:rsid w:val="00731339"/>
    <w:rsid w:val="00731800"/>
    <w:rsid w:val="00731E2B"/>
    <w:rsid w:val="007323C3"/>
    <w:rsid w:val="007337CE"/>
    <w:rsid w:val="00733AB6"/>
    <w:rsid w:val="0073413F"/>
    <w:rsid w:val="0073429F"/>
    <w:rsid w:val="0073567D"/>
    <w:rsid w:val="00735A34"/>
    <w:rsid w:val="00735CF7"/>
    <w:rsid w:val="0073638D"/>
    <w:rsid w:val="007363E3"/>
    <w:rsid w:val="00736BF5"/>
    <w:rsid w:val="00736C9B"/>
    <w:rsid w:val="00736F97"/>
    <w:rsid w:val="00737AF9"/>
    <w:rsid w:val="007404FF"/>
    <w:rsid w:val="00740B96"/>
    <w:rsid w:val="0074106D"/>
    <w:rsid w:val="007411ED"/>
    <w:rsid w:val="00741812"/>
    <w:rsid w:val="007419EB"/>
    <w:rsid w:val="00741BFB"/>
    <w:rsid w:val="00741C2C"/>
    <w:rsid w:val="007420E4"/>
    <w:rsid w:val="00742700"/>
    <w:rsid w:val="00742849"/>
    <w:rsid w:val="007428FD"/>
    <w:rsid w:val="00742B2F"/>
    <w:rsid w:val="00742B52"/>
    <w:rsid w:val="00742C45"/>
    <w:rsid w:val="007431DC"/>
    <w:rsid w:val="0074407B"/>
    <w:rsid w:val="007450F9"/>
    <w:rsid w:val="0074687E"/>
    <w:rsid w:val="00747598"/>
    <w:rsid w:val="0074774D"/>
    <w:rsid w:val="0074775F"/>
    <w:rsid w:val="00747B2B"/>
    <w:rsid w:val="00747F79"/>
    <w:rsid w:val="007526BB"/>
    <w:rsid w:val="007528D9"/>
    <w:rsid w:val="00752A72"/>
    <w:rsid w:val="00753A63"/>
    <w:rsid w:val="00753B6E"/>
    <w:rsid w:val="00754188"/>
    <w:rsid w:val="00754D40"/>
    <w:rsid w:val="00754D62"/>
    <w:rsid w:val="0075504E"/>
    <w:rsid w:val="007559AB"/>
    <w:rsid w:val="00755CB1"/>
    <w:rsid w:val="00755DDC"/>
    <w:rsid w:val="00756622"/>
    <w:rsid w:val="007569BA"/>
    <w:rsid w:val="00757547"/>
    <w:rsid w:val="00757979"/>
    <w:rsid w:val="00757AAE"/>
    <w:rsid w:val="00760055"/>
    <w:rsid w:val="007603BE"/>
    <w:rsid w:val="00760748"/>
    <w:rsid w:val="00760BB7"/>
    <w:rsid w:val="00761110"/>
    <w:rsid w:val="00762D38"/>
    <w:rsid w:val="00762FAF"/>
    <w:rsid w:val="00762FEA"/>
    <w:rsid w:val="00763072"/>
    <w:rsid w:val="007635B2"/>
    <w:rsid w:val="00763774"/>
    <w:rsid w:val="00763AF1"/>
    <w:rsid w:val="00763C2F"/>
    <w:rsid w:val="007646FA"/>
    <w:rsid w:val="00764788"/>
    <w:rsid w:val="00765177"/>
    <w:rsid w:val="00765CE3"/>
    <w:rsid w:val="007666AA"/>
    <w:rsid w:val="00766E62"/>
    <w:rsid w:val="00767161"/>
    <w:rsid w:val="007671E5"/>
    <w:rsid w:val="007678B6"/>
    <w:rsid w:val="00767EEF"/>
    <w:rsid w:val="007717FE"/>
    <w:rsid w:val="00772B06"/>
    <w:rsid w:val="00772B50"/>
    <w:rsid w:val="00772B82"/>
    <w:rsid w:val="00772DC9"/>
    <w:rsid w:val="00772FD5"/>
    <w:rsid w:val="00773037"/>
    <w:rsid w:val="00773F1C"/>
    <w:rsid w:val="00774795"/>
    <w:rsid w:val="00774866"/>
    <w:rsid w:val="00775567"/>
    <w:rsid w:val="007755EA"/>
    <w:rsid w:val="0077592E"/>
    <w:rsid w:val="0077697A"/>
    <w:rsid w:val="00776B2B"/>
    <w:rsid w:val="0078058E"/>
    <w:rsid w:val="007805F2"/>
    <w:rsid w:val="0078097B"/>
    <w:rsid w:val="00780F93"/>
    <w:rsid w:val="0078291A"/>
    <w:rsid w:val="007832E5"/>
    <w:rsid w:val="007835A5"/>
    <w:rsid w:val="0078392D"/>
    <w:rsid w:val="007840E5"/>
    <w:rsid w:val="00784FCE"/>
    <w:rsid w:val="00785308"/>
    <w:rsid w:val="0078573A"/>
    <w:rsid w:val="00785C4B"/>
    <w:rsid w:val="00786FCD"/>
    <w:rsid w:val="007874E2"/>
    <w:rsid w:val="00787A3D"/>
    <w:rsid w:val="00787F83"/>
    <w:rsid w:val="007902E1"/>
    <w:rsid w:val="00791446"/>
    <w:rsid w:val="00791554"/>
    <w:rsid w:val="007917CC"/>
    <w:rsid w:val="00791979"/>
    <w:rsid w:val="00791CA2"/>
    <w:rsid w:val="00792081"/>
    <w:rsid w:val="00792293"/>
    <w:rsid w:val="0079348B"/>
    <w:rsid w:val="0079430B"/>
    <w:rsid w:val="0079440F"/>
    <w:rsid w:val="00794B54"/>
    <w:rsid w:val="00794BDB"/>
    <w:rsid w:val="007950AB"/>
    <w:rsid w:val="0079533E"/>
    <w:rsid w:val="007953B6"/>
    <w:rsid w:val="00795D43"/>
    <w:rsid w:val="007961C2"/>
    <w:rsid w:val="0079700C"/>
    <w:rsid w:val="00797543"/>
    <w:rsid w:val="007A0801"/>
    <w:rsid w:val="007A1503"/>
    <w:rsid w:val="007A174A"/>
    <w:rsid w:val="007A1811"/>
    <w:rsid w:val="007A2263"/>
    <w:rsid w:val="007A2273"/>
    <w:rsid w:val="007A2306"/>
    <w:rsid w:val="007A2A1C"/>
    <w:rsid w:val="007A2E5B"/>
    <w:rsid w:val="007A30B6"/>
    <w:rsid w:val="007A3513"/>
    <w:rsid w:val="007A4146"/>
    <w:rsid w:val="007A52DC"/>
    <w:rsid w:val="007A5758"/>
    <w:rsid w:val="007A5B26"/>
    <w:rsid w:val="007A5DCF"/>
    <w:rsid w:val="007A5FD4"/>
    <w:rsid w:val="007A61AC"/>
    <w:rsid w:val="007B00A3"/>
    <w:rsid w:val="007B01F2"/>
    <w:rsid w:val="007B02D0"/>
    <w:rsid w:val="007B079E"/>
    <w:rsid w:val="007B1566"/>
    <w:rsid w:val="007B2059"/>
    <w:rsid w:val="007B20E2"/>
    <w:rsid w:val="007B26AD"/>
    <w:rsid w:val="007B2AA3"/>
    <w:rsid w:val="007B2B16"/>
    <w:rsid w:val="007B2BD4"/>
    <w:rsid w:val="007B3253"/>
    <w:rsid w:val="007B429D"/>
    <w:rsid w:val="007B4C80"/>
    <w:rsid w:val="007B5489"/>
    <w:rsid w:val="007B57BE"/>
    <w:rsid w:val="007B6114"/>
    <w:rsid w:val="007B614A"/>
    <w:rsid w:val="007B6E4F"/>
    <w:rsid w:val="007B76E1"/>
    <w:rsid w:val="007B7AF2"/>
    <w:rsid w:val="007C00FB"/>
    <w:rsid w:val="007C06EE"/>
    <w:rsid w:val="007C0798"/>
    <w:rsid w:val="007C0B02"/>
    <w:rsid w:val="007C10A3"/>
    <w:rsid w:val="007C2056"/>
    <w:rsid w:val="007C233A"/>
    <w:rsid w:val="007C48C1"/>
    <w:rsid w:val="007C4914"/>
    <w:rsid w:val="007C4E82"/>
    <w:rsid w:val="007C5132"/>
    <w:rsid w:val="007C5447"/>
    <w:rsid w:val="007C5450"/>
    <w:rsid w:val="007C5D94"/>
    <w:rsid w:val="007C62B4"/>
    <w:rsid w:val="007C78EC"/>
    <w:rsid w:val="007C7A56"/>
    <w:rsid w:val="007D1057"/>
    <w:rsid w:val="007D14A0"/>
    <w:rsid w:val="007D14F9"/>
    <w:rsid w:val="007D159F"/>
    <w:rsid w:val="007D18F1"/>
    <w:rsid w:val="007D1BD9"/>
    <w:rsid w:val="007D26ED"/>
    <w:rsid w:val="007D2FCC"/>
    <w:rsid w:val="007D3670"/>
    <w:rsid w:val="007D37B8"/>
    <w:rsid w:val="007D51D2"/>
    <w:rsid w:val="007D52CB"/>
    <w:rsid w:val="007D560F"/>
    <w:rsid w:val="007D5774"/>
    <w:rsid w:val="007D5D6A"/>
    <w:rsid w:val="007D6651"/>
    <w:rsid w:val="007D71D0"/>
    <w:rsid w:val="007D79AF"/>
    <w:rsid w:val="007E0153"/>
    <w:rsid w:val="007E0F0F"/>
    <w:rsid w:val="007E11BB"/>
    <w:rsid w:val="007E129C"/>
    <w:rsid w:val="007E284D"/>
    <w:rsid w:val="007E36DD"/>
    <w:rsid w:val="007E3920"/>
    <w:rsid w:val="007E4570"/>
    <w:rsid w:val="007E578E"/>
    <w:rsid w:val="007E68DD"/>
    <w:rsid w:val="007E7740"/>
    <w:rsid w:val="007F00C7"/>
    <w:rsid w:val="007F015B"/>
    <w:rsid w:val="007F0178"/>
    <w:rsid w:val="007F073E"/>
    <w:rsid w:val="007F133E"/>
    <w:rsid w:val="007F1ED6"/>
    <w:rsid w:val="007F2154"/>
    <w:rsid w:val="007F22A6"/>
    <w:rsid w:val="007F2804"/>
    <w:rsid w:val="007F3743"/>
    <w:rsid w:val="007F37E7"/>
    <w:rsid w:val="007F4555"/>
    <w:rsid w:val="007F47A8"/>
    <w:rsid w:val="007F4822"/>
    <w:rsid w:val="007F4AD7"/>
    <w:rsid w:val="007F4BEE"/>
    <w:rsid w:val="007F4D96"/>
    <w:rsid w:val="007F52E2"/>
    <w:rsid w:val="007F57B5"/>
    <w:rsid w:val="007F614F"/>
    <w:rsid w:val="007F66A2"/>
    <w:rsid w:val="007F70BF"/>
    <w:rsid w:val="007F7287"/>
    <w:rsid w:val="007F7290"/>
    <w:rsid w:val="007F7985"/>
    <w:rsid w:val="007F7B5C"/>
    <w:rsid w:val="0080046C"/>
    <w:rsid w:val="00801407"/>
    <w:rsid w:val="00801A41"/>
    <w:rsid w:val="0080244E"/>
    <w:rsid w:val="00803240"/>
    <w:rsid w:val="008034F5"/>
    <w:rsid w:val="0080375E"/>
    <w:rsid w:val="008038BD"/>
    <w:rsid w:val="00803A42"/>
    <w:rsid w:val="00803E80"/>
    <w:rsid w:val="00804C3C"/>
    <w:rsid w:val="00804E21"/>
    <w:rsid w:val="00805152"/>
    <w:rsid w:val="00805905"/>
    <w:rsid w:val="00805C81"/>
    <w:rsid w:val="00806D6D"/>
    <w:rsid w:val="00806F0C"/>
    <w:rsid w:val="00807AA0"/>
    <w:rsid w:val="00807F1C"/>
    <w:rsid w:val="0081054D"/>
    <w:rsid w:val="00810A35"/>
    <w:rsid w:val="00810B5C"/>
    <w:rsid w:val="00811023"/>
    <w:rsid w:val="00811779"/>
    <w:rsid w:val="008124E9"/>
    <w:rsid w:val="00812AFF"/>
    <w:rsid w:val="008136D0"/>
    <w:rsid w:val="00814237"/>
    <w:rsid w:val="008146C6"/>
    <w:rsid w:val="0081532D"/>
    <w:rsid w:val="0081535D"/>
    <w:rsid w:val="00815AEE"/>
    <w:rsid w:val="00817126"/>
    <w:rsid w:val="00817B6C"/>
    <w:rsid w:val="00817DC3"/>
    <w:rsid w:val="00821592"/>
    <w:rsid w:val="00822E1E"/>
    <w:rsid w:val="00822E23"/>
    <w:rsid w:val="00822EF1"/>
    <w:rsid w:val="0082399F"/>
    <w:rsid w:val="00823E27"/>
    <w:rsid w:val="008250C0"/>
    <w:rsid w:val="00825AB8"/>
    <w:rsid w:val="008262A8"/>
    <w:rsid w:val="0082685D"/>
    <w:rsid w:val="00826B78"/>
    <w:rsid w:val="00826C09"/>
    <w:rsid w:val="008273B3"/>
    <w:rsid w:val="008273CA"/>
    <w:rsid w:val="00830610"/>
    <w:rsid w:val="0083065F"/>
    <w:rsid w:val="00830818"/>
    <w:rsid w:val="00830BCD"/>
    <w:rsid w:val="00830D8A"/>
    <w:rsid w:val="00830F02"/>
    <w:rsid w:val="008313D1"/>
    <w:rsid w:val="00831B1C"/>
    <w:rsid w:val="00831CEE"/>
    <w:rsid w:val="0083232E"/>
    <w:rsid w:val="00832805"/>
    <w:rsid w:val="008329B5"/>
    <w:rsid w:val="0083324E"/>
    <w:rsid w:val="0083356C"/>
    <w:rsid w:val="008342AE"/>
    <w:rsid w:val="008345BE"/>
    <w:rsid w:val="0083554A"/>
    <w:rsid w:val="008358F6"/>
    <w:rsid w:val="0083718C"/>
    <w:rsid w:val="0083721A"/>
    <w:rsid w:val="0083726A"/>
    <w:rsid w:val="00837727"/>
    <w:rsid w:val="00840270"/>
    <w:rsid w:val="00840B8E"/>
    <w:rsid w:val="00840D06"/>
    <w:rsid w:val="00841D5F"/>
    <w:rsid w:val="00841F7F"/>
    <w:rsid w:val="00841FF6"/>
    <w:rsid w:val="008425B3"/>
    <w:rsid w:val="008426A7"/>
    <w:rsid w:val="00842B2E"/>
    <w:rsid w:val="008434E6"/>
    <w:rsid w:val="008438DE"/>
    <w:rsid w:val="00843B51"/>
    <w:rsid w:val="00844EEF"/>
    <w:rsid w:val="00845110"/>
    <w:rsid w:val="00845336"/>
    <w:rsid w:val="00845EA4"/>
    <w:rsid w:val="008460B5"/>
    <w:rsid w:val="008467AB"/>
    <w:rsid w:val="00846A08"/>
    <w:rsid w:val="00846BEB"/>
    <w:rsid w:val="00846DC5"/>
    <w:rsid w:val="00846DEB"/>
    <w:rsid w:val="00847349"/>
    <w:rsid w:val="00847CAA"/>
    <w:rsid w:val="008505B2"/>
    <w:rsid w:val="00851282"/>
    <w:rsid w:val="00851717"/>
    <w:rsid w:val="008519B4"/>
    <w:rsid w:val="00851E7A"/>
    <w:rsid w:val="00852650"/>
    <w:rsid w:val="00852691"/>
    <w:rsid w:val="00852B17"/>
    <w:rsid w:val="00853236"/>
    <w:rsid w:val="00853ADB"/>
    <w:rsid w:val="00853BD7"/>
    <w:rsid w:val="0085428D"/>
    <w:rsid w:val="00854FCD"/>
    <w:rsid w:val="00854FF4"/>
    <w:rsid w:val="00855077"/>
    <w:rsid w:val="008556BF"/>
    <w:rsid w:val="00856821"/>
    <w:rsid w:val="00856F1F"/>
    <w:rsid w:val="0085716F"/>
    <w:rsid w:val="00857B2A"/>
    <w:rsid w:val="00860140"/>
    <w:rsid w:val="008602F6"/>
    <w:rsid w:val="00860D94"/>
    <w:rsid w:val="00860EB2"/>
    <w:rsid w:val="00860F07"/>
    <w:rsid w:val="00860FB7"/>
    <w:rsid w:val="0086124E"/>
    <w:rsid w:val="008615DE"/>
    <w:rsid w:val="008627B0"/>
    <w:rsid w:val="00862DCB"/>
    <w:rsid w:val="00862FEF"/>
    <w:rsid w:val="0086344F"/>
    <w:rsid w:val="0086361B"/>
    <w:rsid w:val="00863B6B"/>
    <w:rsid w:val="00863CAA"/>
    <w:rsid w:val="008643A7"/>
    <w:rsid w:val="00864C00"/>
    <w:rsid w:val="008662BF"/>
    <w:rsid w:val="00866541"/>
    <w:rsid w:val="0086688D"/>
    <w:rsid w:val="00866A17"/>
    <w:rsid w:val="0086708F"/>
    <w:rsid w:val="008703BA"/>
    <w:rsid w:val="00871F8D"/>
    <w:rsid w:val="00872498"/>
    <w:rsid w:val="0087291A"/>
    <w:rsid w:val="00872AC4"/>
    <w:rsid w:val="00872B76"/>
    <w:rsid w:val="0087317B"/>
    <w:rsid w:val="008735DA"/>
    <w:rsid w:val="0087371E"/>
    <w:rsid w:val="0087402C"/>
    <w:rsid w:val="0087542B"/>
    <w:rsid w:val="00875569"/>
    <w:rsid w:val="0087560A"/>
    <w:rsid w:val="00875B5B"/>
    <w:rsid w:val="00876D4C"/>
    <w:rsid w:val="00876F54"/>
    <w:rsid w:val="00877424"/>
    <w:rsid w:val="008778CB"/>
    <w:rsid w:val="00877B9F"/>
    <w:rsid w:val="0088000D"/>
    <w:rsid w:val="00880574"/>
    <w:rsid w:val="008807A3"/>
    <w:rsid w:val="00880AC0"/>
    <w:rsid w:val="0088105A"/>
    <w:rsid w:val="00881893"/>
    <w:rsid w:val="00881FFB"/>
    <w:rsid w:val="008822CC"/>
    <w:rsid w:val="00883333"/>
    <w:rsid w:val="0088382D"/>
    <w:rsid w:val="00883A67"/>
    <w:rsid w:val="00883EAD"/>
    <w:rsid w:val="00883FB3"/>
    <w:rsid w:val="008841C9"/>
    <w:rsid w:val="008845C9"/>
    <w:rsid w:val="00884C11"/>
    <w:rsid w:val="00884FBC"/>
    <w:rsid w:val="00885E68"/>
    <w:rsid w:val="00885F6A"/>
    <w:rsid w:val="00886071"/>
    <w:rsid w:val="008870E0"/>
    <w:rsid w:val="008908AF"/>
    <w:rsid w:val="0089150C"/>
    <w:rsid w:val="00891F20"/>
    <w:rsid w:val="008925D5"/>
    <w:rsid w:val="008931E9"/>
    <w:rsid w:val="008935A1"/>
    <w:rsid w:val="008947F8"/>
    <w:rsid w:val="0089508A"/>
    <w:rsid w:val="008955FD"/>
    <w:rsid w:val="00895B91"/>
    <w:rsid w:val="00896C26"/>
    <w:rsid w:val="008973DC"/>
    <w:rsid w:val="0089795F"/>
    <w:rsid w:val="00897AF0"/>
    <w:rsid w:val="008A0592"/>
    <w:rsid w:val="008A08F7"/>
    <w:rsid w:val="008A1D1A"/>
    <w:rsid w:val="008A24BF"/>
    <w:rsid w:val="008A292A"/>
    <w:rsid w:val="008A2D98"/>
    <w:rsid w:val="008A51D0"/>
    <w:rsid w:val="008A572D"/>
    <w:rsid w:val="008A5847"/>
    <w:rsid w:val="008A5DBD"/>
    <w:rsid w:val="008A6F3E"/>
    <w:rsid w:val="008A6FB5"/>
    <w:rsid w:val="008A71A1"/>
    <w:rsid w:val="008A7379"/>
    <w:rsid w:val="008A77C1"/>
    <w:rsid w:val="008A7FA7"/>
    <w:rsid w:val="008B05EF"/>
    <w:rsid w:val="008B0E9A"/>
    <w:rsid w:val="008B1010"/>
    <w:rsid w:val="008B2208"/>
    <w:rsid w:val="008B2C52"/>
    <w:rsid w:val="008B3EEE"/>
    <w:rsid w:val="008B4658"/>
    <w:rsid w:val="008B4F29"/>
    <w:rsid w:val="008B53A7"/>
    <w:rsid w:val="008B5FA7"/>
    <w:rsid w:val="008B64DA"/>
    <w:rsid w:val="008B69EF"/>
    <w:rsid w:val="008B753D"/>
    <w:rsid w:val="008B77CA"/>
    <w:rsid w:val="008C01D6"/>
    <w:rsid w:val="008C0F85"/>
    <w:rsid w:val="008C3D1F"/>
    <w:rsid w:val="008C3D31"/>
    <w:rsid w:val="008C3DC7"/>
    <w:rsid w:val="008C454A"/>
    <w:rsid w:val="008C4569"/>
    <w:rsid w:val="008C6011"/>
    <w:rsid w:val="008C660E"/>
    <w:rsid w:val="008C69CD"/>
    <w:rsid w:val="008D0DA0"/>
    <w:rsid w:val="008D0FDA"/>
    <w:rsid w:val="008D150F"/>
    <w:rsid w:val="008D15EC"/>
    <w:rsid w:val="008D22D2"/>
    <w:rsid w:val="008D2B0D"/>
    <w:rsid w:val="008D2CD8"/>
    <w:rsid w:val="008D38D7"/>
    <w:rsid w:val="008D4822"/>
    <w:rsid w:val="008D53EE"/>
    <w:rsid w:val="008D5561"/>
    <w:rsid w:val="008D69CA"/>
    <w:rsid w:val="008D6F6F"/>
    <w:rsid w:val="008E0B0D"/>
    <w:rsid w:val="008E1285"/>
    <w:rsid w:val="008E2E00"/>
    <w:rsid w:val="008E4156"/>
    <w:rsid w:val="008E41BC"/>
    <w:rsid w:val="008E44E7"/>
    <w:rsid w:val="008E47D9"/>
    <w:rsid w:val="008E497F"/>
    <w:rsid w:val="008E54E2"/>
    <w:rsid w:val="008E5BF5"/>
    <w:rsid w:val="008E5C2C"/>
    <w:rsid w:val="008E5E1E"/>
    <w:rsid w:val="008E60BD"/>
    <w:rsid w:val="008E69BE"/>
    <w:rsid w:val="008F023F"/>
    <w:rsid w:val="008F0BCB"/>
    <w:rsid w:val="008F1958"/>
    <w:rsid w:val="008F1998"/>
    <w:rsid w:val="008F2646"/>
    <w:rsid w:val="008F2984"/>
    <w:rsid w:val="008F3B62"/>
    <w:rsid w:val="008F496C"/>
    <w:rsid w:val="008F5661"/>
    <w:rsid w:val="008F6681"/>
    <w:rsid w:val="008F76A3"/>
    <w:rsid w:val="00900425"/>
    <w:rsid w:val="00900756"/>
    <w:rsid w:val="00900A20"/>
    <w:rsid w:val="009012FB"/>
    <w:rsid w:val="00901709"/>
    <w:rsid w:val="0090183F"/>
    <w:rsid w:val="00901A07"/>
    <w:rsid w:val="009027D9"/>
    <w:rsid w:val="00902DC8"/>
    <w:rsid w:val="009041FF"/>
    <w:rsid w:val="00904C31"/>
    <w:rsid w:val="00905106"/>
    <w:rsid w:val="00906372"/>
    <w:rsid w:val="009075B4"/>
    <w:rsid w:val="009078EA"/>
    <w:rsid w:val="00907FC7"/>
    <w:rsid w:val="009102F6"/>
    <w:rsid w:val="00910667"/>
    <w:rsid w:val="00910739"/>
    <w:rsid w:val="009113A9"/>
    <w:rsid w:val="00911BDD"/>
    <w:rsid w:val="00912764"/>
    <w:rsid w:val="00912BD7"/>
    <w:rsid w:val="00912D05"/>
    <w:rsid w:val="0091366E"/>
    <w:rsid w:val="00913AF8"/>
    <w:rsid w:val="00914ABA"/>
    <w:rsid w:val="00914DA8"/>
    <w:rsid w:val="00915F59"/>
    <w:rsid w:val="00915FE2"/>
    <w:rsid w:val="00916158"/>
    <w:rsid w:val="0091624F"/>
    <w:rsid w:val="0091636A"/>
    <w:rsid w:val="00916777"/>
    <w:rsid w:val="00916BA3"/>
    <w:rsid w:val="00917762"/>
    <w:rsid w:val="00921327"/>
    <w:rsid w:val="009213A1"/>
    <w:rsid w:val="0092163D"/>
    <w:rsid w:val="009216E8"/>
    <w:rsid w:val="00921BDB"/>
    <w:rsid w:val="00921F28"/>
    <w:rsid w:val="00921FAC"/>
    <w:rsid w:val="009222F2"/>
    <w:rsid w:val="00922BFB"/>
    <w:rsid w:val="00923959"/>
    <w:rsid w:val="00923F1C"/>
    <w:rsid w:val="00925DCC"/>
    <w:rsid w:val="009269B5"/>
    <w:rsid w:val="00927690"/>
    <w:rsid w:val="00927AF2"/>
    <w:rsid w:val="00927FFA"/>
    <w:rsid w:val="009303BE"/>
    <w:rsid w:val="00930C3C"/>
    <w:rsid w:val="00930E14"/>
    <w:rsid w:val="00931CD2"/>
    <w:rsid w:val="00931EAC"/>
    <w:rsid w:val="009323D8"/>
    <w:rsid w:val="00932927"/>
    <w:rsid w:val="00932A89"/>
    <w:rsid w:val="00933B71"/>
    <w:rsid w:val="00933B9C"/>
    <w:rsid w:val="009347BE"/>
    <w:rsid w:val="00934BB2"/>
    <w:rsid w:val="00934EEE"/>
    <w:rsid w:val="00934FA3"/>
    <w:rsid w:val="00935E72"/>
    <w:rsid w:val="00936372"/>
    <w:rsid w:val="009363F2"/>
    <w:rsid w:val="00936B33"/>
    <w:rsid w:val="00937A14"/>
    <w:rsid w:val="00937A35"/>
    <w:rsid w:val="00937A49"/>
    <w:rsid w:val="00937AC2"/>
    <w:rsid w:val="00937F34"/>
    <w:rsid w:val="0094007F"/>
    <w:rsid w:val="0094024F"/>
    <w:rsid w:val="0094038D"/>
    <w:rsid w:val="0094075A"/>
    <w:rsid w:val="00941092"/>
    <w:rsid w:val="00941283"/>
    <w:rsid w:val="00941929"/>
    <w:rsid w:val="00941DDA"/>
    <w:rsid w:val="0094270C"/>
    <w:rsid w:val="009430A4"/>
    <w:rsid w:val="009443AF"/>
    <w:rsid w:val="00945E5E"/>
    <w:rsid w:val="00946134"/>
    <w:rsid w:val="00946376"/>
    <w:rsid w:val="009464D8"/>
    <w:rsid w:val="00946B5A"/>
    <w:rsid w:val="00946E82"/>
    <w:rsid w:val="00946E99"/>
    <w:rsid w:val="00947147"/>
    <w:rsid w:val="00947332"/>
    <w:rsid w:val="0094755B"/>
    <w:rsid w:val="009475B5"/>
    <w:rsid w:val="00947D91"/>
    <w:rsid w:val="00950B73"/>
    <w:rsid w:val="009512CC"/>
    <w:rsid w:val="00951B87"/>
    <w:rsid w:val="00951BFF"/>
    <w:rsid w:val="00952705"/>
    <w:rsid w:val="00952C7C"/>
    <w:rsid w:val="009538AE"/>
    <w:rsid w:val="00953B18"/>
    <w:rsid w:val="00953BEE"/>
    <w:rsid w:val="00953D65"/>
    <w:rsid w:val="00953EE1"/>
    <w:rsid w:val="0095449F"/>
    <w:rsid w:val="0095536E"/>
    <w:rsid w:val="00955B97"/>
    <w:rsid w:val="00956D7F"/>
    <w:rsid w:val="00956E75"/>
    <w:rsid w:val="009570C9"/>
    <w:rsid w:val="009578ED"/>
    <w:rsid w:val="00957B78"/>
    <w:rsid w:val="00957E27"/>
    <w:rsid w:val="00957FF5"/>
    <w:rsid w:val="009600A2"/>
    <w:rsid w:val="0096055E"/>
    <w:rsid w:val="00961728"/>
    <w:rsid w:val="009620DD"/>
    <w:rsid w:val="00962717"/>
    <w:rsid w:val="00964874"/>
    <w:rsid w:val="00964D43"/>
    <w:rsid w:val="0096519B"/>
    <w:rsid w:val="009654B3"/>
    <w:rsid w:val="009664F0"/>
    <w:rsid w:val="00966771"/>
    <w:rsid w:val="00966B16"/>
    <w:rsid w:val="00966E51"/>
    <w:rsid w:val="00970A94"/>
    <w:rsid w:val="00970C8D"/>
    <w:rsid w:val="0097207E"/>
    <w:rsid w:val="0097237B"/>
    <w:rsid w:val="00972485"/>
    <w:rsid w:val="00972811"/>
    <w:rsid w:val="00974270"/>
    <w:rsid w:val="00974AB6"/>
    <w:rsid w:val="00974B69"/>
    <w:rsid w:val="00975D3B"/>
    <w:rsid w:val="00975DEE"/>
    <w:rsid w:val="00976488"/>
    <w:rsid w:val="009765A2"/>
    <w:rsid w:val="009802E5"/>
    <w:rsid w:val="00981381"/>
    <w:rsid w:val="009815E1"/>
    <w:rsid w:val="00981E0D"/>
    <w:rsid w:val="00981E5A"/>
    <w:rsid w:val="00981E72"/>
    <w:rsid w:val="00982285"/>
    <w:rsid w:val="009829F2"/>
    <w:rsid w:val="00983541"/>
    <w:rsid w:val="00983592"/>
    <w:rsid w:val="009838D7"/>
    <w:rsid w:val="00983B6E"/>
    <w:rsid w:val="00983DC6"/>
    <w:rsid w:val="00983E42"/>
    <w:rsid w:val="00984030"/>
    <w:rsid w:val="0098418F"/>
    <w:rsid w:val="00984433"/>
    <w:rsid w:val="00984880"/>
    <w:rsid w:val="009849AB"/>
    <w:rsid w:val="00986FF1"/>
    <w:rsid w:val="009902B2"/>
    <w:rsid w:val="0099066A"/>
    <w:rsid w:val="00990B80"/>
    <w:rsid w:val="00990BA5"/>
    <w:rsid w:val="009910AB"/>
    <w:rsid w:val="0099123C"/>
    <w:rsid w:val="009913DE"/>
    <w:rsid w:val="00991AF3"/>
    <w:rsid w:val="00991B36"/>
    <w:rsid w:val="00992004"/>
    <w:rsid w:val="009920B8"/>
    <w:rsid w:val="009923E9"/>
    <w:rsid w:val="0099347A"/>
    <w:rsid w:val="00994C50"/>
    <w:rsid w:val="00994EDE"/>
    <w:rsid w:val="00995216"/>
    <w:rsid w:val="0099522B"/>
    <w:rsid w:val="009953C6"/>
    <w:rsid w:val="00995913"/>
    <w:rsid w:val="00995954"/>
    <w:rsid w:val="009965DF"/>
    <w:rsid w:val="00996625"/>
    <w:rsid w:val="00997507"/>
    <w:rsid w:val="00997DA0"/>
    <w:rsid w:val="009A0139"/>
    <w:rsid w:val="009A0A0F"/>
    <w:rsid w:val="009A0A8D"/>
    <w:rsid w:val="009A0E2A"/>
    <w:rsid w:val="009A1000"/>
    <w:rsid w:val="009A1380"/>
    <w:rsid w:val="009A1691"/>
    <w:rsid w:val="009A1800"/>
    <w:rsid w:val="009A1A7F"/>
    <w:rsid w:val="009A1CA3"/>
    <w:rsid w:val="009A2041"/>
    <w:rsid w:val="009A2310"/>
    <w:rsid w:val="009A249F"/>
    <w:rsid w:val="009A2C0A"/>
    <w:rsid w:val="009A387D"/>
    <w:rsid w:val="009A3D0C"/>
    <w:rsid w:val="009A4D0D"/>
    <w:rsid w:val="009A5438"/>
    <w:rsid w:val="009A5EE6"/>
    <w:rsid w:val="009A6B76"/>
    <w:rsid w:val="009A7674"/>
    <w:rsid w:val="009A7E5B"/>
    <w:rsid w:val="009B05AC"/>
    <w:rsid w:val="009B0612"/>
    <w:rsid w:val="009B08AB"/>
    <w:rsid w:val="009B0D90"/>
    <w:rsid w:val="009B1624"/>
    <w:rsid w:val="009B20BC"/>
    <w:rsid w:val="009B24A7"/>
    <w:rsid w:val="009B2828"/>
    <w:rsid w:val="009B2A12"/>
    <w:rsid w:val="009B2CFE"/>
    <w:rsid w:val="009B2E59"/>
    <w:rsid w:val="009B2F06"/>
    <w:rsid w:val="009B2F78"/>
    <w:rsid w:val="009B3B51"/>
    <w:rsid w:val="009B4AB6"/>
    <w:rsid w:val="009B4E86"/>
    <w:rsid w:val="009B5673"/>
    <w:rsid w:val="009B5826"/>
    <w:rsid w:val="009B5D3D"/>
    <w:rsid w:val="009B5F9B"/>
    <w:rsid w:val="009B71C1"/>
    <w:rsid w:val="009B758A"/>
    <w:rsid w:val="009B7CB5"/>
    <w:rsid w:val="009B7FD5"/>
    <w:rsid w:val="009C081D"/>
    <w:rsid w:val="009C099C"/>
    <w:rsid w:val="009C0D66"/>
    <w:rsid w:val="009C0FDF"/>
    <w:rsid w:val="009C1577"/>
    <w:rsid w:val="009C1AF2"/>
    <w:rsid w:val="009C2322"/>
    <w:rsid w:val="009C2AE7"/>
    <w:rsid w:val="009C3638"/>
    <w:rsid w:val="009C3A9C"/>
    <w:rsid w:val="009C3D03"/>
    <w:rsid w:val="009C3EAF"/>
    <w:rsid w:val="009C423E"/>
    <w:rsid w:val="009C5A0E"/>
    <w:rsid w:val="009C5CA7"/>
    <w:rsid w:val="009C5D35"/>
    <w:rsid w:val="009C62B8"/>
    <w:rsid w:val="009C7D39"/>
    <w:rsid w:val="009D06AF"/>
    <w:rsid w:val="009D0D17"/>
    <w:rsid w:val="009D204E"/>
    <w:rsid w:val="009D2690"/>
    <w:rsid w:val="009D26CB"/>
    <w:rsid w:val="009D2C66"/>
    <w:rsid w:val="009D2DC2"/>
    <w:rsid w:val="009D3783"/>
    <w:rsid w:val="009D3F5F"/>
    <w:rsid w:val="009D4804"/>
    <w:rsid w:val="009D50D2"/>
    <w:rsid w:val="009D612C"/>
    <w:rsid w:val="009D650C"/>
    <w:rsid w:val="009D6B97"/>
    <w:rsid w:val="009D6E69"/>
    <w:rsid w:val="009D710D"/>
    <w:rsid w:val="009D79F8"/>
    <w:rsid w:val="009D7AED"/>
    <w:rsid w:val="009E0504"/>
    <w:rsid w:val="009E0587"/>
    <w:rsid w:val="009E05F6"/>
    <w:rsid w:val="009E0FBC"/>
    <w:rsid w:val="009E12F7"/>
    <w:rsid w:val="009E1637"/>
    <w:rsid w:val="009E198D"/>
    <w:rsid w:val="009E35F8"/>
    <w:rsid w:val="009E44F6"/>
    <w:rsid w:val="009E47E4"/>
    <w:rsid w:val="009E4C2C"/>
    <w:rsid w:val="009E53BE"/>
    <w:rsid w:val="009E5AD0"/>
    <w:rsid w:val="009E5DEB"/>
    <w:rsid w:val="009E6609"/>
    <w:rsid w:val="009E679F"/>
    <w:rsid w:val="009E7560"/>
    <w:rsid w:val="009E7A73"/>
    <w:rsid w:val="009F047C"/>
    <w:rsid w:val="009F08E9"/>
    <w:rsid w:val="009F08F6"/>
    <w:rsid w:val="009F1011"/>
    <w:rsid w:val="009F1066"/>
    <w:rsid w:val="009F15AE"/>
    <w:rsid w:val="009F1ED3"/>
    <w:rsid w:val="009F1F21"/>
    <w:rsid w:val="009F227C"/>
    <w:rsid w:val="009F2902"/>
    <w:rsid w:val="009F2C5C"/>
    <w:rsid w:val="009F3047"/>
    <w:rsid w:val="009F3287"/>
    <w:rsid w:val="009F37C3"/>
    <w:rsid w:val="009F3963"/>
    <w:rsid w:val="009F3E60"/>
    <w:rsid w:val="009F4BC1"/>
    <w:rsid w:val="009F4D29"/>
    <w:rsid w:val="009F4F35"/>
    <w:rsid w:val="009F6813"/>
    <w:rsid w:val="009F6873"/>
    <w:rsid w:val="009F696F"/>
    <w:rsid w:val="009F6FC3"/>
    <w:rsid w:val="009F70E8"/>
    <w:rsid w:val="009F7592"/>
    <w:rsid w:val="009F7684"/>
    <w:rsid w:val="009F7E4A"/>
    <w:rsid w:val="00A000A3"/>
    <w:rsid w:val="00A006DC"/>
    <w:rsid w:val="00A00DD7"/>
    <w:rsid w:val="00A01A3A"/>
    <w:rsid w:val="00A0222E"/>
    <w:rsid w:val="00A033D7"/>
    <w:rsid w:val="00A04BD0"/>
    <w:rsid w:val="00A05312"/>
    <w:rsid w:val="00A058C8"/>
    <w:rsid w:val="00A05F0F"/>
    <w:rsid w:val="00A0636D"/>
    <w:rsid w:val="00A064E2"/>
    <w:rsid w:val="00A07CBC"/>
    <w:rsid w:val="00A1016E"/>
    <w:rsid w:val="00A10705"/>
    <w:rsid w:val="00A10A9D"/>
    <w:rsid w:val="00A10AFE"/>
    <w:rsid w:val="00A10D9D"/>
    <w:rsid w:val="00A10F96"/>
    <w:rsid w:val="00A11300"/>
    <w:rsid w:val="00A1228A"/>
    <w:rsid w:val="00A1287C"/>
    <w:rsid w:val="00A128AA"/>
    <w:rsid w:val="00A12912"/>
    <w:rsid w:val="00A12EC6"/>
    <w:rsid w:val="00A12EEA"/>
    <w:rsid w:val="00A12EF2"/>
    <w:rsid w:val="00A13ECD"/>
    <w:rsid w:val="00A1481D"/>
    <w:rsid w:val="00A14F59"/>
    <w:rsid w:val="00A15749"/>
    <w:rsid w:val="00A157AE"/>
    <w:rsid w:val="00A15D0D"/>
    <w:rsid w:val="00A15F1D"/>
    <w:rsid w:val="00A16B59"/>
    <w:rsid w:val="00A174EB"/>
    <w:rsid w:val="00A17629"/>
    <w:rsid w:val="00A17672"/>
    <w:rsid w:val="00A17B8A"/>
    <w:rsid w:val="00A20069"/>
    <w:rsid w:val="00A2117C"/>
    <w:rsid w:val="00A21204"/>
    <w:rsid w:val="00A217AF"/>
    <w:rsid w:val="00A217F5"/>
    <w:rsid w:val="00A21AEE"/>
    <w:rsid w:val="00A22660"/>
    <w:rsid w:val="00A22E78"/>
    <w:rsid w:val="00A23150"/>
    <w:rsid w:val="00A233A9"/>
    <w:rsid w:val="00A23613"/>
    <w:rsid w:val="00A2381C"/>
    <w:rsid w:val="00A23CC7"/>
    <w:rsid w:val="00A24A9E"/>
    <w:rsid w:val="00A24ADC"/>
    <w:rsid w:val="00A24B40"/>
    <w:rsid w:val="00A2620C"/>
    <w:rsid w:val="00A264DB"/>
    <w:rsid w:val="00A26D65"/>
    <w:rsid w:val="00A26FA2"/>
    <w:rsid w:val="00A271CC"/>
    <w:rsid w:val="00A3023C"/>
    <w:rsid w:val="00A30D3B"/>
    <w:rsid w:val="00A30FBE"/>
    <w:rsid w:val="00A3233A"/>
    <w:rsid w:val="00A334EA"/>
    <w:rsid w:val="00A33A5C"/>
    <w:rsid w:val="00A34819"/>
    <w:rsid w:val="00A34CA1"/>
    <w:rsid w:val="00A353B7"/>
    <w:rsid w:val="00A355E6"/>
    <w:rsid w:val="00A35738"/>
    <w:rsid w:val="00A35E96"/>
    <w:rsid w:val="00A3617F"/>
    <w:rsid w:val="00A3635C"/>
    <w:rsid w:val="00A36A47"/>
    <w:rsid w:val="00A36C3C"/>
    <w:rsid w:val="00A3753C"/>
    <w:rsid w:val="00A37CFD"/>
    <w:rsid w:val="00A37FE0"/>
    <w:rsid w:val="00A4127D"/>
    <w:rsid w:val="00A415AD"/>
    <w:rsid w:val="00A41626"/>
    <w:rsid w:val="00A41811"/>
    <w:rsid w:val="00A41C5E"/>
    <w:rsid w:val="00A44557"/>
    <w:rsid w:val="00A4493F"/>
    <w:rsid w:val="00A44979"/>
    <w:rsid w:val="00A44B20"/>
    <w:rsid w:val="00A45340"/>
    <w:rsid w:val="00A45FA8"/>
    <w:rsid w:val="00A45FD3"/>
    <w:rsid w:val="00A46D9F"/>
    <w:rsid w:val="00A5002A"/>
    <w:rsid w:val="00A50CE9"/>
    <w:rsid w:val="00A50FB6"/>
    <w:rsid w:val="00A51719"/>
    <w:rsid w:val="00A5217F"/>
    <w:rsid w:val="00A530F8"/>
    <w:rsid w:val="00A534E7"/>
    <w:rsid w:val="00A53D99"/>
    <w:rsid w:val="00A54F7E"/>
    <w:rsid w:val="00A555E7"/>
    <w:rsid w:val="00A5589B"/>
    <w:rsid w:val="00A55ABD"/>
    <w:rsid w:val="00A5685B"/>
    <w:rsid w:val="00A56C2F"/>
    <w:rsid w:val="00A5742C"/>
    <w:rsid w:val="00A6011E"/>
    <w:rsid w:val="00A605A6"/>
    <w:rsid w:val="00A60AA9"/>
    <w:rsid w:val="00A618B5"/>
    <w:rsid w:val="00A625CA"/>
    <w:rsid w:val="00A636F8"/>
    <w:rsid w:val="00A63BAB"/>
    <w:rsid w:val="00A64DAA"/>
    <w:rsid w:val="00A64DAF"/>
    <w:rsid w:val="00A6556E"/>
    <w:rsid w:val="00A65825"/>
    <w:rsid w:val="00A65A08"/>
    <w:rsid w:val="00A669F6"/>
    <w:rsid w:val="00A67065"/>
    <w:rsid w:val="00A67879"/>
    <w:rsid w:val="00A67FCE"/>
    <w:rsid w:val="00A70008"/>
    <w:rsid w:val="00A70CF7"/>
    <w:rsid w:val="00A72144"/>
    <w:rsid w:val="00A72225"/>
    <w:rsid w:val="00A7266D"/>
    <w:rsid w:val="00A732CA"/>
    <w:rsid w:val="00A743D1"/>
    <w:rsid w:val="00A74761"/>
    <w:rsid w:val="00A74A88"/>
    <w:rsid w:val="00A75094"/>
    <w:rsid w:val="00A7592F"/>
    <w:rsid w:val="00A7668A"/>
    <w:rsid w:val="00A7678A"/>
    <w:rsid w:val="00A77553"/>
    <w:rsid w:val="00A77AE3"/>
    <w:rsid w:val="00A80410"/>
    <w:rsid w:val="00A80780"/>
    <w:rsid w:val="00A81CAA"/>
    <w:rsid w:val="00A821BA"/>
    <w:rsid w:val="00A8232D"/>
    <w:rsid w:val="00A82506"/>
    <w:rsid w:val="00A828CD"/>
    <w:rsid w:val="00A82C67"/>
    <w:rsid w:val="00A83AA9"/>
    <w:rsid w:val="00A83C3E"/>
    <w:rsid w:val="00A83F35"/>
    <w:rsid w:val="00A84C0A"/>
    <w:rsid w:val="00A85334"/>
    <w:rsid w:val="00A85532"/>
    <w:rsid w:val="00A85960"/>
    <w:rsid w:val="00A85CF8"/>
    <w:rsid w:val="00A85F5F"/>
    <w:rsid w:val="00A86266"/>
    <w:rsid w:val="00A8676A"/>
    <w:rsid w:val="00A869B3"/>
    <w:rsid w:val="00A86B29"/>
    <w:rsid w:val="00A87459"/>
    <w:rsid w:val="00A87566"/>
    <w:rsid w:val="00A87883"/>
    <w:rsid w:val="00A8798A"/>
    <w:rsid w:val="00A90337"/>
    <w:rsid w:val="00A90A06"/>
    <w:rsid w:val="00A90CDE"/>
    <w:rsid w:val="00A91006"/>
    <w:rsid w:val="00A916D8"/>
    <w:rsid w:val="00A9193A"/>
    <w:rsid w:val="00A91D6B"/>
    <w:rsid w:val="00A91E12"/>
    <w:rsid w:val="00A923D9"/>
    <w:rsid w:val="00A92800"/>
    <w:rsid w:val="00A92A8F"/>
    <w:rsid w:val="00A92DC3"/>
    <w:rsid w:val="00A932AE"/>
    <w:rsid w:val="00A93B62"/>
    <w:rsid w:val="00A93BB7"/>
    <w:rsid w:val="00A942D0"/>
    <w:rsid w:val="00A9467A"/>
    <w:rsid w:val="00A94CB2"/>
    <w:rsid w:val="00A94E5A"/>
    <w:rsid w:val="00A94E5E"/>
    <w:rsid w:val="00A95F1F"/>
    <w:rsid w:val="00A96EFF"/>
    <w:rsid w:val="00AA08AE"/>
    <w:rsid w:val="00AA2463"/>
    <w:rsid w:val="00AA2939"/>
    <w:rsid w:val="00AA3119"/>
    <w:rsid w:val="00AA343A"/>
    <w:rsid w:val="00AA3481"/>
    <w:rsid w:val="00AA3E0D"/>
    <w:rsid w:val="00AA43A1"/>
    <w:rsid w:val="00AA4BD7"/>
    <w:rsid w:val="00AA52E8"/>
    <w:rsid w:val="00AA6242"/>
    <w:rsid w:val="00AA690B"/>
    <w:rsid w:val="00AA6FB2"/>
    <w:rsid w:val="00AA75D9"/>
    <w:rsid w:val="00AB068C"/>
    <w:rsid w:val="00AB0998"/>
    <w:rsid w:val="00AB0AC9"/>
    <w:rsid w:val="00AB19ED"/>
    <w:rsid w:val="00AB1DEB"/>
    <w:rsid w:val="00AB25B7"/>
    <w:rsid w:val="00AB2838"/>
    <w:rsid w:val="00AB34EB"/>
    <w:rsid w:val="00AB4047"/>
    <w:rsid w:val="00AB47EC"/>
    <w:rsid w:val="00AB48A7"/>
    <w:rsid w:val="00AB517B"/>
    <w:rsid w:val="00AB5211"/>
    <w:rsid w:val="00AB5DDF"/>
    <w:rsid w:val="00AB5EEE"/>
    <w:rsid w:val="00AB7769"/>
    <w:rsid w:val="00AC0592"/>
    <w:rsid w:val="00AC06B8"/>
    <w:rsid w:val="00AC06FB"/>
    <w:rsid w:val="00AC0E71"/>
    <w:rsid w:val="00AC0EF8"/>
    <w:rsid w:val="00AC14B5"/>
    <w:rsid w:val="00AC1589"/>
    <w:rsid w:val="00AC1A60"/>
    <w:rsid w:val="00AC2AA7"/>
    <w:rsid w:val="00AC2E0F"/>
    <w:rsid w:val="00AC3156"/>
    <w:rsid w:val="00AC32BD"/>
    <w:rsid w:val="00AC3CFD"/>
    <w:rsid w:val="00AC4529"/>
    <w:rsid w:val="00AC45D5"/>
    <w:rsid w:val="00AC4712"/>
    <w:rsid w:val="00AC48ED"/>
    <w:rsid w:val="00AC4F60"/>
    <w:rsid w:val="00AC538F"/>
    <w:rsid w:val="00AC5E6D"/>
    <w:rsid w:val="00AC5F1E"/>
    <w:rsid w:val="00AC5FE4"/>
    <w:rsid w:val="00AC67B7"/>
    <w:rsid w:val="00AC708E"/>
    <w:rsid w:val="00AD0889"/>
    <w:rsid w:val="00AD08FC"/>
    <w:rsid w:val="00AD0D96"/>
    <w:rsid w:val="00AD1C99"/>
    <w:rsid w:val="00AD1FAF"/>
    <w:rsid w:val="00AD259D"/>
    <w:rsid w:val="00AD2B47"/>
    <w:rsid w:val="00AD3078"/>
    <w:rsid w:val="00AD3294"/>
    <w:rsid w:val="00AD3418"/>
    <w:rsid w:val="00AD3A99"/>
    <w:rsid w:val="00AD66C6"/>
    <w:rsid w:val="00AD684D"/>
    <w:rsid w:val="00AD7432"/>
    <w:rsid w:val="00AD79F9"/>
    <w:rsid w:val="00AD7D3F"/>
    <w:rsid w:val="00AE04FB"/>
    <w:rsid w:val="00AE05CA"/>
    <w:rsid w:val="00AE0A8E"/>
    <w:rsid w:val="00AE0C77"/>
    <w:rsid w:val="00AE1C6F"/>
    <w:rsid w:val="00AE1E6D"/>
    <w:rsid w:val="00AE21D9"/>
    <w:rsid w:val="00AE2B26"/>
    <w:rsid w:val="00AE2BEE"/>
    <w:rsid w:val="00AE2E09"/>
    <w:rsid w:val="00AE3D24"/>
    <w:rsid w:val="00AE4185"/>
    <w:rsid w:val="00AE4668"/>
    <w:rsid w:val="00AE486E"/>
    <w:rsid w:val="00AE48E6"/>
    <w:rsid w:val="00AE4A4B"/>
    <w:rsid w:val="00AE501F"/>
    <w:rsid w:val="00AE58F3"/>
    <w:rsid w:val="00AE6637"/>
    <w:rsid w:val="00AE6B45"/>
    <w:rsid w:val="00AE75F5"/>
    <w:rsid w:val="00AF0170"/>
    <w:rsid w:val="00AF14E9"/>
    <w:rsid w:val="00AF2382"/>
    <w:rsid w:val="00AF2BAE"/>
    <w:rsid w:val="00AF2C16"/>
    <w:rsid w:val="00AF3647"/>
    <w:rsid w:val="00AF3659"/>
    <w:rsid w:val="00AF3C3B"/>
    <w:rsid w:val="00AF3D93"/>
    <w:rsid w:val="00AF45B0"/>
    <w:rsid w:val="00AF5A28"/>
    <w:rsid w:val="00AF5CF8"/>
    <w:rsid w:val="00AF67B5"/>
    <w:rsid w:val="00AF6A1B"/>
    <w:rsid w:val="00AF6A83"/>
    <w:rsid w:val="00AF6B58"/>
    <w:rsid w:val="00AF7C87"/>
    <w:rsid w:val="00B02252"/>
    <w:rsid w:val="00B02335"/>
    <w:rsid w:val="00B023B4"/>
    <w:rsid w:val="00B0291C"/>
    <w:rsid w:val="00B03DBC"/>
    <w:rsid w:val="00B04581"/>
    <w:rsid w:val="00B04B7F"/>
    <w:rsid w:val="00B05A81"/>
    <w:rsid w:val="00B05CBB"/>
    <w:rsid w:val="00B06EB1"/>
    <w:rsid w:val="00B071A9"/>
    <w:rsid w:val="00B0724B"/>
    <w:rsid w:val="00B0790F"/>
    <w:rsid w:val="00B10173"/>
    <w:rsid w:val="00B1027E"/>
    <w:rsid w:val="00B10D4F"/>
    <w:rsid w:val="00B11328"/>
    <w:rsid w:val="00B11672"/>
    <w:rsid w:val="00B11871"/>
    <w:rsid w:val="00B11929"/>
    <w:rsid w:val="00B1247C"/>
    <w:rsid w:val="00B13BEE"/>
    <w:rsid w:val="00B13D85"/>
    <w:rsid w:val="00B14678"/>
    <w:rsid w:val="00B146CF"/>
    <w:rsid w:val="00B14FD7"/>
    <w:rsid w:val="00B15071"/>
    <w:rsid w:val="00B15358"/>
    <w:rsid w:val="00B15D6C"/>
    <w:rsid w:val="00B16013"/>
    <w:rsid w:val="00B16353"/>
    <w:rsid w:val="00B16E3D"/>
    <w:rsid w:val="00B2013D"/>
    <w:rsid w:val="00B20470"/>
    <w:rsid w:val="00B20FE1"/>
    <w:rsid w:val="00B21FA8"/>
    <w:rsid w:val="00B2284B"/>
    <w:rsid w:val="00B229AD"/>
    <w:rsid w:val="00B22D77"/>
    <w:rsid w:val="00B2351D"/>
    <w:rsid w:val="00B236AF"/>
    <w:rsid w:val="00B23DF4"/>
    <w:rsid w:val="00B23FB9"/>
    <w:rsid w:val="00B242F8"/>
    <w:rsid w:val="00B24399"/>
    <w:rsid w:val="00B2454D"/>
    <w:rsid w:val="00B24F29"/>
    <w:rsid w:val="00B253F8"/>
    <w:rsid w:val="00B259DD"/>
    <w:rsid w:val="00B2609B"/>
    <w:rsid w:val="00B2630A"/>
    <w:rsid w:val="00B26746"/>
    <w:rsid w:val="00B26BAF"/>
    <w:rsid w:val="00B27656"/>
    <w:rsid w:val="00B30003"/>
    <w:rsid w:val="00B30441"/>
    <w:rsid w:val="00B305FA"/>
    <w:rsid w:val="00B30A2C"/>
    <w:rsid w:val="00B30B61"/>
    <w:rsid w:val="00B30C35"/>
    <w:rsid w:val="00B323E3"/>
    <w:rsid w:val="00B326E0"/>
    <w:rsid w:val="00B329FD"/>
    <w:rsid w:val="00B33785"/>
    <w:rsid w:val="00B340DD"/>
    <w:rsid w:val="00B347CE"/>
    <w:rsid w:val="00B3487E"/>
    <w:rsid w:val="00B34F53"/>
    <w:rsid w:val="00B3544F"/>
    <w:rsid w:val="00B35763"/>
    <w:rsid w:val="00B35DC0"/>
    <w:rsid w:val="00B35FA8"/>
    <w:rsid w:val="00B364D6"/>
    <w:rsid w:val="00B3696F"/>
    <w:rsid w:val="00B37222"/>
    <w:rsid w:val="00B3729B"/>
    <w:rsid w:val="00B37854"/>
    <w:rsid w:val="00B378F8"/>
    <w:rsid w:val="00B37D49"/>
    <w:rsid w:val="00B4019A"/>
    <w:rsid w:val="00B4142C"/>
    <w:rsid w:val="00B41AB8"/>
    <w:rsid w:val="00B41B04"/>
    <w:rsid w:val="00B41DBA"/>
    <w:rsid w:val="00B4295A"/>
    <w:rsid w:val="00B42BF9"/>
    <w:rsid w:val="00B43408"/>
    <w:rsid w:val="00B4346D"/>
    <w:rsid w:val="00B44337"/>
    <w:rsid w:val="00B444ED"/>
    <w:rsid w:val="00B4469E"/>
    <w:rsid w:val="00B4597A"/>
    <w:rsid w:val="00B45E8D"/>
    <w:rsid w:val="00B46693"/>
    <w:rsid w:val="00B46A83"/>
    <w:rsid w:val="00B46BBC"/>
    <w:rsid w:val="00B501C2"/>
    <w:rsid w:val="00B50A1E"/>
    <w:rsid w:val="00B50CBD"/>
    <w:rsid w:val="00B516B3"/>
    <w:rsid w:val="00B51702"/>
    <w:rsid w:val="00B52766"/>
    <w:rsid w:val="00B536A2"/>
    <w:rsid w:val="00B536F7"/>
    <w:rsid w:val="00B537E8"/>
    <w:rsid w:val="00B53A34"/>
    <w:rsid w:val="00B53E8C"/>
    <w:rsid w:val="00B553D5"/>
    <w:rsid w:val="00B55738"/>
    <w:rsid w:val="00B56011"/>
    <w:rsid w:val="00B56752"/>
    <w:rsid w:val="00B56BD1"/>
    <w:rsid w:val="00B576C4"/>
    <w:rsid w:val="00B620FE"/>
    <w:rsid w:val="00B6226F"/>
    <w:rsid w:val="00B622B6"/>
    <w:rsid w:val="00B622D9"/>
    <w:rsid w:val="00B63F44"/>
    <w:rsid w:val="00B64068"/>
    <w:rsid w:val="00B643F2"/>
    <w:rsid w:val="00B6545F"/>
    <w:rsid w:val="00B66713"/>
    <w:rsid w:val="00B66C54"/>
    <w:rsid w:val="00B70E06"/>
    <w:rsid w:val="00B70FDB"/>
    <w:rsid w:val="00B7187E"/>
    <w:rsid w:val="00B71BD1"/>
    <w:rsid w:val="00B71C28"/>
    <w:rsid w:val="00B72304"/>
    <w:rsid w:val="00B7245F"/>
    <w:rsid w:val="00B72878"/>
    <w:rsid w:val="00B72B0C"/>
    <w:rsid w:val="00B73246"/>
    <w:rsid w:val="00B733D3"/>
    <w:rsid w:val="00B735FE"/>
    <w:rsid w:val="00B73F39"/>
    <w:rsid w:val="00B74664"/>
    <w:rsid w:val="00B747EE"/>
    <w:rsid w:val="00B74A9D"/>
    <w:rsid w:val="00B74BC2"/>
    <w:rsid w:val="00B75E4B"/>
    <w:rsid w:val="00B7673E"/>
    <w:rsid w:val="00B76FC2"/>
    <w:rsid w:val="00B77172"/>
    <w:rsid w:val="00B7777D"/>
    <w:rsid w:val="00B80538"/>
    <w:rsid w:val="00B8058E"/>
    <w:rsid w:val="00B8060D"/>
    <w:rsid w:val="00B80634"/>
    <w:rsid w:val="00B80BBF"/>
    <w:rsid w:val="00B81B70"/>
    <w:rsid w:val="00B823F8"/>
    <w:rsid w:val="00B8243F"/>
    <w:rsid w:val="00B827D4"/>
    <w:rsid w:val="00B82F30"/>
    <w:rsid w:val="00B8305E"/>
    <w:rsid w:val="00B838C0"/>
    <w:rsid w:val="00B83B71"/>
    <w:rsid w:val="00B83DBC"/>
    <w:rsid w:val="00B8439E"/>
    <w:rsid w:val="00B843ED"/>
    <w:rsid w:val="00B860E3"/>
    <w:rsid w:val="00B86A18"/>
    <w:rsid w:val="00B86AD2"/>
    <w:rsid w:val="00B86BE6"/>
    <w:rsid w:val="00B877CF"/>
    <w:rsid w:val="00B90535"/>
    <w:rsid w:val="00B90679"/>
    <w:rsid w:val="00B9272D"/>
    <w:rsid w:val="00B93B08"/>
    <w:rsid w:val="00B94146"/>
    <w:rsid w:val="00B94837"/>
    <w:rsid w:val="00B95682"/>
    <w:rsid w:val="00B965E5"/>
    <w:rsid w:val="00B96735"/>
    <w:rsid w:val="00B96EC8"/>
    <w:rsid w:val="00B9718F"/>
    <w:rsid w:val="00B97B00"/>
    <w:rsid w:val="00BA0145"/>
    <w:rsid w:val="00BA074B"/>
    <w:rsid w:val="00BA0D3A"/>
    <w:rsid w:val="00BA23D5"/>
    <w:rsid w:val="00BA30E6"/>
    <w:rsid w:val="00BA3C4A"/>
    <w:rsid w:val="00BA50AF"/>
    <w:rsid w:val="00BA5763"/>
    <w:rsid w:val="00BA5A5C"/>
    <w:rsid w:val="00BA6A07"/>
    <w:rsid w:val="00BA6AB0"/>
    <w:rsid w:val="00BA7558"/>
    <w:rsid w:val="00BA7BBF"/>
    <w:rsid w:val="00BA7CAF"/>
    <w:rsid w:val="00BB0339"/>
    <w:rsid w:val="00BB28B2"/>
    <w:rsid w:val="00BB2BA7"/>
    <w:rsid w:val="00BB4413"/>
    <w:rsid w:val="00BB4845"/>
    <w:rsid w:val="00BB5D8F"/>
    <w:rsid w:val="00BB6E75"/>
    <w:rsid w:val="00BB71B8"/>
    <w:rsid w:val="00BC0EBA"/>
    <w:rsid w:val="00BC0F2B"/>
    <w:rsid w:val="00BC1210"/>
    <w:rsid w:val="00BC2A54"/>
    <w:rsid w:val="00BC2B33"/>
    <w:rsid w:val="00BC2CED"/>
    <w:rsid w:val="00BC393A"/>
    <w:rsid w:val="00BC3ACD"/>
    <w:rsid w:val="00BC3DDD"/>
    <w:rsid w:val="00BC483A"/>
    <w:rsid w:val="00BC48C6"/>
    <w:rsid w:val="00BC4924"/>
    <w:rsid w:val="00BC4CA8"/>
    <w:rsid w:val="00BC5784"/>
    <w:rsid w:val="00BC591D"/>
    <w:rsid w:val="00BC5AE0"/>
    <w:rsid w:val="00BC6E34"/>
    <w:rsid w:val="00BC71EB"/>
    <w:rsid w:val="00BD0187"/>
    <w:rsid w:val="00BD0CF8"/>
    <w:rsid w:val="00BD0E77"/>
    <w:rsid w:val="00BD13EC"/>
    <w:rsid w:val="00BD14DF"/>
    <w:rsid w:val="00BD182D"/>
    <w:rsid w:val="00BD1838"/>
    <w:rsid w:val="00BD1D93"/>
    <w:rsid w:val="00BD1E76"/>
    <w:rsid w:val="00BD2AF9"/>
    <w:rsid w:val="00BD2B37"/>
    <w:rsid w:val="00BD2EAB"/>
    <w:rsid w:val="00BD414A"/>
    <w:rsid w:val="00BD4FFB"/>
    <w:rsid w:val="00BD525C"/>
    <w:rsid w:val="00BD6086"/>
    <w:rsid w:val="00BD608C"/>
    <w:rsid w:val="00BD7926"/>
    <w:rsid w:val="00BE000F"/>
    <w:rsid w:val="00BE057A"/>
    <w:rsid w:val="00BE06AB"/>
    <w:rsid w:val="00BE0A47"/>
    <w:rsid w:val="00BE1792"/>
    <w:rsid w:val="00BE1D47"/>
    <w:rsid w:val="00BE1F2D"/>
    <w:rsid w:val="00BE29CB"/>
    <w:rsid w:val="00BE2B26"/>
    <w:rsid w:val="00BE48A5"/>
    <w:rsid w:val="00BE4A4A"/>
    <w:rsid w:val="00BE4AE1"/>
    <w:rsid w:val="00BE535F"/>
    <w:rsid w:val="00BE5FF0"/>
    <w:rsid w:val="00BE63AC"/>
    <w:rsid w:val="00BE67DC"/>
    <w:rsid w:val="00BE6B73"/>
    <w:rsid w:val="00BE6F3F"/>
    <w:rsid w:val="00BE7106"/>
    <w:rsid w:val="00BE711A"/>
    <w:rsid w:val="00BE7214"/>
    <w:rsid w:val="00BE795D"/>
    <w:rsid w:val="00BE7B74"/>
    <w:rsid w:val="00BE7BBF"/>
    <w:rsid w:val="00BF0E9E"/>
    <w:rsid w:val="00BF0ECE"/>
    <w:rsid w:val="00BF1B10"/>
    <w:rsid w:val="00BF1F2C"/>
    <w:rsid w:val="00BF28B6"/>
    <w:rsid w:val="00BF3CBC"/>
    <w:rsid w:val="00BF3DAC"/>
    <w:rsid w:val="00BF3E19"/>
    <w:rsid w:val="00BF3EE6"/>
    <w:rsid w:val="00BF5AB2"/>
    <w:rsid w:val="00BF6E92"/>
    <w:rsid w:val="00BF7480"/>
    <w:rsid w:val="00BF750F"/>
    <w:rsid w:val="00BF777B"/>
    <w:rsid w:val="00C0041D"/>
    <w:rsid w:val="00C0055A"/>
    <w:rsid w:val="00C0056C"/>
    <w:rsid w:val="00C00A31"/>
    <w:rsid w:val="00C02BBA"/>
    <w:rsid w:val="00C02D26"/>
    <w:rsid w:val="00C0362B"/>
    <w:rsid w:val="00C0438C"/>
    <w:rsid w:val="00C04A6A"/>
    <w:rsid w:val="00C04FE9"/>
    <w:rsid w:val="00C05743"/>
    <w:rsid w:val="00C060B1"/>
    <w:rsid w:val="00C0618F"/>
    <w:rsid w:val="00C0663E"/>
    <w:rsid w:val="00C06870"/>
    <w:rsid w:val="00C06F2D"/>
    <w:rsid w:val="00C071E7"/>
    <w:rsid w:val="00C07444"/>
    <w:rsid w:val="00C10123"/>
    <w:rsid w:val="00C1014E"/>
    <w:rsid w:val="00C104CB"/>
    <w:rsid w:val="00C1071B"/>
    <w:rsid w:val="00C11438"/>
    <w:rsid w:val="00C11BB1"/>
    <w:rsid w:val="00C11BE3"/>
    <w:rsid w:val="00C11C03"/>
    <w:rsid w:val="00C11C4F"/>
    <w:rsid w:val="00C11C6D"/>
    <w:rsid w:val="00C12032"/>
    <w:rsid w:val="00C1209E"/>
    <w:rsid w:val="00C12531"/>
    <w:rsid w:val="00C12AEF"/>
    <w:rsid w:val="00C12BB9"/>
    <w:rsid w:val="00C12F67"/>
    <w:rsid w:val="00C139F7"/>
    <w:rsid w:val="00C13EEF"/>
    <w:rsid w:val="00C144D7"/>
    <w:rsid w:val="00C147A8"/>
    <w:rsid w:val="00C148D2"/>
    <w:rsid w:val="00C14FF5"/>
    <w:rsid w:val="00C151C5"/>
    <w:rsid w:val="00C15484"/>
    <w:rsid w:val="00C154AD"/>
    <w:rsid w:val="00C15704"/>
    <w:rsid w:val="00C15ABE"/>
    <w:rsid w:val="00C16C37"/>
    <w:rsid w:val="00C16CCB"/>
    <w:rsid w:val="00C16F32"/>
    <w:rsid w:val="00C17014"/>
    <w:rsid w:val="00C17F20"/>
    <w:rsid w:val="00C2056A"/>
    <w:rsid w:val="00C217B0"/>
    <w:rsid w:val="00C21B1B"/>
    <w:rsid w:val="00C21DFF"/>
    <w:rsid w:val="00C21EC2"/>
    <w:rsid w:val="00C22005"/>
    <w:rsid w:val="00C22071"/>
    <w:rsid w:val="00C22176"/>
    <w:rsid w:val="00C235FD"/>
    <w:rsid w:val="00C239C7"/>
    <w:rsid w:val="00C24320"/>
    <w:rsid w:val="00C243AB"/>
    <w:rsid w:val="00C249B5"/>
    <w:rsid w:val="00C2576E"/>
    <w:rsid w:val="00C25A61"/>
    <w:rsid w:val="00C25C23"/>
    <w:rsid w:val="00C25E96"/>
    <w:rsid w:val="00C2641A"/>
    <w:rsid w:val="00C26615"/>
    <w:rsid w:val="00C26687"/>
    <w:rsid w:val="00C26C64"/>
    <w:rsid w:val="00C26CDF"/>
    <w:rsid w:val="00C275AC"/>
    <w:rsid w:val="00C2774A"/>
    <w:rsid w:val="00C27BF4"/>
    <w:rsid w:val="00C300C8"/>
    <w:rsid w:val="00C30102"/>
    <w:rsid w:val="00C30139"/>
    <w:rsid w:val="00C3050C"/>
    <w:rsid w:val="00C30871"/>
    <w:rsid w:val="00C30DF7"/>
    <w:rsid w:val="00C30E17"/>
    <w:rsid w:val="00C30F43"/>
    <w:rsid w:val="00C3110F"/>
    <w:rsid w:val="00C31426"/>
    <w:rsid w:val="00C31513"/>
    <w:rsid w:val="00C31E03"/>
    <w:rsid w:val="00C3213F"/>
    <w:rsid w:val="00C32D9A"/>
    <w:rsid w:val="00C33391"/>
    <w:rsid w:val="00C33809"/>
    <w:rsid w:val="00C33C25"/>
    <w:rsid w:val="00C344E5"/>
    <w:rsid w:val="00C344FB"/>
    <w:rsid w:val="00C348D6"/>
    <w:rsid w:val="00C3535C"/>
    <w:rsid w:val="00C35ADC"/>
    <w:rsid w:val="00C35DB7"/>
    <w:rsid w:val="00C35E7A"/>
    <w:rsid w:val="00C3635D"/>
    <w:rsid w:val="00C369BF"/>
    <w:rsid w:val="00C36F7D"/>
    <w:rsid w:val="00C370FD"/>
    <w:rsid w:val="00C40383"/>
    <w:rsid w:val="00C4067F"/>
    <w:rsid w:val="00C40E02"/>
    <w:rsid w:val="00C412C3"/>
    <w:rsid w:val="00C41428"/>
    <w:rsid w:val="00C418F4"/>
    <w:rsid w:val="00C43327"/>
    <w:rsid w:val="00C43737"/>
    <w:rsid w:val="00C4422A"/>
    <w:rsid w:val="00C46CDA"/>
    <w:rsid w:val="00C47944"/>
    <w:rsid w:val="00C50ABC"/>
    <w:rsid w:val="00C50F7A"/>
    <w:rsid w:val="00C51321"/>
    <w:rsid w:val="00C513CF"/>
    <w:rsid w:val="00C51537"/>
    <w:rsid w:val="00C518FF"/>
    <w:rsid w:val="00C51969"/>
    <w:rsid w:val="00C52086"/>
    <w:rsid w:val="00C52433"/>
    <w:rsid w:val="00C5253B"/>
    <w:rsid w:val="00C53509"/>
    <w:rsid w:val="00C53B2C"/>
    <w:rsid w:val="00C53C32"/>
    <w:rsid w:val="00C54016"/>
    <w:rsid w:val="00C543E4"/>
    <w:rsid w:val="00C5498D"/>
    <w:rsid w:val="00C557D2"/>
    <w:rsid w:val="00C55902"/>
    <w:rsid w:val="00C562D8"/>
    <w:rsid w:val="00C568BF"/>
    <w:rsid w:val="00C57382"/>
    <w:rsid w:val="00C601B5"/>
    <w:rsid w:val="00C610D4"/>
    <w:rsid w:val="00C61D5F"/>
    <w:rsid w:val="00C62421"/>
    <w:rsid w:val="00C630B7"/>
    <w:rsid w:val="00C6328E"/>
    <w:rsid w:val="00C6347E"/>
    <w:rsid w:val="00C6355D"/>
    <w:rsid w:val="00C64227"/>
    <w:rsid w:val="00C64290"/>
    <w:rsid w:val="00C644A0"/>
    <w:rsid w:val="00C644BD"/>
    <w:rsid w:val="00C64B12"/>
    <w:rsid w:val="00C64BD0"/>
    <w:rsid w:val="00C653AD"/>
    <w:rsid w:val="00C656BE"/>
    <w:rsid w:val="00C6582A"/>
    <w:rsid w:val="00C65A86"/>
    <w:rsid w:val="00C663DF"/>
    <w:rsid w:val="00C66792"/>
    <w:rsid w:val="00C66B7A"/>
    <w:rsid w:val="00C7183E"/>
    <w:rsid w:val="00C71E8F"/>
    <w:rsid w:val="00C71FA5"/>
    <w:rsid w:val="00C72070"/>
    <w:rsid w:val="00C7258A"/>
    <w:rsid w:val="00C72908"/>
    <w:rsid w:val="00C72A3E"/>
    <w:rsid w:val="00C7350A"/>
    <w:rsid w:val="00C73BDC"/>
    <w:rsid w:val="00C73E39"/>
    <w:rsid w:val="00C745C5"/>
    <w:rsid w:val="00C7493C"/>
    <w:rsid w:val="00C74989"/>
    <w:rsid w:val="00C75A3D"/>
    <w:rsid w:val="00C75AB2"/>
    <w:rsid w:val="00C75C5E"/>
    <w:rsid w:val="00C75DED"/>
    <w:rsid w:val="00C75F07"/>
    <w:rsid w:val="00C767D4"/>
    <w:rsid w:val="00C77E08"/>
    <w:rsid w:val="00C80429"/>
    <w:rsid w:val="00C8073B"/>
    <w:rsid w:val="00C8105A"/>
    <w:rsid w:val="00C81098"/>
    <w:rsid w:val="00C8130B"/>
    <w:rsid w:val="00C8169B"/>
    <w:rsid w:val="00C818EC"/>
    <w:rsid w:val="00C818FF"/>
    <w:rsid w:val="00C81BB5"/>
    <w:rsid w:val="00C82809"/>
    <w:rsid w:val="00C828A2"/>
    <w:rsid w:val="00C83E41"/>
    <w:rsid w:val="00C8440C"/>
    <w:rsid w:val="00C844F9"/>
    <w:rsid w:val="00C84563"/>
    <w:rsid w:val="00C84DB7"/>
    <w:rsid w:val="00C85880"/>
    <w:rsid w:val="00C86227"/>
    <w:rsid w:val="00C86568"/>
    <w:rsid w:val="00C87D44"/>
    <w:rsid w:val="00C87E9E"/>
    <w:rsid w:val="00C9077C"/>
    <w:rsid w:val="00C90AE3"/>
    <w:rsid w:val="00C90D3D"/>
    <w:rsid w:val="00C90F17"/>
    <w:rsid w:val="00C912B4"/>
    <w:rsid w:val="00C91DE8"/>
    <w:rsid w:val="00C92D57"/>
    <w:rsid w:val="00C938E8"/>
    <w:rsid w:val="00C93FEE"/>
    <w:rsid w:val="00C956BC"/>
    <w:rsid w:val="00CA0F30"/>
    <w:rsid w:val="00CA1376"/>
    <w:rsid w:val="00CA1404"/>
    <w:rsid w:val="00CA141A"/>
    <w:rsid w:val="00CA2C66"/>
    <w:rsid w:val="00CA3063"/>
    <w:rsid w:val="00CA313E"/>
    <w:rsid w:val="00CA3414"/>
    <w:rsid w:val="00CA3CC7"/>
    <w:rsid w:val="00CA5307"/>
    <w:rsid w:val="00CA59A5"/>
    <w:rsid w:val="00CA61F3"/>
    <w:rsid w:val="00CA61FF"/>
    <w:rsid w:val="00CA62DA"/>
    <w:rsid w:val="00CA6D33"/>
    <w:rsid w:val="00CA784E"/>
    <w:rsid w:val="00CA7C3C"/>
    <w:rsid w:val="00CA7D5E"/>
    <w:rsid w:val="00CB022F"/>
    <w:rsid w:val="00CB0C5A"/>
    <w:rsid w:val="00CB1D52"/>
    <w:rsid w:val="00CB3387"/>
    <w:rsid w:val="00CB4DDD"/>
    <w:rsid w:val="00CB511A"/>
    <w:rsid w:val="00CB588C"/>
    <w:rsid w:val="00CB6D39"/>
    <w:rsid w:val="00CB7B06"/>
    <w:rsid w:val="00CC181D"/>
    <w:rsid w:val="00CC211F"/>
    <w:rsid w:val="00CC217C"/>
    <w:rsid w:val="00CC2303"/>
    <w:rsid w:val="00CC256E"/>
    <w:rsid w:val="00CC3337"/>
    <w:rsid w:val="00CC40D7"/>
    <w:rsid w:val="00CC49F9"/>
    <w:rsid w:val="00CC507B"/>
    <w:rsid w:val="00CC5BAD"/>
    <w:rsid w:val="00CC7129"/>
    <w:rsid w:val="00CC7293"/>
    <w:rsid w:val="00CC7690"/>
    <w:rsid w:val="00CC7C69"/>
    <w:rsid w:val="00CD0333"/>
    <w:rsid w:val="00CD0399"/>
    <w:rsid w:val="00CD059F"/>
    <w:rsid w:val="00CD0FE8"/>
    <w:rsid w:val="00CD1676"/>
    <w:rsid w:val="00CD1F22"/>
    <w:rsid w:val="00CD22F4"/>
    <w:rsid w:val="00CD274D"/>
    <w:rsid w:val="00CD3715"/>
    <w:rsid w:val="00CD460C"/>
    <w:rsid w:val="00CD533D"/>
    <w:rsid w:val="00CD5872"/>
    <w:rsid w:val="00CD5F72"/>
    <w:rsid w:val="00CD6AD6"/>
    <w:rsid w:val="00CD6BA5"/>
    <w:rsid w:val="00CD6C76"/>
    <w:rsid w:val="00CD6DCC"/>
    <w:rsid w:val="00CD706A"/>
    <w:rsid w:val="00CD724A"/>
    <w:rsid w:val="00CD7797"/>
    <w:rsid w:val="00CD77CF"/>
    <w:rsid w:val="00CD78A7"/>
    <w:rsid w:val="00CD7BB5"/>
    <w:rsid w:val="00CD7BBD"/>
    <w:rsid w:val="00CD7CE4"/>
    <w:rsid w:val="00CD7E9C"/>
    <w:rsid w:val="00CE09F8"/>
    <w:rsid w:val="00CE0A11"/>
    <w:rsid w:val="00CE1B6F"/>
    <w:rsid w:val="00CE28BC"/>
    <w:rsid w:val="00CE2A89"/>
    <w:rsid w:val="00CE3EC3"/>
    <w:rsid w:val="00CE413A"/>
    <w:rsid w:val="00CE4196"/>
    <w:rsid w:val="00CE42E2"/>
    <w:rsid w:val="00CE498B"/>
    <w:rsid w:val="00CE4D9C"/>
    <w:rsid w:val="00CE4F7C"/>
    <w:rsid w:val="00CE525B"/>
    <w:rsid w:val="00CE5832"/>
    <w:rsid w:val="00CE594C"/>
    <w:rsid w:val="00CE59D6"/>
    <w:rsid w:val="00CE5AF3"/>
    <w:rsid w:val="00CE673B"/>
    <w:rsid w:val="00CE6C5F"/>
    <w:rsid w:val="00CE72D4"/>
    <w:rsid w:val="00CE77D0"/>
    <w:rsid w:val="00CF04D8"/>
    <w:rsid w:val="00CF14FB"/>
    <w:rsid w:val="00CF173B"/>
    <w:rsid w:val="00CF1ABA"/>
    <w:rsid w:val="00CF2081"/>
    <w:rsid w:val="00CF2780"/>
    <w:rsid w:val="00CF2EB2"/>
    <w:rsid w:val="00CF31DA"/>
    <w:rsid w:val="00CF383C"/>
    <w:rsid w:val="00CF3A65"/>
    <w:rsid w:val="00CF513C"/>
    <w:rsid w:val="00CF5390"/>
    <w:rsid w:val="00CF5424"/>
    <w:rsid w:val="00CF5C91"/>
    <w:rsid w:val="00CF5F1C"/>
    <w:rsid w:val="00CF62FC"/>
    <w:rsid w:val="00CF675C"/>
    <w:rsid w:val="00CF6E5C"/>
    <w:rsid w:val="00CF6FD3"/>
    <w:rsid w:val="00CF71B8"/>
    <w:rsid w:val="00CF7E83"/>
    <w:rsid w:val="00CF7E9C"/>
    <w:rsid w:val="00D00124"/>
    <w:rsid w:val="00D00DE1"/>
    <w:rsid w:val="00D01C54"/>
    <w:rsid w:val="00D01E15"/>
    <w:rsid w:val="00D0246D"/>
    <w:rsid w:val="00D02F02"/>
    <w:rsid w:val="00D02FAE"/>
    <w:rsid w:val="00D03DFF"/>
    <w:rsid w:val="00D052A5"/>
    <w:rsid w:val="00D05C27"/>
    <w:rsid w:val="00D0614D"/>
    <w:rsid w:val="00D066F6"/>
    <w:rsid w:val="00D072CE"/>
    <w:rsid w:val="00D1074A"/>
    <w:rsid w:val="00D11328"/>
    <w:rsid w:val="00D115B1"/>
    <w:rsid w:val="00D11DAE"/>
    <w:rsid w:val="00D1202C"/>
    <w:rsid w:val="00D1233F"/>
    <w:rsid w:val="00D12C4A"/>
    <w:rsid w:val="00D12E9A"/>
    <w:rsid w:val="00D1349E"/>
    <w:rsid w:val="00D13BD4"/>
    <w:rsid w:val="00D152EA"/>
    <w:rsid w:val="00D154F4"/>
    <w:rsid w:val="00D15D15"/>
    <w:rsid w:val="00D15DA5"/>
    <w:rsid w:val="00D15E9D"/>
    <w:rsid w:val="00D1627B"/>
    <w:rsid w:val="00D16F45"/>
    <w:rsid w:val="00D17253"/>
    <w:rsid w:val="00D17357"/>
    <w:rsid w:val="00D1785A"/>
    <w:rsid w:val="00D20A51"/>
    <w:rsid w:val="00D20BA2"/>
    <w:rsid w:val="00D20E37"/>
    <w:rsid w:val="00D217C0"/>
    <w:rsid w:val="00D21B83"/>
    <w:rsid w:val="00D21E13"/>
    <w:rsid w:val="00D22374"/>
    <w:rsid w:val="00D22DCC"/>
    <w:rsid w:val="00D22EF6"/>
    <w:rsid w:val="00D23064"/>
    <w:rsid w:val="00D236B9"/>
    <w:rsid w:val="00D23B84"/>
    <w:rsid w:val="00D24CBF"/>
    <w:rsid w:val="00D253EE"/>
    <w:rsid w:val="00D2561A"/>
    <w:rsid w:val="00D2564E"/>
    <w:rsid w:val="00D263B2"/>
    <w:rsid w:val="00D26B63"/>
    <w:rsid w:val="00D26DAF"/>
    <w:rsid w:val="00D26DC7"/>
    <w:rsid w:val="00D2728A"/>
    <w:rsid w:val="00D27D1D"/>
    <w:rsid w:val="00D301CA"/>
    <w:rsid w:val="00D30F74"/>
    <w:rsid w:val="00D31209"/>
    <w:rsid w:val="00D31EE8"/>
    <w:rsid w:val="00D32CA1"/>
    <w:rsid w:val="00D32D39"/>
    <w:rsid w:val="00D333F1"/>
    <w:rsid w:val="00D333FA"/>
    <w:rsid w:val="00D33607"/>
    <w:rsid w:val="00D33F6A"/>
    <w:rsid w:val="00D34057"/>
    <w:rsid w:val="00D34639"/>
    <w:rsid w:val="00D34759"/>
    <w:rsid w:val="00D34A9C"/>
    <w:rsid w:val="00D34E4B"/>
    <w:rsid w:val="00D35477"/>
    <w:rsid w:val="00D35C17"/>
    <w:rsid w:val="00D35DA4"/>
    <w:rsid w:val="00D35EAF"/>
    <w:rsid w:val="00D36105"/>
    <w:rsid w:val="00D36285"/>
    <w:rsid w:val="00D36605"/>
    <w:rsid w:val="00D36ED6"/>
    <w:rsid w:val="00D37307"/>
    <w:rsid w:val="00D37410"/>
    <w:rsid w:val="00D377D6"/>
    <w:rsid w:val="00D41169"/>
    <w:rsid w:val="00D41226"/>
    <w:rsid w:val="00D412AA"/>
    <w:rsid w:val="00D41E3A"/>
    <w:rsid w:val="00D4259C"/>
    <w:rsid w:val="00D42A2F"/>
    <w:rsid w:val="00D42C01"/>
    <w:rsid w:val="00D43343"/>
    <w:rsid w:val="00D43AD7"/>
    <w:rsid w:val="00D43E5B"/>
    <w:rsid w:val="00D440D5"/>
    <w:rsid w:val="00D441A5"/>
    <w:rsid w:val="00D44513"/>
    <w:rsid w:val="00D44E55"/>
    <w:rsid w:val="00D4572E"/>
    <w:rsid w:val="00D45909"/>
    <w:rsid w:val="00D460E4"/>
    <w:rsid w:val="00D46155"/>
    <w:rsid w:val="00D46482"/>
    <w:rsid w:val="00D46A56"/>
    <w:rsid w:val="00D50297"/>
    <w:rsid w:val="00D502D6"/>
    <w:rsid w:val="00D5211B"/>
    <w:rsid w:val="00D524BF"/>
    <w:rsid w:val="00D52889"/>
    <w:rsid w:val="00D558F2"/>
    <w:rsid w:val="00D571FE"/>
    <w:rsid w:val="00D5740A"/>
    <w:rsid w:val="00D579F7"/>
    <w:rsid w:val="00D60AC0"/>
    <w:rsid w:val="00D61551"/>
    <w:rsid w:val="00D62D38"/>
    <w:rsid w:val="00D63C4F"/>
    <w:rsid w:val="00D64436"/>
    <w:rsid w:val="00D64EAD"/>
    <w:rsid w:val="00D6534D"/>
    <w:rsid w:val="00D659BE"/>
    <w:rsid w:val="00D65BCB"/>
    <w:rsid w:val="00D67087"/>
    <w:rsid w:val="00D67723"/>
    <w:rsid w:val="00D6789C"/>
    <w:rsid w:val="00D70CAB"/>
    <w:rsid w:val="00D70DBB"/>
    <w:rsid w:val="00D72581"/>
    <w:rsid w:val="00D725CB"/>
    <w:rsid w:val="00D735F9"/>
    <w:rsid w:val="00D74282"/>
    <w:rsid w:val="00D743FF"/>
    <w:rsid w:val="00D744B3"/>
    <w:rsid w:val="00D74A01"/>
    <w:rsid w:val="00D74AEE"/>
    <w:rsid w:val="00D7503D"/>
    <w:rsid w:val="00D75513"/>
    <w:rsid w:val="00D75B94"/>
    <w:rsid w:val="00D76607"/>
    <w:rsid w:val="00D766C6"/>
    <w:rsid w:val="00D76A8E"/>
    <w:rsid w:val="00D76D82"/>
    <w:rsid w:val="00D77EBB"/>
    <w:rsid w:val="00D806E2"/>
    <w:rsid w:val="00D807AD"/>
    <w:rsid w:val="00D80B27"/>
    <w:rsid w:val="00D80F38"/>
    <w:rsid w:val="00D80F74"/>
    <w:rsid w:val="00D81117"/>
    <w:rsid w:val="00D818BA"/>
    <w:rsid w:val="00D8201B"/>
    <w:rsid w:val="00D82997"/>
    <w:rsid w:val="00D84043"/>
    <w:rsid w:val="00D85997"/>
    <w:rsid w:val="00D85AFA"/>
    <w:rsid w:val="00D85DFB"/>
    <w:rsid w:val="00D8664E"/>
    <w:rsid w:val="00D86916"/>
    <w:rsid w:val="00D86EBD"/>
    <w:rsid w:val="00D870AE"/>
    <w:rsid w:val="00D875F4"/>
    <w:rsid w:val="00D87780"/>
    <w:rsid w:val="00D879F1"/>
    <w:rsid w:val="00D87A37"/>
    <w:rsid w:val="00D9010F"/>
    <w:rsid w:val="00D9024F"/>
    <w:rsid w:val="00D90544"/>
    <w:rsid w:val="00D90EF9"/>
    <w:rsid w:val="00D9118D"/>
    <w:rsid w:val="00D9147F"/>
    <w:rsid w:val="00D917A6"/>
    <w:rsid w:val="00D91983"/>
    <w:rsid w:val="00D91F75"/>
    <w:rsid w:val="00D9248B"/>
    <w:rsid w:val="00D939D4"/>
    <w:rsid w:val="00D93C80"/>
    <w:rsid w:val="00D93CB2"/>
    <w:rsid w:val="00D93D55"/>
    <w:rsid w:val="00D9405D"/>
    <w:rsid w:val="00D94859"/>
    <w:rsid w:val="00D951F7"/>
    <w:rsid w:val="00D964CD"/>
    <w:rsid w:val="00D96533"/>
    <w:rsid w:val="00D97630"/>
    <w:rsid w:val="00D9787C"/>
    <w:rsid w:val="00D97C4B"/>
    <w:rsid w:val="00DA1E85"/>
    <w:rsid w:val="00DA1EE0"/>
    <w:rsid w:val="00DA309A"/>
    <w:rsid w:val="00DA3147"/>
    <w:rsid w:val="00DA3504"/>
    <w:rsid w:val="00DA3A5B"/>
    <w:rsid w:val="00DA3A7E"/>
    <w:rsid w:val="00DA4A41"/>
    <w:rsid w:val="00DA5819"/>
    <w:rsid w:val="00DA5B4F"/>
    <w:rsid w:val="00DA63C8"/>
    <w:rsid w:val="00DA6581"/>
    <w:rsid w:val="00DA65F2"/>
    <w:rsid w:val="00DA6A4A"/>
    <w:rsid w:val="00DA6C5C"/>
    <w:rsid w:val="00DA7F44"/>
    <w:rsid w:val="00DB008B"/>
    <w:rsid w:val="00DB02D2"/>
    <w:rsid w:val="00DB0C59"/>
    <w:rsid w:val="00DB116C"/>
    <w:rsid w:val="00DB1729"/>
    <w:rsid w:val="00DB316D"/>
    <w:rsid w:val="00DB3219"/>
    <w:rsid w:val="00DB3D4C"/>
    <w:rsid w:val="00DB42AC"/>
    <w:rsid w:val="00DB5291"/>
    <w:rsid w:val="00DB57B3"/>
    <w:rsid w:val="00DB5ACC"/>
    <w:rsid w:val="00DB5DFC"/>
    <w:rsid w:val="00DB5E98"/>
    <w:rsid w:val="00DB6413"/>
    <w:rsid w:val="00DB6CC8"/>
    <w:rsid w:val="00DB7218"/>
    <w:rsid w:val="00DB7981"/>
    <w:rsid w:val="00DC103D"/>
    <w:rsid w:val="00DC2502"/>
    <w:rsid w:val="00DC269C"/>
    <w:rsid w:val="00DC2781"/>
    <w:rsid w:val="00DC313E"/>
    <w:rsid w:val="00DC4484"/>
    <w:rsid w:val="00DC55A8"/>
    <w:rsid w:val="00DC58FC"/>
    <w:rsid w:val="00DC6174"/>
    <w:rsid w:val="00DC6CD8"/>
    <w:rsid w:val="00DC76A1"/>
    <w:rsid w:val="00DD0192"/>
    <w:rsid w:val="00DD0F06"/>
    <w:rsid w:val="00DD139B"/>
    <w:rsid w:val="00DD1834"/>
    <w:rsid w:val="00DD1D24"/>
    <w:rsid w:val="00DD1F5E"/>
    <w:rsid w:val="00DD2782"/>
    <w:rsid w:val="00DD2AB0"/>
    <w:rsid w:val="00DD2ABB"/>
    <w:rsid w:val="00DD2BFD"/>
    <w:rsid w:val="00DD2E39"/>
    <w:rsid w:val="00DD35ED"/>
    <w:rsid w:val="00DD38CA"/>
    <w:rsid w:val="00DD3C50"/>
    <w:rsid w:val="00DD441D"/>
    <w:rsid w:val="00DD480F"/>
    <w:rsid w:val="00DD7192"/>
    <w:rsid w:val="00DD7564"/>
    <w:rsid w:val="00DD769C"/>
    <w:rsid w:val="00DE04EF"/>
    <w:rsid w:val="00DE16B5"/>
    <w:rsid w:val="00DE1C72"/>
    <w:rsid w:val="00DE3501"/>
    <w:rsid w:val="00DE4741"/>
    <w:rsid w:val="00DE4B7A"/>
    <w:rsid w:val="00DE5ADE"/>
    <w:rsid w:val="00DE6BB9"/>
    <w:rsid w:val="00DE6C46"/>
    <w:rsid w:val="00DE7983"/>
    <w:rsid w:val="00DE7BDD"/>
    <w:rsid w:val="00DE7ECD"/>
    <w:rsid w:val="00DF09DF"/>
    <w:rsid w:val="00DF0B58"/>
    <w:rsid w:val="00DF0F64"/>
    <w:rsid w:val="00DF1013"/>
    <w:rsid w:val="00DF16FC"/>
    <w:rsid w:val="00DF1C4E"/>
    <w:rsid w:val="00DF1F75"/>
    <w:rsid w:val="00DF297E"/>
    <w:rsid w:val="00DF2BCD"/>
    <w:rsid w:val="00DF2DD8"/>
    <w:rsid w:val="00DF338F"/>
    <w:rsid w:val="00DF398C"/>
    <w:rsid w:val="00DF3B85"/>
    <w:rsid w:val="00DF43E0"/>
    <w:rsid w:val="00DF523C"/>
    <w:rsid w:val="00DF5B74"/>
    <w:rsid w:val="00DF5D6C"/>
    <w:rsid w:val="00DF6498"/>
    <w:rsid w:val="00DF77DD"/>
    <w:rsid w:val="00E0008F"/>
    <w:rsid w:val="00E0048B"/>
    <w:rsid w:val="00E00A1F"/>
    <w:rsid w:val="00E0173B"/>
    <w:rsid w:val="00E01C31"/>
    <w:rsid w:val="00E01FF2"/>
    <w:rsid w:val="00E028CF"/>
    <w:rsid w:val="00E02AAB"/>
    <w:rsid w:val="00E0351C"/>
    <w:rsid w:val="00E03B29"/>
    <w:rsid w:val="00E03DE9"/>
    <w:rsid w:val="00E048EB"/>
    <w:rsid w:val="00E04A6B"/>
    <w:rsid w:val="00E04C83"/>
    <w:rsid w:val="00E04D1E"/>
    <w:rsid w:val="00E0526B"/>
    <w:rsid w:val="00E0544E"/>
    <w:rsid w:val="00E05485"/>
    <w:rsid w:val="00E05F83"/>
    <w:rsid w:val="00E07551"/>
    <w:rsid w:val="00E07685"/>
    <w:rsid w:val="00E07F43"/>
    <w:rsid w:val="00E10065"/>
    <w:rsid w:val="00E1023C"/>
    <w:rsid w:val="00E10AFE"/>
    <w:rsid w:val="00E11286"/>
    <w:rsid w:val="00E1141E"/>
    <w:rsid w:val="00E116D2"/>
    <w:rsid w:val="00E11DD4"/>
    <w:rsid w:val="00E12653"/>
    <w:rsid w:val="00E12B6E"/>
    <w:rsid w:val="00E12FD9"/>
    <w:rsid w:val="00E130FF"/>
    <w:rsid w:val="00E13446"/>
    <w:rsid w:val="00E1348C"/>
    <w:rsid w:val="00E134D7"/>
    <w:rsid w:val="00E1390E"/>
    <w:rsid w:val="00E13B07"/>
    <w:rsid w:val="00E13CE1"/>
    <w:rsid w:val="00E14106"/>
    <w:rsid w:val="00E14326"/>
    <w:rsid w:val="00E145A4"/>
    <w:rsid w:val="00E14A79"/>
    <w:rsid w:val="00E14B98"/>
    <w:rsid w:val="00E14C66"/>
    <w:rsid w:val="00E150AE"/>
    <w:rsid w:val="00E151DE"/>
    <w:rsid w:val="00E15479"/>
    <w:rsid w:val="00E1564A"/>
    <w:rsid w:val="00E16460"/>
    <w:rsid w:val="00E16E04"/>
    <w:rsid w:val="00E16E37"/>
    <w:rsid w:val="00E17159"/>
    <w:rsid w:val="00E1716E"/>
    <w:rsid w:val="00E1743E"/>
    <w:rsid w:val="00E17554"/>
    <w:rsid w:val="00E17A2E"/>
    <w:rsid w:val="00E20461"/>
    <w:rsid w:val="00E20573"/>
    <w:rsid w:val="00E20C28"/>
    <w:rsid w:val="00E21055"/>
    <w:rsid w:val="00E214CF"/>
    <w:rsid w:val="00E2236A"/>
    <w:rsid w:val="00E22764"/>
    <w:rsid w:val="00E22E6A"/>
    <w:rsid w:val="00E22F03"/>
    <w:rsid w:val="00E23310"/>
    <w:rsid w:val="00E235BB"/>
    <w:rsid w:val="00E2381D"/>
    <w:rsid w:val="00E239A5"/>
    <w:rsid w:val="00E24840"/>
    <w:rsid w:val="00E25145"/>
    <w:rsid w:val="00E25287"/>
    <w:rsid w:val="00E25BDB"/>
    <w:rsid w:val="00E2667F"/>
    <w:rsid w:val="00E2705F"/>
    <w:rsid w:val="00E270F1"/>
    <w:rsid w:val="00E27F9A"/>
    <w:rsid w:val="00E302BE"/>
    <w:rsid w:val="00E302CD"/>
    <w:rsid w:val="00E3062A"/>
    <w:rsid w:val="00E30EEF"/>
    <w:rsid w:val="00E31D00"/>
    <w:rsid w:val="00E32183"/>
    <w:rsid w:val="00E323EC"/>
    <w:rsid w:val="00E326EC"/>
    <w:rsid w:val="00E32C7F"/>
    <w:rsid w:val="00E33A7C"/>
    <w:rsid w:val="00E33D65"/>
    <w:rsid w:val="00E35DFC"/>
    <w:rsid w:val="00E37616"/>
    <w:rsid w:val="00E37A01"/>
    <w:rsid w:val="00E40956"/>
    <w:rsid w:val="00E41442"/>
    <w:rsid w:val="00E41E06"/>
    <w:rsid w:val="00E41FDA"/>
    <w:rsid w:val="00E42058"/>
    <w:rsid w:val="00E420A8"/>
    <w:rsid w:val="00E437AC"/>
    <w:rsid w:val="00E43D9E"/>
    <w:rsid w:val="00E443B8"/>
    <w:rsid w:val="00E44555"/>
    <w:rsid w:val="00E44685"/>
    <w:rsid w:val="00E44A16"/>
    <w:rsid w:val="00E44AB0"/>
    <w:rsid w:val="00E45251"/>
    <w:rsid w:val="00E452F9"/>
    <w:rsid w:val="00E457D7"/>
    <w:rsid w:val="00E459EF"/>
    <w:rsid w:val="00E45C49"/>
    <w:rsid w:val="00E46A3C"/>
    <w:rsid w:val="00E4703D"/>
    <w:rsid w:val="00E5010C"/>
    <w:rsid w:val="00E5067F"/>
    <w:rsid w:val="00E51182"/>
    <w:rsid w:val="00E5194C"/>
    <w:rsid w:val="00E51BD0"/>
    <w:rsid w:val="00E52024"/>
    <w:rsid w:val="00E5293B"/>
    <w:rsid w:val="00E52B24"/>
    <w:rsid w:val="00E52FB0"/>
    <w:rsid w:val="00E53AC6"/>
    <w:rsid w:val="00E54861"/>
    <w:rsid w:val="00E548A3"/>
    <w:rsid w:val="00E54DA0"/>
    <w:rsid w:val="00E54F0D"/>
    <w:rsid w:val="00E55A50"/>
    <w:rsid w:val="00E55E3F"/>
    <w:rsid w:val="00E56A8D"/>
    <w:rsid w:val="00E56A97"/>
    <w:rsid w:val="00E56EB4"/>
    <w:rsid w:val="00E57116"/>
    <w:rsid w:val="00E573C3"/>
    <w:rsid w:val="00E606AF"/>
    <w:rsid w:val="00E60EA9"/>
    <w:rsid w:val="00E62561"/>
    <w:rsid w:val="00E62E5B"/>
    <w:rsid w:val="00E63591"/>
    <w:rsid w:val="00E63C10"/>
    <w:rsid w:val="00E63F73"/>
    <w:rsid w:val="00E64639"/>
    <w:rsid w:val="00E64E4C"/>
    <w:rsid w:val="00E65ABF"/>
    <w:rsid w:val="00E6624C"/>
    <w:rsid w:val="00E6673F"/>
    <w:rsid w:val="00E66AFA"/>
    <w:rsid w:val="00E66CFC"/>
    <w:rsid w:val="00E671BA"/>
    <w:rsid w:val="00E67E5A"/>
    <w:rsid w:val="00E67FD2"/>
    <w:rsid w:val="00E67FF2"/>
    <w:rsid w:val="00E7076E"/>
    <w:rsid w:val="00E7087C"/>
    <w:rsid w:val="00E70E97"/>
    <w:rsid w:val="00E71521"/>
    <w:rsid w:val="00E7273D"/>
    <w:rsid w:val="00E72B0D"/>
    <w:rsid w:val="00E73E46"/>
    <w:rsid w:val="00E73F5B"/>
    <w:rsid w:val="00E74620"/>
    <w:rsid w:val="00E74870"/>
    <w:rsid w:val="00E75B7A"/>
    <w:rsid w:val="00E7602A"/>
    <w:rsid w:val="00E7604A"/>
    <w:rsid w:val="00E767C9"/>
    <w:rsid w:val="00E77275"/>
    <w:rsid w:val="00E773E5"/>
    <w:rsid w:val="00E8028D"/>
    <w:rsid w:val="00E808E5"/>
    <w:rsid w:val="00E80AD8"/>
    <w:rsid w:val="00E80C7B"/>
    <w:rsid w:val="00E80C7F"/>
    <w:rsid w:val="00E8183D"/>
    <w:rsid w:val="00E818A5"/>
    <w:rsid w:val="00E81C07"/>
    <w:rsid w:val="00E82624"/>
    <w:rsid w:val="00E82C86"/>
    <w:rsid w:val="00E838D1"/>
    <w:rsid w:val="00E843B1"/>
    <w:rsid w:val="00E845D6"/>
    <w:rsid w:val="00E84CB8"/>
    <w:rsid w:val="00E853B1"/>
    <w:rsid w:val="00E85F32"/>
    <w:rsid w:val="00E86503"/>
    <w:rsid w:val="00E874BB"/>
    <w:rsid w:val="00E87D71"/>
    <w:rsid w:val="00E901B4"/>
    <w:rsid w:val="00E90378"/>
    <w:rsid w:val="00E90423"/>
    <w:rsid w:val="00E90EC5"/>
    <w:rsid w:val="00E915B0"/>
    <w:rsid w:val="00E921DD"/>
    <w:rsid w:val="00E937AE"/>
    <w:rsid w:val="00E93C35"/>
    <w:rsid w:val="00E93DBD"/>
    <w:rsid w:val="00E94F25"/>
    <w:rsid w:val="00E95BF1"/>
    <w:rsid w:val="00E95CA2"/>
    <w:rsid w:val="00E95F7E"/>
    <w:rsid w:val="00E967F4"/>
    <w:rsid w:val="00E96A43"/>
    <w:rsid w:val="00E97508"/>
    <w:rsid w:val="00E979C0"/>
    <w:rsid w:val="00E97B32"/>
    <w:rsid w:val="00EA00BF"/>
    <w:rsid w:val="00EA0B3E"/>
    <w:rsid w:val="00EA0F33"/>
    <w:rsid w:val="00EA0F46"/>
    <w:rsid w:val="00EA1631"/>
    <w:rsid w:val="00EA1C0E"/>
    <w:rsid w:val="00EA2D86"/>
    <w:rsid w:val="00EA3386"/>
    <w:rsid w:val="00EA3AE2"/>
    <w:rsid w:val="00EA3F24"/>
    <w:rsid w:val="00EA402E"/>
    <w:rsid w:val="00EA44BA"/>
    <w:rsid w:val="00EA4BC8"/>
    <w:rsid w:val="00EA517B"/>
    <w:rsid w:val="00EA527B"/>
    <w:rsid w:val="00EA58E1"/>
    <w:rsid w:val="00EA5E60"/>
    <w:rsid w:val="00EA607E"/>
    <w:rsid w:val="00EA668C"/>
    <w:rsid w:val="00EA6756"/>
    <w:rsid w:val="00EA6E6E"/>
    <w:rsid w:val="00EA72D4"/>
    <w:rsid w:val="00EA76D4"/>
    <w:rsid w:val="00EA79E3"/>
    <w:rsid w:val="00EB01B8"/>
    <w:rsid w:val="00EB02C1"/>
    <w:rsid w:val="00EB175F"/>
    <w:rsid w:val="00EB1BF2"/>
    <w:rsid w:val="00EB27A7"/>
    <w:rsid w:val="00EB2E86"/>
    <w:rsid w:val="00EB355F"/>
    <w:rsid w:val="00EB35CA"/>
    <w:rsid w:val="00EB3965"/>
    <w:rsid w:val="00EB39DA"/>
    <w:rsid w:val="00EB41E8"/>
    <w:rsid w:val="00EB4BD7"/>
    <w:rsid w:val="00EB50A3"/>
    <w:rsid w:val="00EB5273"/>
    <w:rsid w:val="00EB589A"/>
    <w:rsid w:val="00EB59AD"/>
    <w:rsid w:val="00EB5D1F"/>
    <w:rsid w:val="00EB5E79"/>
    <w:rsid w:val="00EB6EAC"/>
    <w:rsid w:val="00EB7DCB"/>
    <w:rsid w:val="00EB7E80"/>
    <w:rsid w:val="00EC0A90"/>
    <w:rsid w:val="00EC0BD2"/>
    <w:rsid w:val="00EC0BEF"/>
    <w:rsid w:val="00EC124F"/>
    <w:rsid w:val="00EC19C1"/>
    <w:rsid w:val="00EC2716"/>
    <w:rsid w:val="00EC281E"/>
    <w:rsid w:val="00EC2DB0"/>
    <w:rsid w:val="00EC31CD"/>
    <w:rsid w:val="00EC381D"/>
    <w:rsid w:val="00EC39A3"/>
    <w:rsid w:val="00EC4878"/>
    <w:rsid w:val="00EC4C2F"/>
    <w:rsid w:val="00EC4EE4"/>
    <w:rsid w:val="00EC5A78"/>
    <w:rsid w:val="00EC63DC"/>
    <w:rsid w:val="00EC6B51"/>
    <w:rsid w:val="00EC7896"/>
    <w:rsid w:val="00ED01EC"/>
    <w:rsid w:val="00ED04BC"/>
    <w:rsid w:val="00ED087F"/>
    <w:rsid w:val="00ED09AD"/>
    <w:rsid w:val="00ED0C3C"/>
    <w:rsid w:val="00ED182B"/>
    <w:rsid w:val="00ED25F2"/>
    <w:rsid w:val="00ED3124"/>
    <w:rsid w:val="00ED3D59"/>
    <w:rsid w:val="00ED412B"/>
    <w:rsid w:val="00ED45C4"/>
    <w:rsid w:val="00ED5205"/>
    <w:rsid w:val="00ED5CBC"/>
    <w:rsid w:val="00ED6AE3"/>
    <w:rsid w:val="00ED6E02"/>
    <w:rsid w:val="00ED72F4"/>
    <w:rsid w:val="00ED7A99"/>
    <w:rsid w:val="00EE0825"/>
    <w:rsid w:val="00EE0B00"/>
    <w:rsid w:val="00EE120F"/>
    <w:rsid w:val="00EE124E"/>
    <w:rsid w:val="00EE1C09"/>
    <w:rsid w:val="00EE1F2C"/>
    <w:rsid w:val="00EE2A90"/>
    <w:rsid w:val="00EE2B44"/>
    <w:rsid w:val="00EE3062"/>
    <w:rsid w:val="00EE3A74"/>
    <w:rsid w:val="00EE4B62"/>
    <w:rsid w:val="00EE4EC3"/>
    <w:rsid w:val="00EE517F"/>
    <w:rsid w:val="00EE5E7A"/>
    <w:rsid w:val="00EE6033"/>
    <w:rsid w:val="00EE60FE"/>
    <w:rsid w:val="00EE6659"/>
    <w:rsid w:val="00EE6AFF"/>
    <w:rsid w:val="00EE6E2A"/>
    <w:rsid w:val="00EE6FC0"/>
    <w:rsid w:val="00EE7500"/>
    <w:rsid w:val="00EE7641"/>
    <w:rsid w:val="00EE78F8"/>
    <w:rsid w:val="00EE792F"/>
    <w:rsid w:val="00EE794D"/>
    <w:rsid w:val="00EF01F6"/>
    <w:rsid w:val="00EF042E"/>
    <w:rsid w:val="00EF1153"/>
    <w:rsid w:val="00EF12EC"/>
    <w:rsid w:val="00EF1AC9"/>
    <w:rsid w:val="00EF398D"/>
    <w:rsid w:val="00EF3D07"/>
    <w:rsid w:val="00EF492B"/>
    <w:rsid w:val="00EF4D96"/>
    <w:rsid w:val="00EF4E18"/>
    <w:rsid w:val="00EF5AEF"/>
    <w:rsid w:val="00EF6C9A"/>
    <w:rsid w:val="00EF6E7D"/>
    <w:rsid w:val="00EF7900"/>
    <w:rsid w:val="00F00215"/>
    <w:rsid w:val="00F00375"/>
    <w:rsid w:val="00F018B2"/>
    <w:rsid w:val="00F023B9"/>
    <w:rsid w:val="00F0260B"/>
    <w:rsid w:val="00F026BF"/>
    <w:rsid w:val="00F0290E"/>
    <w:rsid w:val="00F02ED6"/>
    <w:rsid w:val="00F033E9"/>
    <w:rsid w:val="00F03A0D"/>
    <w:rsid w:val="00F03C25"/>
    <w:rsid w:val="00F044AF"/>
    <w:rsid w:val="00F05574"/>
    <w:rsid w:val="00F05601"/>
    <w:rsid w:val="00F061D7"/>
    <w:rsid w:val="00F061FA"/>
    <w:rsid w:val="00F06934"/>
    <w:rsid w:val="00F06E4A"/>
    <w:rsid w:val="00F078B4"/>
    <w:rsid w:val="00F07A38"/>
    <w:rsid w:val="00F07F95"/>
    <w:rsid w:val="00F10243"/>
    <w:rsid w:val="00F106C1"/>
    <w:rsid w:val="00F10949"/>
    <w:rsid w:val="00F10BE7"/>
    <w:rsid w:val="00F10CCA"/>
    <w:rsid w:val="00F10DA9"/>
    <w:rsid w:val="00F11DE9"/>
    <w:rsid w:val="00F11E20"/>
    <w:rsid w:val="00F12092"/>
    <w:rsid w:val="00F12DAA"/>
    <w:rsid w:val="00F13256"/>
    <w:rsid w:val="00F132BC"/>
    <w:rsid w:val="00F13C06"/>
    <w:rsid w:val="00F14CD3"/>
    <w:rsid w:val="00F15688"/>
    <w:rsid w:val="00F157C9"/>
    <w:rsid w:val="00F15BD5"/>
    <w:rsid w:val="00F15F15"/>
    <w:rsid w:val="00F1615C"/>
    <w:rsid w:val="00F16923"/>
    <w:rsid w:val="00F16DF6"/>
    <w:rsid w:val="00F17472"/>
    <w:rsid w:val="00F175FA"/>
    <w:rsid w:val="00F17B97"/>
    <w:rsid w:val="00F17BF4"/>
    <w:rsid w:val="00F20B90"/>
    <w:rsid w:val="00F20C07"/>
    <w:rsid w:val="00F20EBF"/>
    <w:rsid w:val="00F21185"/>
    <w:rsid w:val="00F21406"/>
    <w:rsid w:val="00F21752"/>
    <w:rsid w:val="00F21A2E"/>
    <w:rsid w:val="00F21C2D"/>
    <w:rsid w:val="00F2212C"/>
    <w:rsid w:val="00F22523"/>
    <w:rsid w:val="00F22A90"/>
    <w:rsid w:val="00F22B55"/>
    <w:rsid w:val="00F22B65"/>
    <w:rsid w:val="00F2576C"/>
    <w:rsid w:val="00F25ABB"/>
    <w:rsid w:val="00F25CAD"/>
    <w:rsid w:val="00F25FB6"/>
    <w:rsid w:val="00F26D2F"/>
    <w:rsid w:val="00F26DF7"/>
    <w:rsid w:val="00F27598"/>
    <w:rsid w:val="00F27E38"/>
    <w:rsid w:val="00F301DB"/>
    <w:rsid w:val="00F31342"/>
    <w:rsid w:val="00F3185B"/>
    <w:rsid w:val="00F32CA5"/>
    <w:rsid w:val="00F32D39"/>
    <w:rsid w:val="00F337A9"/>
    <w:rsid w:val="00F339E2"/>
    <w:rsid w:val="00F33EA9"/>
    <w:rsid w:val="00F361A2"/>
    <w:rsid w:val="00F36D02"/>
    <w:rsid w:val="00F37A52"/>
    <w:rsid w:val="00F37AB9"/>
    <w:rsid w:val="00F4091A"/>
    <w:rsid w:val="00F411FA"/>
    <w:rsid w:val="00F41A1D"/>
    <w:rsid w:val="00F41E4E"/>
    <w:rsid w:val="00F42EB2"/>
    <w:rsid w:val="00F43C07"/>
    <w:rsid w:val="00F43EBB"/>
    <w:rsid w:val="00F4467E"/>
    <w:rsid w:val="00F44728"/>
    <w:rsid w:val="00F44D3E"/>
    <w:rsid w:val="00F44EA9"/>
    <w:rsid w:val="00F44EC5"/>
    <w:rsid w:val="00F45E6D"/>
    <w:rsid w:val="00F46F66"/>
    <w:rsid w:val="00F50137"/>
    <w:rsid w:val="00F5037B"/>
    <w:rsid w:val="00F503D6"/>
    <w:rsid w:val="00F50AA5"/>
    <w:rsid w:val="00F50E26"/>
    <w:rsid w:val="00F510CC"/>
    <w:rsid w:val="00F512AB"/>
    <w:rsid w:val="00F51A07"/>
    <w:rsid w:val="00F51C3D"/>
    <w:rsid w:val="00F52F86"/>
    <w:rsid w:val="00F53B6F"/>
    <w:rsid w:val="00F53C12"/>
    <w:rsid w:val="00F542D9"/>
    <w:rsid w:val="00F54722"/>
    <w:rsid w:val="00F547E6"/>
    <w:rsid w:val="00F54FA9"/>
    <w:rsid w:val="00F557A5"/>
    <w:rsid w:val="00F5587B"/>
    <w:rsid w:val="00F5646F"/>
    <w:rsid w:val="00F56C35"/>
    <w:rsid w:val="00F578EF"/>
    <w:rsid w:val="00F600F0"/>
    <w:rsid w:val="00F6046F"/>
    <w:rsid w:val="00F60729"/>
    <w:rsid w:val="00F6196F"/>
    <w:rsid w:val="00F62484"/>
    <w:rsid w:val="00F628B2"/>
    <w:rsid w:val="00F628F8"/>
    <w:rsid w:val="00F63960"/>
    <w:rsid w:val="00F63A00"/>
    <w:rsid w:val="00F64002"/>
    <w:rsid w:val="00F641B6"/>
    <w:rsid w:val="00F643AE"/>
    <w:rsid w:val="00F64873"/>
    <w:rsid w:val="00F64FBE"/>
    <w:rsid w:val="00F65943"/>
    <w:rsid w:val="00F6636D"/>
    <w:rsid w:val="00F668F0"/>
    <w:rsid w:val="00F66CD5"/>
    <w:rsid w:val="00F70375"/>
    <w:rsid w:val="00F7055A"/>
    <w:rsid w:val="00F705EC"/>
    <w:rsid w:val="00F71302"/>
    <w:rsid w:val="00F71709"/>
    <w:rsid w:val="00F72425"/>
    <w:rsid w:val="00F736FA"/>
    <w:rsid w:val="00F73D9F"/>
    <w:rsid w:val="00F74033"/>
    <w:rsid w:val="00F7441A"/>
    <w:rsid w:val="00F74712"/>
    <w:rsid w:val="00F74EC6"/>
    <w:rsid w:val="00F750B5"/>
    <w:rsid w:val="00F75F6D"/>
    <w:rsid w:val="00F772E6"/>
    <w:rsid w:val="00F777B7"/>
    <w:rsid w:val="00F77BBA"/>
    <w:rsid w:val="00F77C5C"/>
    <w:rsid w:val="00F77C73"/>
    <w:rsid w:val="00F800F7"/>
    <w:rsid w:val="00F81456"/>
    <w:rsid w:val="00F81520"/>
    <w:rsid w:val="00F81BCE"/>
    <w:rsid w:val="00F81D40"/>
    <w:rsid w:val="00F832B0"/>
    <w:rsid w:val="00F835FA"/>
    <w:rsid w:val="00F83E1A"/>
    <w:rsid w:val="00F8411C"/>
    <w:rsid w:val="00F842F1"/>
    <w:rsid w:val="00F84914"/>
    <w:rsid w:val="00F84BFB"/>
    <w:rsid w:val="00F84D27"/>
    <w:rsid w:val="00F854A4"/>
    <w:rsid w:val="00F85B3B"/>
    <w:rsid w:val="00F85F95"/>
    <w:rsid w:val="00F8636A"/>
    <w:rsid w:val="00F869C0"/>
    <w:rsid w:val="00F86F68"/>
    <w:rsid w:val="00F91110"/>
    <w:rsid w:val="00F911DE"/>
    <w:rsid w:val="00F919A8"/>
    <w:rsid w:val="00F924F1"/>
    <w:rsid w:val="00F93647"/>
    <w:rsid w:val="00F93F95"/>
    <w:rsid w:val="00F9436B"/>
    <w:rsid w:val="00F94922"/>
    <w:rsid w:val="00F94EE3"/>
    <w:rsid w:val="00F95119"/>
    <w:rsid w:val="00F95240"/>
    <w:rsid w:val="00F959D8"/>
    <w:rsid w:val="00F95E61"/>
    <w:rsid w:val="00F96364"/>
    <w:rsid w:val="00F9719C"/>
    <w:rsid w:val="00F97A8B"/>
    <w:rsid w:val="00FA0469"/>
    <w:rsid w:val="00FA115A"/>
    <w:rsid w:val="00FA13F0"/>
    <w:rsid w:val="00FA1883"/>
    <w:rsid w:val="00FA20A0"/>
    <w:rsid w:val="00FA2180"/>
    <w:rsid w:val="00FA21B0"/>
    <w:rsid w:val="00FA26D3"/>
    <w:rsid w:val="00FA2F1B"/>
    <w:rsid w:val="00FA3C56"/>
    <w:rsid w:val="00FA50F3"/>
    <w:rsid w:val="00FA51A5"/>
    <w:rsid w:val="00FA51EB"/>
    <w:rsid w:val="00FA657E"/>
    <w:rsid w:val="00FA6CDF"/>
    <w:rsid w:val="00FA77C0"/>
    <w:rsid w:val="00FA7BAB"/>
    <w:rsid w:val="00FA7C51"/>
    <w:rsid w:val="00FB0206"/>
    <w:rsid w:val="00FB0484"/>
    <w:rsid w:val="00FB1A82"/>
    <w:rsid w:val="00FB257C"/>
    <w:rsid w:val="00FB3F0F"/>
    <w:rsid w:val="00FB5299"/>
    <w:rsid w:val="00FB5384"/>
    <w:rsid w:val="00FB6071"/>
    <w:rsid w:val="00FB67F5"/>
    <w:rsid w:val="00FB741A"/>
    <w:rsid w:val="00FB77BD"/>
    <w:rsid w:val="00FB7B7C"/>
    <w:rsid w:val="00FB7FB5"/>
    <w:rsid w:val="00FC053F"/>
    <w:rsid w:val="00FC07EA"/>
    <w:rsid w:val="00FC089E"/>
    <w:rsid w:val="00FC0D44"/>
    <w:rsid w:val="00FC151F"/>
    <w:rsid w:val="00FC1BE3"/>
    <w:rsid w:val="00FC1D04"/>
    <w:rsid w:val="00FC28E8"/>
    <w:rsid w:val="00FC2D73"/>
    <w:rsid w:val="00FC2FB1"/>
    <w:rsid w:val="00FC391C"/>
    <w:rsid w:val="00FC409D"/>
    <w:rsid w:val="00FC4594"/>
    <w:rsid w:val="00FC4CED"/>
    <w:rsid w:val="00FC56B9"/>
    <w:rsid w:val="00FC57C8"/>
    <w:rsid w:val="00FC615A"/>
    <w:rsid w:val="00FC6303"/>
    <w:rsid w:val="00FC6A01"/>
    <w:rsid w:val="00FC7F26"/>
    <w:rsid w:val="00FC7F5F"/>
    <w:rsid w:val="00FC7F69"/>
    <w:rsid w:val="00FD0112"/>
    <w:rsid w:val="00FD0C87"/>
    <w:rsid w:val="00FD10A9"/>
    <w:rsid w:val="00FD16EC"/>
    <w:rsid w:val="00FD18C7"/>
    <w:rsid w:val="00FD1A96"/>
    <w:rsid w:val="00FD1FFD"/>
    <w:rsid w:val="00FD2004"/>
    <w:rsid w:val="00FD2416"/>
    <w:rsid w:val="00FD2781"/>
    <w:rsid w:val="00FD37B1"/>
    <w:rsid w:val="00FD3BF3"/>
    <w:rsid w:val="00FD3D88"/>
    <w:rsid w:val="00FD4537"/>
    <w:rsid w:val="00FD4B29"/>
    <w:rsid w:val="00FD5514"/>
    <w:rsid w:val="00FD6770"/>
    <w:rsid w:val="00FD7068"/>
    <w:rsid w:val="00FD788A"/>
    <w:rsid w:val="00FD78F0"/>
    <w:rsid w:val="00FE00A0"/>
    <w:rsid w:val="00FE02A5"/>
    <w:rsid w:val="00FE0339"/>
    <w:rsid w:val="00FE0A3D"/>
    <w:rsid w:val="00FE0F45"/>
    <w:rsid w:val="00FE11FC"/>
    <w:rsid w:val="00FE1657"/>
    <w:rsid w:val="00FE3335"/>
    <w:rsid w:val="00FE3A52"/>
    <w:rsid w:val="00FE3D27"/>
    <w:rsid w:val="00FE53AF"/>
    <w:rsid w:val="00FE54CE"/>
    <w:rsid w:val="00FE55C2"/>
    <w:rsid w:val="00FE702D"/>
    <w:rsid w:val="00FF04CC"/>
    <w:rsid w:val="00FF0A41"/>
    <w:rsid w:val="00FF189B"/>
    <w:rsid w:val="00FF1931"/>
    <w:rsid w:val="00FF1A2F"/>
    <w:rsid w:val="00FF2136"/>
    <w:rsid w:val="00FF2683"/>
    <w:rsid w:val="00FF316E"/>
    <w:rsid w:val="00FF31A5"/>
    <w:rsid w:val="00FF3439"/>
    <w:rsid w:val="00FF4642"/>
    <w:rsid w:val="00FF46D7"/>
    <w:rsid w:val="00FF51A6"/>
    <w:rsid w:val="00FF558D"/>
    <w:rsid w:val="00FF5BBC"/>
    <w:rsid w:val="00FF5FB0"/>
    <w:rsid w:val="00FF684A"/>
    <w:rsid w:val="00FF6A92"/>
    <w:rsid w:val="00FF6C6D"/>
    <w:rsid w:val="00FF70EA"/>
    <w:rsid w:val="00FF7122"/>
    <w:rsid w:val="00FF718D"/>
    <w:rsid w:val="00FF72B0"/>
    <w:rsid w:val="00FF77B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D3A059"/>
  <w15:docId w15:val="{E36E5DD8-9D20-4A76-955D-19ECB5586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15A"/>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uiPriority w:val="9"/>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
    <w:rsid w:val="00CF7E9C"/>
    <w:rPr>
      <w:b/>
      <w:snapToGrid w:val="0"/>
    </w:rPr>
  </w:style>
  <w:style w:type="character" w:customStyle="1" w:styleId="Titre2Car">
    <w:name w:val="Titre 2 Car"/>
    <w:aliases w:val="tp2 Car,Section Car,heading 2 Car,Contrat 2 Car,Ctt Car,niveau 2 Car,Titre 2  Car"/>
    <w:link w:val="Titre2"/>
    <w:uiPriority w:val="9"/>
    <w:rsid w:val="006D22C4"/>
    <w:rPr>
      <w:b/>
      <w:snapToGrid w:val="0"/>
      <w:sz w:val="28"/>
      <w:u w:val="single"/>
      <w:lang w:val="fr-FR" w:eastAsia="fr-FR" w:bidi="ar-SA"/>
    </w:rPr>
  </w:style>
  <w:style w:type="character" w:customStyle="1" w:styleId="Titre4Car">
    <w:name w:val="Titre 4 Car"/>
    <w:aliases w:val="NoAlpha Car,Contrat 4 Car"/>
    <w:link w:val="Titre4"/>
    <w:rsid w:val="00807F1C"/>
    <w:rPr>
      <w:b/>
      <w:snapToGrid w:val="0"/>
      <w:sz w:val="24"/>
    </w:rPr>
  </w:style>
  <w:style w:type="character" w:customStyle="1" w:styleId="Titre8Car">
    <w:name w:val="Titre 8 Car"/>
    <w:link w:val="Titre8"/>
    <w:rsid w:val="00EA4BC8"/>
    <w:rPr>
      <w:snapToGrid w:val="0"/>
      <w:sz w:val="24"/>
    </w:rPr>
  </w:style>
  <w:style w:type="paragraph" w:customStyle="1" w:styleId="Car">
    <w:name w:val="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rsid w:val="00367FF6"/>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BF0ECE"/>
    <w:rPr>
      <w:snapToGrid w:val="0"/>
      <w:sz w:val="24"/>
      <w:lang w:val="fr-FR" w:eastAsia="fr-FR" w:bidi="ar-SA"/>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A08AE"/>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A08AE"/>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A08AE"/>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AA08AE"/>
    <w:rPr>
      <w:rFonts w:ascii="Arial" w:hAnsi="Arial" w:cs="Arial"/>
      <w:bCs/>
      <w:snapToGrid w:val="0"/>
      <w:sz w:val="28"/>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character" w:customStyle="1" w:styleId="En-tteCar">
    <w:name w:val="En-tête Car"/>
    <w:link w:val="En-tte"/>
    <w:uiPriority w:val="99"/>
    <w:rsid w:val="00F00215"/>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semiHidden/>
    <w:rsid w:val="00C3535C"/>
    <w:rPr>
      <w:rFonts w:ascii="Tahoma" w:hAnsi="Tahoma" w:cs="Tahoma"/>
      <w:sz w:val="16"/>
      <w:szCs w:val="16"/>
    </w:rPr>
  </w:style>
  <w:style w:type="character" w:customStyle="1" w:styleId="TextedebullesCar">
    <w:name w:val="Texte de bulles Car"/>
    <w:link w:val="Textedebulles"/>
    <w:uiPriority w:val="99"/>
    <w:semiHidden/>
    <w:rsid w:val="008308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uiPriority w:val="39"/>
    <w:qFormat/>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basedOn w:val="Policepardfaut"/>
    <w:link w:val="Commentaire"/>
    <w:semiHidden/>
    <w:rsid w:val="00277FEF"/>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uiPriority w:val="39"/>
    <w:qFormat/>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uiPriority w:val="39"/>
    <w:semiHidden/>
    <w:qFormat/>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paragraph" w:customStyle="1" w:styleId="CarCarCarCarCarCarCarCarCarCar">
    <w:name w:val="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font5">
    <w:name w:val="font5"/>
    <w:basedOn w:val="Normal"/>
    <w:rsid w:val="00B16013"/>
    <w:pPr>
      <w:spacing w:before="100" w:beforeAutospacing="1" w:after="100" w:afterAutospacing="1"/>
    </w:pPr>
    <w:rPr>
      <w:rFonts w:ascii="Arial" w:hAnsi="Arial" w:cs="Arial"/>
      <w:b/>
      <w:bCs/>
      <w:sz w:val="16"/>
      <w:szCs w:val="16"/>
    </w:rPr>
  </w:style>
  <w:style w:type="paragraph" w:customStyle="1" w:styleId="font6">
    <w:name w:val="font6"/>
    <w:basedOn w:val="Normal"/>
    <w:rsid w:val="00B16013"/>
    <w:pPr>
      <w:spacing w:before="100" w:beforeAutospacing="1" w:after="100" w:afterAutospacing="1"/>
    </w:pPr>
    <w:rPr>
      <w:rFonts w:ascii="Arial Narrow" w:hAnsi="Arial Narrow"/>
      <w:b/>
      <w:bCs/>
      <w:sz w:val="20"/>
      <w:szCs w:val="20"/>
    </w:rPr>
  </w:style>
  <w:style w:type="paragraph" w:customStyle="1" w:styleId="font7">
    <w:name w:val="font7"/>
    <w:basedOn w:val="Normal"/>
    <w:rsid w:val="00B16013"/>
    <w:pPr>
      <w:spacing w:before="100" w:beforeAutospacing="1" w:after="100" w:afterAutospacing="1"/>
    </w:pPr>
    <w:rPr>
      <w:rFonts w:ascii="Arial Narrow" w:hAnsi="Arial Narrow"/>
      <w:sz w:val="20"/>
      <w:szCs w:val="20"/>
    </w:rPr>
  </w:style>
  <w:style w:type="paragraph" w:customStyle="1" w:styleId="font8">
    <w:name w:val="font8"/>
    <w:basedOn w:val="Normal"/>
    <w:rsid w:val="00B16013"/>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B16013"/>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B16013"/>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16013"/>
    <w:pPr>
      <w:spacing w:after="160" w:line="240" w:lineRule="exact"/>
    </w:pPr>
    <w:rPr>
      <w:rFonts w:ascii="Verdana" w:hAnsi="Verdana"/>
      <w:sz w:val="20"/>
      <w:szCs w:val="20"/>
      <w:lang w:val="en-US" w:eastAsia="en-US"/>
    </w:rPr>
  </w:style>
  <w:style w:type="paragraph" w:customStyle="1" w:styleId="newsection2">
    <w:name w:val="new_section2"/>
    <w:basedOn w:val="Normal"/>
    <w:rsid w:val="00B16013"/>
    <w:pPr>
      <w:spacing w:before="100" w:beforeAutospacing="1" w:after="100" w:afterAutospacing="1"/>
    </w:pPr>
    <w:rPr>
      <w:sz w:val="26"/>
      <w:szCs w:val="26"/>
    </w:rPr>
  </w:style>
  <w:style w:type="paragraph" w:customStyle="1" w:styleId="newsection">
    <w:name w:val="new_section"/>
    <w:basedOn w:val="Normal"/>
    <w:rsid w:val="00B16013"/>
    <w:pPr>
      <w:spacing w:before="100" w:beforeAutospacing="1" w:after="100" w:afterAutospacing="1"/>
    </w:pPr>
  </w:style>
  <w:style w:type="paragraph" w:customStyle="1" w:styleId="Default">
    <w:name w:val="Default"/>
    <w:rsid w:val="00B16013"/>
    <w:pPr>
      <w:autoSpaceDE w:val="0"/>
      <w:autoSpaceDN w:val="0"/>
      <w:adjustRightInd w:val="0"/>
    </w:pPr>
    <w:rPr>
      <w:color w:val="000000"/>
      <w:sz w:val="24"/>
      <w:szCs w:val="24"/>
    </w:rPr>
  </w:style>
  <w:style w:type="paragraph" w:customStyle="1" w:styleId="1">
    <w:name w:val="1"/>
    <w:basedOn w:val="Normal"/>
    <w:rsid w:val="00B16013"/>
    <w:pPr>
      <w:spacing w:after="160" w:line="240" w:lineRule="exact"/>
    </w:pPr>
    <w:rPr>
      <w:rFonts w:ascii="Verdana" w:hAnsi="Verdana" w:cs="Verdana"/>
      <w:sz w:val="20"/>
      <w:szCs w:val="20"/>
      <w:lang w:val="en-US" w:eastAsia="en-US"/>
    </w:rPr>
  </w:style>
  <w:style w:type="paragraph" w:customStyle="1" w:styleId="2">
    <w:name w:val="2"/>
    <w:basedOn w:val="Normal"/>
    <w:rsid w:val="00B16013"/>
    <w:pPr>
      <w:spacing w:after="160" w:line="240" w:lineRule="exact"/>
    </w:pPr>
    <w:rPr>
      <w:rFonts w:ascii="Verdana" w:hAnsi="Verdana" w:cs="Verdana"/>
      <w:sz w:val="20"/>
      <w:szCs w:val="20"/>
      <w:lang w:val="en-US" w:eastAsia="en-US"/>
    </w:rPr>
  </w:style>
  <w:style w:type="paragraph" w:customStyle="1" w:styleId="CharChar10">
    <w:name w:val="Char Char1"/>
    <w:basedOn w:val="Normal"/>
    <w:autoRedefine/>
    <w:rsid w:val="00B16013"/>
    <w:pPr>
      <w:spacing w:after="160" w:line="360" w:lineRule="auto"/>
      <w:jc w:val="both"/>
    </w:pPr>
    <w:rPr>
      <w:b/>
      <w:sz w:val="22"/>
      <w:szCs w:val="22"/>
      <w:lang w:eastAsia="en-US"/>
    </w:rPr>
  </w:style>
  <w:style w:type="paragraph" w:customStyle="1" w:styleId="Car0">
    <w:name w:val="Car"/>
    <w:basedOn w:val="Normal"/>
    <w:rsid w:val="00A41C5E"/>
    <w:pPr>
      <w:spacing w:after="160" w:line="240" w:lineRule="exact"/>
    </w:pPr>
    <w:rPr>
      <w:rFonts w:ascii="Verdana" w:hAnsi="Verdana"/>
      <w:sz w:val="20"/>
      <w:szCs w:val="20"/>
      <w:lang w:val="en-US" w:eastAsia="en-US"/>
    </w:rPr>
  </w:style>
  <w:style w:type="character" w:styleId="lev">
    <w:name w:val="Strong"/>
    <w:uiPriority w:val="22"/>
    <w:qFormat/>
    <w:rsid w:val="008C660E"/>
    <w:rPr>
      <w:b/>
      <w:bCs/>
    </w:rPr>
  </w:style>
  <w:style w:type="paragraph" w:styleId="z-Hautduformulaire">
    <w:name w:val="HTML Top of Form"/>
    <w:basedOn w:val="Normal"/>
    <w:next w:val="Normal"/>
    <w:hidden/>
    <w:rsid w:val="008C660E"/>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8C660E"/>
    <w:pPr>
      <w:pBdr>
        <w:top w:val="single" w:sz="6" w:space="1" w:color="auto"/>
      </w:pBdr>
      <w:jc w:val="center"/>
    </w:pPr>
    <w:rPr>
      <w:rFonts w:ascii="Arial" w:hAnsi="Arial" w:cs="Arial"/>
      <w:vanish/>
      <w:sz w:val="16"/>
      <w:szCs w:val="16"/>
    </w:rPr>
  </w:style>
  <w:style w:type="paragraph" w:customStyle="1" w:styleId="CarCarCar1Car0">
    <w:name w:val="Car Car Car1 Car"/>
    <w:basedOn w:val="Normal"/>
    <w:rsid w:val="008C660E"/>
    <w:pPr>
      <w:spacing w:after="160" w:line="240" w:lineRule="exact"/>
    </w:pPr>
    <w:rPr>
      <w:rFonts w:ascii="Verdana" w:hAnsi="Verdana"/>
      <w:sz w:val="20"/>
      <w:szCs w:val="20"/>
      <w:lang w:val="en-US" w:eastAsia="en-US"/>
    </w:rPr>
  </w:style>
  <w:style w:type="character" w:styleId="Accentuation">
    <w:name w:val="Emphasis"/>
    <w:qFormat/>
    <w:rsid w:val="008C660E"/>
    <w:rPr>
      <w:i/>
      <w:iCs/>
    </w:rPr>
  </w:style>
  <w:style w:type="paragraph" w:customStyle="1" w:styleId="CarCarCarCarCarCarCarCarCarCar0">
    <w:name w:val="Car Car Car Car Car Car Car Car Car Car"/>
    <w:basedOn w:val="Normal"/>
    <w:rsid w:val="008C660E"/>
    <w:pPr>
      <w:spacing w:after="160" w:line="240" w:lineRule="exact"/>
    </w:pPr>
    <w:rPr>
      <w:rFonts w:ascii="Verdana" w:hAnsi="Verdana"/>
      <w:sz w:val="20"/>
      <w:szCs w:val="20"/>
      <w:lang w:val="en-US" w:eastAsia="en-US"/>
    </w:rPr>
  </w:style>
  <w:style w:type="paragraph" w:customStyle="1" w:styleId="NormaNo">
    <w:name w:val="Norma_No"/>
    <w:basedOn w:val="Normal"/>
    <w:autoRedefine/>
    <w:rsid w:val="00830818"/>
    <w:pPr>
      <w:tabs>
        <w:tab w:val="left" w:pos="7655"/>
      </w:tabs>
      <w:jc w:val="center"/>
    </w:pPr>
    <w:rPr>
      <w:rFonts w:ascii="Arial Narrow" w:hAnsi="Arial Narrow"/>
      <w:noProof/>
      <w:color w:val="3366FF"/>
      <w:sz w:val="32"/>
      <w:szCs w:val="32"/>
      <w:lang w:val="fr-CA"/>
    </w:rPr>
  </w:style>
  <w:style w:type="paragraph" w:customStyle="1" w:styleId="CarCarCarCarCarCarCarCarCarCarCarCar">
    <w:name w:val="Car Car Car Car Car Car Car Car Car Car Car Car"/>
    <w:basedOn w:val="Normal"/>
    <w:rsid w:val="00937A49"/>
    <w:pPr>
      <w:spacing w:after="160" w:line="240" w:lineRule="exact"/>
    </w:pPr>
    <w:rPr>
      <w:rFonts w:ascii="Verdana" w:hAnsi="Verdana"/>
      <w:sz w:val="20"/>
      <w:szCs w:val="20"/>
      <w:lang w:val="en-US" w:eastAsia="en-US"/>
    </w:rPr>
  </w:style>
  <w:style w:type="paragraph" w:customStyle="1" w:styleId="StyleAprs6pt">
    <w:name w:val="Style Après : 6 pt"/>
    <w:basedOn w:val="Normal"/>
    <w:rsid w:val="00AF6B58"/>
    <w:pPr>
      <w:spacing w:line="360" w:lineRule="auto"/>
      <w:jc w:val="both"/>
    </w:pPr>
    <w:rPr>
      <w:rFonts w:ascii="Arial" w:hAnsi="Arial" w:cs="Calibri"/>
      <w:sz w:val="22"/>
      <w:szCs w:val="20"/>
      <w:lang w:val="fr-CA" w:eastAsia="fr-CA"/>
    </w:rPr>
  </w:style>
  <w:style w:type="paragraph" w:customStyle="1" w:styleId="Corpsdetexte210">
    <w:name w:val="Corps de texte 21"/>
    <w:basedOn w:val="Normal"/>
    <w:rsid w:val="001F295B"/>
    <w:pPr>
      <w:overflowPunct w:val="0"/>
      <w:autoSpaceDE w:val="0"/>
      <w:autoSpaceDN w:val="0"/>
      <w:adjustRightInd w:val="0"/>
      <w:jc w:val="both"/>
      <w:textAlignment w:val="baseline"/>
    </w:pPr>
    <w:rPr>
      <w:sz w:val="28"/>
      <w:szCs w:val="20"/>
    </w:rPr>
  </w:style>
  <w:style w:type="paragraph" w:styleId="Paragraphedeliste">
    <w:name w:val="List Paragraph"/>
    <w:aliases w:val="Paragraphe de liste du rapport"/>
    <w:basedOn w:val="Normal"/>
    <w:link w:val="ParagraphedelisteCar"/>
    <w:uiPriority w:val="34"/>
    <w:qFormat/>
    <w:rsid w:val="00C0056C"/>
    <w:pPr>
      <w:ind w:left="708"/>
    </w:pPr>
  </w:style>
  <w:style w:type="character" w:customStyle="1" w:styleId="ParagraphedelisteCar">
    <w:name w:val="Paragraphe de liste Car"/>
    <w:aliases w:val="Paragraphe de liste du rapport Car"/>
    <w:link w:val="Paragraphedeliste"/>
    <w:uiPriority w:val="34"/>
    <w:locked/>
    <w:rsid w:val="00C0056C"/>
    <w:rPr>
      <w:sz w:val="24"/>
      <w:szCs w:val="24"/>
    </w:rPr>
  </w:style>
  <w:style w:type="paragraph" w:customStyle="1" w:styleId="Paragraphedeliste1">
    <w:name w:val="Paragraphe de liste1"/>
    <w:basedOn w:val="Normal"/>
    <w:rsid w:val="00C0056C"/>
    <w:pPr>
      <w:ind w:left="720"/>
      <w:contextualSpacing/>
    </w:pPr>
    <w:rPr>
      <w:rFonts w:ascii="Cambria" w:eastAsia="MS Mincho" w:hAnsi="Cambria"/>
    </w:rPr>
  </w:style>
  <w:style w:type="character" w:customStyle="1" w:styleId="Corpsdutexte51">
    <w:name w:val="Corps du texte (51)_"/>
    <w:link w:val="Corpsdutexte510"/>
    <w:rsid w:val="00C0056C"/>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C0056C"/>
    <w:pPr>
      <w:shd w:val="clear" w:color="auto" w:fill="FFFFFF"/>
      <w:spacing w:before="1860" w:line="306" w:lineRule="exact"/>
      <w:ind w:hanging="360"/>
    </w:pPr>
    <w:rPr>
      <w:rFonts w:ascii="Tahoma" w:eastAsia="Tahoma" w:hAnsi="Tahoma" w:cs="Tahoma"/>
      <w:sz w:val="21"/>
      <w:szCs w:val="21"/>
    </w:rPr>
  </w:style>
  <w:style w:type="paragraph" w:customStyle="1" w:styleId="Listecouleur-Accent11">
    <w:name w:val="Liste couleur - Accent 11"/>
    <w:basedOn w:val="Normal"/>
    <w:uiPriority w:val="34"/>
    <w:qFormat/>
    <w:rsid w:val="005641B2"/>
    <w:pPr>
      <w:ind w:left="720"/>
      <w:contextualSpacing/>
    </w:pPr>
    <w:rPr>
      <w:sz w:val="20"/>
      <w:szCs w:val="20"/>
    </w:rPr>
  </w:style>
  <w:style w:type="character" w:styleId="Marquedecommentaire">
    <w:name w:val="annotation reference"/>
    <w:rsid w:val="00277FEF"/>
    <w:rPr>
      <w:sz w:val="16"/>
      <w:szCs w:val="16"/>
    </w:rPr>
  </w:style>
  <w:style w:type="paragraph" w:styleId="Objetducommentaire">
    <w:name w:val="annotation subject"/>
    <w:basedOn w:val="Commentaire"/>
    <w:next w:val="Commentaire"/>
    <w:link w:val="ObjetducommentaireCar"/>
    <w:rsid w:val="00277FEF"/>
    <w:rPr>
      <w:b/>
      <w:bCs/>
    </w:rPr>
  </w:style>
  <w:style w:type="character" w:customStyle="1" w:styleId="ObjetducommentaireCar">
    <w:name w:val="Objet du commentaire Car"/>
    <w:link w:val="Objetducommentaire"/>
    <w:rsid w:val="00277FEF"/>
    <w:rPr>
      <w:b/>
      <w:bCs/>
    </w:rPr>
  </w:style>
  <w:style w:type="character" w:customStyle="1" w:styleId="ListParagraphChar">
    <w:name w:val="List Paragraph Char"/>
    <w:uiPriority w:val="34"/>
    <w:locked/>
    <w:rsid w:val="00AC5F1E"/>
    <w:rPr>
      <w:rFonts w:asciiTheme="minorBidi" w:eastAsia="Verdana" w:hAnsiTheme="minorBidi" w:cs="Arial"/>
      <w:lang w:val="fr-FR" w:eastAsia="fr-FR" w:bidi="fr-FR"/>
    </w:rPr>
  </w:style>
  <w:style w:type="table" w:styleId="Tramemoyenne1-Accent2">
    <w:name w:val="Medium Shading 1 Accent 2"/>
    <w:basedOn w:val="TableauNormal"/>
    <w:uiPriority w:val="63"/>
    <w:unhideWhenUsed/>
    <w:rsid w:val="00736BF5"/>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Lines="0" w:beforeAutospacing="0" w:afterLines="0" w:afterAutospacing="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Lines="0" w:beforeAutospacing="0" w:afterLines="0" w:afterAutospacing="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Listecouleur-Accent5">
    <w:name w:val="Colorful List Accent 5"/>
    <w:basedOn w:val="TableauNormal"/>
    <w:uiPriority w:val="72"/>
    <w:unhideWhenUsed/>
    <w:rsid w:val="00736BF5"/>
    <w:rPr>
      <w:rFonts w:asciiTheme="minorHAnsi" w:eastAsiaTheme="minorEastAsia" w:hAnsiTheme="minorHAnsi" w:cstheme="minorBidi"/>
      <w:color w:val="000000" w:themeColor="text1"/>
      <w:sz w:val="22"/>
      <w:szCs w:val="22"/>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paragraph" w:styleId="Sansinterligne">
    <w:name w:val="No Spacing"/>
    <w:uiPriority w:val="1"/>
    <w:qFormat/>
    <w:rsid w:val="00CF7E9C"/>
    <w:rPr>
      <w:rFonts w:asciiTheme="minorHAnsi" w:eastAsiaTheme="minorEastAsia" w:hAnsiTheme="minorHAnsi" w:cstheme="minorBidi"/>
      <w:sz w:val="22"/>
      <w:szCs w:val="22"/>
    </w:rPr>
  </w:style>
  <w:style w:type="table" w:customStyle="1" w:styleId="Listeclaire-Accent11">
    <w:name w:val="Liste claire - Accent 11"/>
    <w:basedOn w:val="TableauNormal"/>
    <w:uiPriority w:val="61"/>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Tramemoyenne1-Accent11">
    <w:name w:val="Trame moyenne 1 - Accent 11"/>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Tramemoyenne1-Accent12">
    <w:name w:val="Trame moyenne 1 - Accent 12"/>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Grilleclaire-Accent11">
    <w:name w:val="Grille claire - Accent 11"/>
    <w:basedOn w:val="TableauNormal"/>
    <w:uiPriority w:val="62"/>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styleId="En-ttedetabledesmatires">
    <w:name w:val="TOC Heading"/>
    <w:basedOn w:val="Titre1"/>
    <w:next w:val="Normal"/>
    <w:uiPriority w:val="39"/>
    <w:unhideWhenUsed/>
    <w:qFormat/>
    <w:rsid w:val="00CF7E9C"/>
    <w:pPr>
      <w:keepLines/>
      <w:tabs>
        <w:tab w:val="clear" w:pos="3686"/>
      </w:tabs>
      <w:spacing w:before="480" w:line="276" w:lineRule="auto"/>
      <w:outlineLvl w:val="9"/>
    </w:pPr>
    <w:rPr>
      <w:rFonts w:asciiTheme="majorHAnsi" w:eastAsiaTheme="majorEastAsia" w:hAnsiTheme="majorHAnsi" w:cstheme="majorBidi"/>
      <w:bCs/>
      <w:snapToGrid/>
      <w:color w:val="2E74B5" w:themeColor="accent1" w:themeShade="BF"/>
      <w:sz w:val="28"/>
      <w:szCs w:val="28"/>
      <w:lang w:eastAsia="en-US"/>
    </w:rPr>
  </w:style>
  <w:style w:type="table" w:customStyle="1" w:styleId="Trameclaire-Accent11">
    <w:name w:val="Trame claire - Accent 11"/>
    <w:basedOn w:val="TableauNormal"/>
    <w:uiPriority w:val="60"/>
    <w:rsid w:val="00CF7E9C"/>
    <w:rPr>
      <w:rFonts w:asciiTheme="minorHAnsi" w:eastAsiaTheme="minorEastAsia" w:hAnsiTheme="minorHAnsi" w:cstheme="minorBidi"/>
      <w:color w:val="2E74B5" w:themeColor="accent1" w:themeShade="BF"/>
      <w:sz w:val="22"/>
      <w:szCs w:val="22"/>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rameclaire-Accent2">
    <w:name w:val="Light Shading Accent 2"/>
    <w:basedOn w:val="TableauNormal"/>
    <w:uiPriority w:val="60"/>
    <w:rsid w:val="00CF7E9C"/>
    <w:rPr>
      <w:rFonts w:asciiTheme="minorHAnsi" w:eastAsiaTheme="minorEastAsia" w:hAnsiTheme="minorHAnsi" w:cstheme="minorBidi"/>
      <w:color w:val="C45911" w:themeColor="accent2" w:themeShade="BF"/>
      <w:sz w:val="22"/>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Trameclaire-Accent5">
    <w:name w:val="Light Shading Accent 5"/>
    <w:basedOn w:val="TableauNormal"/>
    <w:uiPriority w:val="60"/>
    <w:rsid w:val="00CF7E9C"/>
    <w:rPr>
      <w:rFonts w:asciiTheme="minorHAnsi" w:eastAsiaTheme="minorEastAsia" w:hAnsiTheme="minorHAnsi" w:cstheme="minorBidi"/>
      <w:color w:val="2F5496" w:themeColor="accent5" w:themeShade="BF"/>
      <w:sz w:val="22"/>
      <w:szCs w:val="22"/>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character" w:customStyle="1" w:styleId="a-size-large">
    <w:name w:val="a-size-large"/>
    <w:basedOn w:val="Policepardfaut"/>
    <w:rsid w:val="00CF7E9C"/>
  </w:style>
  <w:style w:type="table" w:customStyle="1" w:styleId="Grilledetableauclaire1">
    <w:name w:val="Grille de tableau claire1"/>
    <w:basedOn w:val="TableauNormal"/>
    <w:uiPriority w:val="40"/>
    <w:rsid w:val="00CF7E9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ramemoyenne1-Accent21">
    <w:name w:val="Trame moyenne 1 - Accent 21"/>
    <w:basedOn w:val="TableauNormal"/>
    <w:next w:val="Tramemoyenne1-Accent2"/>
    <w:uiPriority w:val="63"/>
    <w:rsid w:val="00070EC9"/>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paragraph" w:customStyle="1" w:styleId="CharChar11">
    <w:name w:val="Char Char11"/>
    <w:basedOn w:val="Normal"/>
    <w:autoRedefine/>
    <w:rsid w:val="00EE124E"/>
    <w:pPr>
      <w:spacing w:after="160" w:line="360" w:lineRule="auto"/>
      <w:jc w:val="both"/>
    </w:pPr>
    <w:rPr>
      <w:b/>
      <w:sz w:val="22"/>
      <w:szCs w:val="22"/>
      <w:lang w:eastAsia="en-US"/>
    </w:rPr>
  </w:style>
  <w:style w:type="paragraph" w:customStyle="1" w:styleId="Car1">
    <w:name w:val="Car1"/>
    <w:basedOn w:val="Normal"/>
    <w:rsid w:val="00EE124E"/>
    <w:pPr>
      <w:spacing w:after="160" w:line="240" w:lineRule="exact"/>
    </w:pPr>
    <w:rPr>
      <w:rFonts w:ascii="Verdana" w:hAnsi="Verdana"/>
      <w:sz w:val="20"/>
      <w:szCs w:val="20"/>
      <w:lang w:val="en-US" w:eastAsia="en-US"/>
    </w:rPr>
  </w:style>
  <w:style w:type="paragraph" w:customStyle="1" w:styleId="CarCarCar1Car1">
    <w:name w:val="Car Car Car1 Car1"/>
    <w:basedOn w:val="Normal"/>
    <w:rsid w:val="00EE124E"/>
    <w:pPr>
      <w:spacing w:after="160" w:line="240" w:lineRule="exact"/>
    </w:pPr>
    <w:rPr>
      <w:rFonts w:ascii="Verdana" w:hAnsi="Verdana"/>
      <w:sz w:val="20"/>
      <w:szCs w:val="20"/>
      <w:lang w:val="en-US" w:eastAsia="en-US"/>
    </w:rPr>
  </w:style>
  <w:style w:type="paragraph" w:customStyle="1" w:styleId="CarCarCarCarCarCarCarCarCarCar1">
    <w:name w:val="Car Car Car Car Car Car Car Car Car Car1"/>
    <w:basedOn w:val="Normal"/>
    <w:rsid w:val="00EE124E"/>
    <w:pPr>
      <w:spacing w:after="160" w:line="240" w:lineRule="exact"/>
    </w:pPr>
    <w:rPr>
      <w:rFonts w:ascii="Verdana" w:hAnsi="Verdana"/>
      <w:sz w:val="20"/>
      <w:szCs w:val="20"/>
      <w:lang w:val="en-US" w:eastAsia="en-US"/>
    </w:rPr>
  </w:style>
  <w:style w:type="paragraph" w:customStyle="1" w:styleId="Corpsdetexte211">
    <w:name w:val="Corps de texte 211"/>
    <w:basedOn w:val="Normal"/>
    <w:rsid w:val="00EE124E"/>
    <w:pPr>
      <w:overflowPunct w:val="0"/>
      <w:autoSpaceDE w:val="0"/>
      <w:autoSpaceDN w:val="0"/>
      <w:adjustRightInd w:val="0"/>
      <w:jc w:val="both"/>
      <w:textAlignment w:val="baseline"/>
    </w:pPr>
    <w:rPr>
      <w:sz w:val="28"/>
      <w:szCs w:val="20"/>
    </w:rPr>
  </w:style>
  <w:style w:type="paragraph" w:customStyle="1" w:styleId="Pa0">
    <w:name w:val="Pa0"/>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4">
    <w:name w:val="A4"/>
    <w:uiPriority w:val="99"/>
    <w:rsid w:val="00493493"/>
    <w:rPr>
      <w:rFonts w:cs="Myriad Pro"/>
      <w:b/>
      <w:bCs/>
      <w:color w:val="000000"/>
      <w:sz w:val="40"/>
      <w:szCs w:val="40"/>
    </w:rPr>
  </w:style>
  <w:style w:type="paragraph" w:customStyle="1" w:styleId="Pa4">
    <w:name w:val="Pa4"/>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5">
    <w:name w:val="A5"/>
    <w:uiPriority w:val="99"/>
    <w:rsid w:val="00493493"/>
    <w:rPr>
      <w:rFonts w:ascii="Myriad Pro Cond" w:hAnsi="Myriad Pro Cond" w:cs="Myriad Pro Cond"/>
      <w:b/>
      <w:bCs/>
      <w:color w:val="000000"/>
      <w:sz w:val="28"/>
      <w:szCs w:val="28"/>
    </w:rPr>
  </w:style>
  <w:style w:type="paragraph" w:customStyle="1" w:styleId="Pa7">
    <w:name w:val="Pa7"/>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8">
    <w:name w:val="Pa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6">
    <w:name w:val="Pa6"/>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9">
    <w:name w:val="Pa9"/>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
    <w:name w:val="Pa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0">
    <w:name w:val="Pa10"/>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1">
    <w:name w:val="Pa1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2">
    <w:name w:val="Pa1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3">
    <w:name w:val="Pa13"/>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5">
    <w:name w:val="Pa5"/>
    <w:basedOn w:val="Default"/>
    <w:next w:val="Default"/>
    <w:uiPriority w:val="99"/>
    <w:rsid w:val="00493493"/>
    <w:pPr>
      <w:spacing w:line="281" w:lineRule="atLeast"/>
    </w:pPr>
    <w:rPr>
      <w:rFonts w:ascii="Myriad Pro" w:eastAsiaTheme="minorHAnsi" w:hAnsi="Myriad Pro" w:cstheme="minorBidi"/>
      <w:color w:val="auto"/>
      <w:lang w:eastAsia="en-US"/>
    </w:rPr>
  </w:style>
  <w:style w:type="character" w:customStyle="1" w:styleId="A6">
    <w:name w:val="A6"/>
    <w:uiPriority w:val="99"/>
    <w:rsid w:val="00493493"/>
    <w:rPr>
      <w:rFonts w:ascii="Myriad Pro Light" w:hAnsi="Myriad Pro Light" w:cs="Myriad Pro Light"/>
      <w:color w:val="000000"/>
      <w:sz w:val="28"/>
      <w:szCs w:val="28"/>
    </w:rPr>
  </w:style>
  <w:style w:type="paragraph" w:customStyle="1" w:styleId="Pa17">
    <w:name w:val="Pa17"/>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18">
    <w:name w:val="Pa1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9">
    <w:name w:val="Pa19"/>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1">
    <w:name w:val="Pa2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2">
    <w:name w:val="Pa22"/>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3">
    <w:name w:val="Pa23"/>
    <w:basedOn w:val="Default"/>
    <w:next w:val="Default"/>
    <w:uiPriority w:val="99"/>
    <w:rsid w:val="00493493"/>
    <w:pPr>
      <w:spacing w:line="241" w:lineRule="atLeast"/>
    </w:pPr>
    <w:rPr>
      <w:rFonts w:ascii="Myriad Pro" w:eastAsiaTheme="minorHAnsi" w:hAnsi="Myriad Pro"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80742">
      <w:bodyDiv w:val="1"/>
      <w:marLeft w:val="0"/>
      <w:marRight w:val="0"/>
      <w:marTop w:val="0"/>
      <w:marBottom w:val="0"/>
      <w:divBdr>
        <w:top w:val="none" w:sz="0" w:space="0" w:color="auto"/>
        <w:left w:val="none" w:sz="0" w:space="0" w:color="auto"/>
        <w:bottom w:val="none" w:sz="0" w:space="0" w:color="auto"/>
        <w:right w:val="none" w:sz="0" w:space="0" w:color="auto"/>
      </w:divBdr>
    </w:div>
    <w:div w:id="96948193">
      <w:bodyDiv w:val="1"/>
      <w:marLeft w:val="0"/>
      <w:marRight w:val="0"/>
      <w:marTop w:val="0"/>
      <w:marBottom w:val="0"/>
      <w:divBdr>
        <w:top w:val="none" w:sz="0" w:space="0" w:color="auto"/>
        <w:left w:val="none" w:sz="0" w:space="0" w:color="auto"/>
        <w:bottom w:val="none" w:sz="0" w:space="0" w:color="auto"/>
        <w:right w:val="none" w:sz="0" w:space="0" w:color="auto"/>
      </w:divBdr>
    </w:div>
    <w:div w:id="119540328">
      <w:bodyDiv w:val="1"/>
      <w:marLeft w:val="0"/>
      <w:marRight w:val="0"/>
      <w:marTop w:val="0"/>
      <w:marBottom w:val="0"/>
      <w:divBdr>
        <w:top w:val="none" w:sz="0" w:space="0" w:color="auto"/>
        <w:left w:val="none" w:sz="0" w:space="0" w:color="auto"/>
        <w:bottom w:val="none" w:sz="0" w:space="0" w:color="auto"/>
        <w:right w:val="none" w:sz="0" w:space="0" w:color="auto"/>
      </w:divBdr>
    </w:div>
    <w:div w:id="143202728">
      <w:bodyDiv w:val="1"/>
      <w:marLeft w:val="0"/>
      <w:marRight w:val="0"/>
      <w:marTop w:val="0"/>
      <w:marBottom w:val="0"/>
      <w:divBdr>
        <w:top w:val="none" w:sz="0" w:space="0" w:color="auto"/>
        <w:left w:val="none" w:sz="0" w:space="0" w:color="auto"/>
        <w:bottom w:val="none" w:sz="0" w:space="0" w:color="auto"/>
        <w:right w:val="none" w:sz="0" w:space="0" w:color="auto"/>
      </w:divBdr>
    </w:div>
    <w:div w:id="183177607">
      <w:bodyDiv w:val="1"/>
      <w:marLeft w:val="0"/>
      <w:marRight w:val="0"/>
      <w:marTop w:val="0"/>
      <w:marBottom w:val="0"/>
      <w:divBdr>
        <w:top w:val="none" w:sz="0" w:space="0" w:color="auto"/>
        <w:left w:val="none" w:sz="0" w:space="0" w:color="auto"/>
        <w:bottom w:val="none" w:sz="0" w:space="0" w:color="auto"/>
        <w:right w:val="none" w:sz="0" w:space="0" w:color="auto"/>
      </w:divBdr>
    </w:div>
    <w:div w:id="215557548">
      <w:bodyDiv w:val="1"/>
      <w:marLeft w:val="0"/>
      <w:marRight w:val="0"/>
      <w:marTop w:val="0"/>
      <w:marBottom w:val="0"/>
      <w:divBdr>
        <w:top w:val="none" w:sz="0" w:space="0" w:color="auto"/>
        <w:left w:val="none" w:sz="0" w:space="0" w:color="auto"/>
        <w:bottom w:val="none" w:sz="0" w:space="0" w:color="auto"/>
        <w:right w:val="none" w:sz="0" w:space="0" w:color="auto"/>
      </w:divBdr>
    </w:div>
    <w:div w:id="216358891">
      <w:bodyDiv w:val="1"/>
      <w:marLeft w:val="0"/>
      <w:marRight w:val="0"/>
      <w:marTop w:val="0"/>
      <w:marBottom w:val="0"/>
      <w:divBdr>
        <w:top w:val="none" w:sz="0" w:space="0" w:color="auto"/>
        <w:left w:val="none" w:sz="0" w:space="0" w:color="auto"/>
        <w:bottom w:val="none" w:sz="0" w:space="0" w:color="auto"/>
        <w:right w:val="none" w:sz="0" w:space="0" w:color="auto"/>
      </w:divBdr>
    </w:div>
    <w:div w:id="230232473">
      <w:bodyDiv w:val="1"/>
      <w:marLeft w:val="0"/>
      <w:marRight w:val="0"/>
      <w:marTop w:val="0"/>
      <w:marBottom w:val="0"/>
      <w:divBdr>
        <w:top w:val="none" w:sz="0" w:space="0" w:color="auto"/>
        <w:left w:val="none" w:sz="0" w:space="0" w:color="auto"/>
        <w:bottom w:val="none" w:sz="0" w:space="0" w:color="auto"/>
        <w:right w:val="none" w:sz="0" w:space="0" w:color="auto"/>
      </w:divBdr>
    </w:div>
    <w:div w:id="256603531">
      <w:bodyDiv w:val="1"/>
      <w:marLeft w:val="0"/>
      <w:marRight w:val="0"/>
      <w:marTop w:val="0"/>
      <w:marBottom w:val="0"/>
      <w:divBdr>
        <w:top w:val="none" w:sz="0" w:space="0" w:color="auto"/>
        <w:left w:val="none" w:sz="0" w:space="0" w:color="auto"/>
        <w:bottom w:val="none" w:sz="0" w:space="0" w:color="auto"/>
        <w:right w:val="none" w:sz="0" w:space="0" w:color="auto"/>
      </w:divBdr>
    </w:div>
    <w:div w:id="266431462">
      <w:bodyDiv w:val="1"/>
      <w:marLeft w:val="0"/>
      <w:marRight w:val="0"/>
      <w:marTop w:val="0"/>
      <w:marBottom w:val="0"/>
      <w:divBdr>
        <w:top w:val="none" w:sz="0" w:space="0" w:color="auto"/>
        <w:left w:val="none" w:sz="0" w:space="0" w:color="auto"/>
        <w:bottom w:val="none" w:sz="0" w:space="0" w:color="auto"/>
        <w:right w:val="none" w:sz="0" w:space="0" w:color="auto"/>
      </w:divBdr>
    </w:div>
    <w:div w:id="306860197">
      <w:bodyDiv w:val="1"/>
      <w:marLeft w:val="0"/>
      <w:marRight w:val="0"/>
      <w:marTop w:val="0"/>
      <w:marBottom w:val="0"/>
      <w:divBdr>
        <w:top w:val="none" w:sz="0" w:space="0" w:color="auto"/>
        <w:left w:val="none" w:sz="0" w:space="0" w:color="auto"/>
        <w:bottom w:val="none" w:sz="0" w:space="0" w:color="auto"/>
        <w:right w:val="none" w:sz="0" w:space="0" w:color="auto"/>
      </w:divBdr>
    </w:div>
    <w:div w:id="328286934">
      <w:bodyDiv w:val="1"/>
      <w:marLeft w:val="0"/>
      <w:marRight w:val="0"/>
      <w:marTop w:val="0"/>
      <w:marBottom w:val="0"/>
      <w:divBdr>
        <w:top w:val="none" w:sz="0" w:space="0" w:color="auto"/>
        <w:left w:val="none" w:sz="0" w:space="0" w:color="auto"/>
        <w:bottom w:val="none" w:sz="0" w:space="0" w:color="auto"/>
        <w:right w:val="none" w:sz="0" w:space="0" w:color="auto"/>
      </w:divBdr>
    </w:div>
    <w:div w:id="345061291">
      <w:bodyDiv w:val="1"/>
      <w:marLeft w:val="0"/>
      <w:marRight w:val="0"/>
      <w:marTop w:val="0"/>
      <w:marBottom w:val="0"/>
      <w:divBdr>
        <w:top w:val="none" w:sz="0" w:space="0" w:color="auto"/>
        <w:left w:val="none" w:sz="0" w:space="0" w:color="auto"/>
        <w:bottom w:val="none" w:sz="0" w:space="0" w:color="auto"/>
        <w:right w:val="none" w:sz="0" w:space="0" w:color="auto"/>
      </w:divBdr>
    </w:div>
    <w:div w:id="411316642">
      <w:bodyDiv w:val="1"/>
      <w:marLeft w:val="0"/>
      <w:marRight w:val="0"/>
      <w:marTop w:val="0"/>
      <w:marBottom w:val="0"/>
      <w:divBdr>
        <w:top w:val="none" w:sz="0" w:space="0" w:color="auto"/>
        <w:left w:val="none" w:sz="0" w:space="0" w:color="auto"/>
        <w:bottom w:val="none" w:sz="0" w:space="0" w:color="auto"/>
        <w:right w:val="none" w:sz="0" w:space="0" w:color="auto"/>
      </w:divBdr>
    </w:div>
    <w:div w:id="455877070">
      <w:bodyDiv w:val="1"/>
      <w:marLeft w:val="0"/>
      <w:marRight w:val="0"/>
      <w:marTop w:val="0"/>
      <w:marBottom w:val="0"/>
      <w:divBdr>
        <w:top w:val="none" w:sz="0" w:space="0" w:color="auto"/>
        <w:left w:val="none" w:sz="0" w:space="0" w:color="auto"/>
        <w:bottom w:val="none" w:sz="0" w:space="0" w:color="auto"/>
        <w:right w:val="none" w:sz="0" w:space="0" w:color="auto"/>
      </w:divBdr>
      <w:divsChild>
        <w:div w:id="441146622">
          <w:marLeft w:val="1411"/>
          <w:marRight w:val="0"/>
          <w:marTop w:val="60"/>
          <w:marBottom w:val="60"/>
          <w:divBdr>
            <w:top w:val="none" w:sz="0" w:space="0" w:color="auto"/>
            <w:left w:val="none" w:sz="0" w:space="0" w:color="auto"/>
            <w:bottom w:val="none" w:sz="0" w:space="0" w:color="auto"/>
            <w:right w:val="none" w:sz="0" w:space="0" w:color="auto"/>
          </w:divBdr>
        </w:div>
        <w:div w:id="837158996">
          <w:marLeft w:val="562"/>
          <w:marRight w:val="0"/>
          <w:marTop w:val="60"/>
          <w:marBottom w:val="60"/>
          <w:divBdr>
            <w:top w:val="none" w:sz="0" w:space="0" w:color="auto"/>
            <w:left w:val="none" w:sz="0" w:space="0" w:color="auto"/>
            <w:bottom w:val="none" w:sz="0" w:space="0" w:color="auto"/>
            <w:right w:val="none" w:sz="0" w:space="0" w:color="auto"/>
          </w:divBdr>
        </w:div>
        <w:div w:id="1264000015">
          <w:marLeft w:val="1411"/>
          <w:marRight w:val="0"/>
          <w:marTop w:val="60"/>
          <w:marBottom w:val="60"/>
          <w:divBdr>
            <w:top w:val="none" w:sz="0" w:space="0" w:color="auto"/>
            <w:left w:val="none" w:sz="0" w:space="0" w:color="auto"/>
            <w:bottom w:val="none" w:sz="0" w:space="0" w:color="auto"/>
            <w:right w:val="none" w:sz="0" w:space="0" w:color="auto"/>
          </w:divBdr>
        </w:div>
        <w:div w:id="1429697666">
          <w:marLeft w:val="1411"/>
          <w:marRight w:val="0"/>
          <w:marTop w:val="60"/>
          <w:marBottom w:val="60"/>
          <w:divBdr>
            <w:top w:val="none" w:sz="0" w:space="0" w:color="auto"/>
            <w:left w:val="none" w:sz="0" w:space="0" w:color="auto"/>
            <w:bottom w:val="none" w:sz="0" w:space="0" w:color="auto"/>
            <w:right w:val="none" w:sz="0" w:space="0" w:color="auto"/>
          </w:divBdr>
        </w:div>
        <w:div w:id="1502115589">
          <w:marLeft w:val="1411"/>
          <w:marRight w:val="0"/>
          <w:marTop w:val="60"/>
          <w:marBottom w:val="60"/>
          <w:divBdr>
            <w:top w:val="none" w:sz="0" w:space="0" w:color="auto"/>
            <w:left w:val="none" w:sz="0" w:space="0" w:color="auto"/>
            <w:bottom w:val="none" w:sz="0" w:space="0" w:color="auto"/>
            <w:right w:val="none" w:sz="0" w:space="0" w:color="auto"/>
          </w:divBdr>
        </w:div>
      </w:divsChild>
    </w:div>
    <w:div w:id="475073780">
      <w:bodyDiv w:val="1"/>
      <w:marLeft w:val="0"/>
      <w:marRight w:val="0"/>
      <w:marTop w:val="0"/>
      <w:marBottom w:val="0"/>
      <w:divBdr>
        <w:top w:val="none" w:sz="0" w:space="0" w:color="auto"/>
        <w:left w:val="none" w:sz="0" w:space="0" w:color="auto"/>
        <w:bottom w:val="none" w:sz="0" w:space="0" w:color="auto"/>
        <w:right w:val="none" w:sz="0" w:space="0" w:color="auto"/>
      </w:divBdr>
    </w:div>
    <w:div w:id="480780055">
      <w:bodyDiv w:val="1"/>
      <w:marLeft w:val="0"/>
      <w:marRight w:val="0"/>
      <w:marTop w:val="0"/>
      <w:marBottom w:val="0"/>
      <w:divBdr>
        <w:top w:val="none" w:sz="0" w:space="0" w:color="auto"/>
        <w:left w:val="none" w:sz="0" w:space="0" w:color="auto"/>
        <w:bottom w:val="none" w:sz="0" w:space="0" w:color="auto"/>
        <w:right w:val="none" w:sz="0" w:space="0" w:color="auto"/>
      </w:divBdr>
    </w:div>
    <w:div w:id="499201425">
      <w:bodyDiv w:val="1"/>
      <w:marLeft w:val="0"/>
      <w:marRight w:val="0"/>
      <w:marTop w:val="0"/>
      <w:marBottom w:val="0"/>
      <w:divBdr>
        <w:top w:val="none" w:sz="0" w:space="0" w:color="auto"/>
        <w:left w:val="none" w:sz="0" w:space="0" w:color="auto"/>
        <w:bottom w:val="none" w:sz="0" w:space="0" w:color="auto"/>
        <w:right w:val="none" w:sz="0" w:space="0" w:color="auto"/>
      </w:divBdr>
    </w:div>
    <w:div w:id="505367126">
      <w:bodyDiv w:val="1"/>
      <w:marLeft w:val="0"/>
      <w:marRight w:val="0"/>
      <w:marTop w:val="0"/>
      <w:marBottom w:val="0"/>
      <w:divBdr>
        <w:top w:val="none" w:sz="0" w:space="0" w:color="auto"/>
        <w:left w:val="none" w:sz="0" w:space="0" w:color="auto"/>
        <w:bottom w:val="none" w:sz="0" w:space="0" w:color="auto"/>
        <w:right w:val="none" w:sz="0" w:space="0" w:color="auto"/>
      </w:divBdr>
    </w:div>
    <w:div w:id="508713238">
      <w:bodyDiv w:val="1"/>
      <w:marLeft w:val="0"/>
      <w:marRight w:val="0"/>
      <w:marTop w:val="0"/>
      <w:marBottom w:val="0"/>
      <w:divBdr>
        <w:top w:val="none" w:sz="0" w:space="0" w:color="auto"/>
        <w:left w:val="none" w:sz="0" w:space="0" w:color="auto"/>
        <w:bottom w:val="none" w:sz="0" w:space="0" w:color="auto"/>
        <w:right w:val="none" w:sz="0" w:space="0" w:color="auto"/>
      </w:divBdr>
    </w:div>
    <w:div w:id="521091829">
      <w:bodyDiv w:val="1"/>
      <w:marLeft w:val="0"/>
      <w:marRight w:val="0"/>
      <w:marTop w:val="0"/>
      <w:marBottom w:val="0"/>
      <w:divBdr>
        <w:top w:val="none" w:sz="0" w:space="0" w:color="auto"/>
        <w:left w:val="none" w:sz="0" w:space="0" w:color="auto"/>
        <w:bottom w:val="none" w:sz="0" w:space="0" w:color="auto"/>
        <w:right w:val="none" w:sz="0" w:space="0" w:color="auto"/>
      </w:divBdr>
    </w:div>
    <w:div w:id="541136935">
      <w:bodyDiv w:val="1"/>
      <w:marLeft w:val="0"/>
      <w:marRight w:val="0"/>
      <w:marTop w:val="0"/>
      <w:marBottom w:val="0"/>
      <w:divBdr>
        <w:top w:val="none" w:sz="0" w:space="0" w:color="auto"/>
        <w:left w:val="none" w:sz="0" w:space="0" w:color="auto"/>
        <w:bottom w:val="none" w:sz="0" w:space="0" w:color="auto"/>
        <w:right w:val="none" w:sz="0" w:space="0" w:color="auto"/>
      </w:divBdr>
    </w:div>
    <w:div w:id="544146937">
      <w:bodyDiv w:val="1"/>
      <w:marLeft w:val="0"/>
      <w:marRight w:val="0"/>
      <w:marTop w:val="0"/>
      <w:marBottom w:val="0"/>
      <w:divBdr>
        <w:top w:val="none" w:sz="0" w:space="0" w:color="auto"/>
        <w:left w:val="none" w:sz="0" w:space="0" w:color="auto"/>
        <w:bottom w:val="none" w:sz="0" w:space="0" w:color="auto"/>
        <w:right w:val="none" w:sz="0" w:space="0" w:color="auto"/>
      </w:divBdr>
    </w:div>
    <w:div w:id="551306813">
      <w:bodyDiv w:val="1"/>
      <w:marLeft w:val="0"/>
      <w:marRight w:val="0"/>
      <w:marTop w:val="0"/>
      <w:marBottom w:val="0"/>
      <w:divBdr>
        <w:top w:val="none" w:sz="0" w:space="0" w:color="auto"/>
        <w:left w:val="none" w:sz="0" w:space="0" w:color="auto"/>
        <w:bottom w:val="none" w:sz="0" w:space="0" w:color="auto"/>
        <w:right w:val="none" w:sz="0" w:space="0" w:color="auto"/>
      </w:divBdr>
    </w:div>
    <w:div w:id="595401144">
      <w:bodyDiv w:val="1"/>
      <w:marLeft w:val="0"/>
      <w:marRight w:val="0"/>
      <w:marTop w:val="0"/>
      <w:marBottom w:val="0"/>
      <w:divBdr>
        <w:top w:val="none" w:sz="0" w:space="0" w:color="auto"/>
        <w:left w:val="none" w:sz="0" w:space="0" w:color="auto"/>
        <w:bottom w:val="none" w:sz="0" w:space="0" w:color="auto"/>
        <w:right w:val="none" w:sz="0" w:space="0" w:color="auto"/>
      </w:divBdr>
    </w:div>
    <w:div w:id="635523027">
      <w:bodyDiv w:val="1"/>
      <w:marLeft w:val="0"/>
      <w:marRight w:val="0"/>
      <w:marTop w:val="0"/>
      <w:marBottom w:val="0"/>
      <w:divBdr>
        <w:top w:val="none" w:sz="0" w:space="0" w:color="auto"/>
        <w:left w:val="none" w:sz="0" w:space="0" w:color="auto"/>
        <w:bottom w:val="none" w:sz="0" w:space="0" w:color="auto"/>
        <w:right w:val="none" w:sz="0" w:space="0" w:color="auto"/>
      </w:divBdr>
    </w:div>
    <w:div w:id="658772594">
      <w:bodyDiv w:val="1"/>
      <w:marLeft w:val="0"/>
      <w:marRight w:val="0"/>
      <w:marTop w:val="0"/>
      <w:marBottom w:val="0"/>
      <w:divBdr>
        <w:top w:val="none" w:sz="0" w:space="0" w:color="auto"/>
        <w:left w:val="none" w:sz="0" w:space="0" w:color="auto"/>
        <w:bottom w:val="none" w:sz="0" w:space="0" w:color="auto"/>
        <w:right w:val="none" w:sz="0" w:space="0" w:color="auto"/>
      </w:divBdr>
    </w:div>
    <w:div w:id="663776592">
      <w:bodyDiv w:val="1"/>
      <w:marLeft w:val="0"/>
      <w:marRight w:val="0"/>
      <w:marTop w:val="0"/>
      <w:marBottom w:val="0"/>
      <w:divBdr>
        <w:top w:val="none" w:sz="0" w:space="0" w:color="auto"/>
        <w:left w:val="none" w:sz="0" w:space="0" w:color="auto"/>
        <w:bottom w:val="none" w:sz="0" w:space="0" w:color="auto"/>
        <w:right w:val="none" w:sz="0" w:space="0" w:color="auto"/>
      </w:divBdr>
    </w:div>
    <w:div w:id="664672160">
      <w:bodyDiv w:val="1"/>
      <w:marLeft w:val="0"/>
      <w:marRight w:val="0"/>
      <w:marTop w:val="0"/>
      <w:marBottom w:val="0"/>
      <w:divBdr>
        <w:top w:val="none" w:sz="0" w:space="0" w:color="auto"/>
        <w:left w:val="none" w:sz="0" w:space="0" w:color="auto"/>
        <w:bottom w:val="none" w:sz="0" w:space="0" w:color="auto"/>
        <w:right w:val="none" w:sz="0" w:space="0" w:color="auto"/>
      </w:divBdr>
    </w:div>
    <w:div w:id="674309870">
      <w:bodyDiv w:val="1"/>
      <w:marLeft w:val="0"/>
      <w:marRight w:val="0"/>
      <w:marTop w:val="0"/>
      <w:marBottom w:val="0"/>
      <w:divBdr>
        <w:top w:val="none" w:sz="0" w:space="0" w:color="auto"/>
        <w:left w:val="none" w:sz="0" w:space="0" w:color="auto"/>
        <w:bottom w:val="none" w:sz="0" w:space="0" w:color="auto"/>
        <w:right w:val="none" w:sz="0" w:space="0" w:color="auto"/>
      </w:divBdr>
    </w:div>
    <w:div w:id="680081746">
      <w:bodyDiv w:val="1"/>
      <w:marLeft w:val="0"/>
      <w:marRight w:val="0"/>
      <w:marTop w:val="0"/>
      <w:marBottom w:val="0"/>
      <w:divBdr>
        <w:top w:val="none" w:sz="0" w:space="0" w:color="auto"/>
        <w:left w:val="none" w:sz="0" w:space="0" w:color="auto"/>
        <w:bottom w:val="none" w:sz="0" w:space="0" w:color="auto"/>
        <w:right w:val="none" w:sz="0" w:space="0" w:color="auto"/>
      </w:divBdr>
    </w:div>
    <w:div w:id="697899498">
      <w:bodyDiv w:val="1"/>
      <w:marLeft w:val="0"/>
      <w:marRight w:val="0"/>
      <w:marTop w:val="0"/>
      <w:marBottom w:val="0"/>
      <w:divBdr>
        <w:top w:val="none" w:sz="0" w:space="0" w:color="auto"/>
        <w:left w:val="none" w:sz="0" w:space="0" w:color="auto"/>
        <w:bottom w:val="none" w:sz="0" w:space="0" w:color="auto"/>
        <w:right w:val="none" w:sz="0" w:space="0" w:color="auto"/>
      </w:divBdr>
    </w:div>
    <w:div w:id="742217013">
      <w:bodyDiv w:val="1"/>
      <w:marLeft w:val="0"/>
      <w:marRight w:val="0"/>
      <w:marTop w:val="0"/>
      <w:marBottom w:val="0"/>
      <w:divBdr>
        <w:top w:val="none" w:sz="0" w:space="0" w:color="auto"/>
        <w:left w:val="none" w:sz="0" w:space="0" w:color="auto"/>
        <w:bottom w:val="none" w:sz="0" w:space="0" w:color="auto"/>
        <w:right w:val="none" w:sz="0" w:space="0" w:color="auto"/>
      </w:divBdr>
    </w:div>
    <w:div w:id="746148031">
      <w:bodyDiv w:val="1"/>
      <w:marLeft w:val="0"/>
      <w:marRight w:val="0"/>
      <w:marTop w:val="0"/>
      <w:marBottom w:val="0"/>
      <w:divBdr>
        <w:top w:val="none" w:sz="0" w:space="0" w:color="auto"/>
        <w:left w:val="none" w:sz="0" w:space="0" w:color="auto"/>
        <w:bottom w:val="none" w:sz="0" w:space="0" w:color="auto"/>
        <w:right w:val="none" w:sz="0" w:space="0" w:color="auto"/>
      </w:divBdr>
    </w:div>
    <w:div w:id="769157319">
      <w:bodyDiv w:val="1"/>
      <w:marLeft w:val="0"/>
      <w:marRight w:val="0"/>
      <w:marTop w:val="0"/>
      <w:marBottom w:val="0"/>
      <w:divBdr>
        <w:top w:val="none" w:sz="0" w:space="0" w:color="auto"/>
        <w:left w:val="none" w:sz="0" w:space="0" w:color="auto"/>
        <w:bottom w:val="none" w:sz="0" w:space="0" w:color="auto"/>
        <w:right w:val="none" w:sz="0" w:space="0" w:color="auto"/>
      </w:divBdr>
    </w:div>
    <w:div w:id="804351862">
      <w:bodyDiv w:val="1"/>
      <w:marLeft w:val="0"/>
      <w:marRight w:val="0"/>
      <w:marTop w:val="0"/>
      <w:marBottom w:val="0"/>
      <w:divBdr>
        <w:top w:val="none" w:sz="0" w:space="0" w:color="auto"/>
        <w:left w:val="none" w:sz="0" w:space="0" w:color="auto"/>
        <w:bottom w:val="none" w:sz="0" w:space="0" w:color="auto"/>
        <w:right w:val="none" w:sz="0" w:space="0" w:color="auto"/>
      </w:divBdr>
    </w:div>
    <w:div w:id="829248177">
      <w:bodyDiv w:val="1"/>
      <w:marLeft w:val="0"/>
      <w:marRight w:val="0"/>
      <w:marTop w:val="0"/>
      <w:marBottom w:val="0"/>
      <w:divBdr>
        <w:top w:val="none" w:sz="0" w:space="0" w:color="auto"/>
        <w:left w:val="none" w:sz="0" w:space="0" w:color="auto"/>
        <w:bottom w:val="none" w:sz="0" w:space="0" w:color="auto"/>
        <w:right w:val="none" w:sz="0" w:space="0" w:color="auto"/>
      </w:divBdr>
    </w:div>
    <w:div w:id="846015437">
      <w:bodyDiv w:val="1"/>
      <w:marLeft w:val="0"/>
      <w:marRight w:val="0"/>
      <w:marTop w:val="0"/>
      <w:marBottom w:val="0"/>
      <w:divBdr>
        <w:top w:val="none" w:sz="0" w:space="0" w:color="auto"/>
        <w:left w:val="none" w:sz="0" w:space="0" w:color="auto"/>
        <w:bottom w:val="none" w:sz="0" w:space="0" w:color="auto"/>
        <w:right w:val="none" w:sz="0" w:space="0" w:color="auto"/>
      </w:divBdr>
    </w:div>
    <w:div w:id="855115747">
      <w:bodyDiv w:val="1"/>
      <w:marLeft w:val="0"/>
      <w:marRight w:val="0"/>
      <w:marTop w:val="0"/>
      <w:marBottom w:val="0"/>
      <w:divBdr>
        <w:top w:val="none" w:sz="0" w:space="0" w:color="auto"/>
        <w:left w:val="none" w:sz="0" w:space="0" w:color="auto"/>
        <w:bottom w:val="none" w:sz="0" w:space="0" w:color="auto"/>
        <w:right w:val="none" w:sz="0" w:space="0" w:color="auto"/>
      </w:divBdr>
    </w:div>
    <w:div w:id="864027322">
      <w:bodyDiv w:val="1"/>
      <w:marLeft w:val="0"/>
      <w:marRight w:val="0"/>
      <w:marTop w:val="0"/>
      <w:marBottom w:val="0"/>
      <w:divBdr>
        <w:top w:val="none" w:sz="0" w:space="0" w:color="auto"/>
        <w:left w:val="none" w:sz="0" w:space="0" w:color="auto"/>
        <w:bottom w:val="none" w:sz="0" w:space="0" w:color="auto"/>
        <w:right w:val="none" w:sz="0" w:space="0" w:color="auto"/>
      </w:divBdr>
    </w:div>
    <w:div w:id="867573239">
      <w:bodyDiv w:val="1"/>
      <w:marLeft w:val="0"/>
      <w:marRight w:val="0"/>
      <w:marTop w:val="0"/>
      <w:marBottom w:val="0"/>
      <w:divBdr>
        <w:top w:val="none" w:sz="0" w:space="0" w:color="auto"/>
        <w:left w:val="none" w:sz="0" w:space="0" w:color="auto"/>
        <w:bottom w:val="none" w:sz="0" w:space="0" w:color="auto"/>
        <w:right w:val="none" w:sz="0" w:space="0" w:color="auto"/>
      </w:divBdr>
    </w:div>
    <w:div w:id="889613337">
      <w:bodyDiv w:val="1"/>
      <w:marLeft w:val="0"/>
      <w:marRight w:val="0"/>
      <w:marTop w:val="0"/>
      <w:marBottom w:val="0"/>
      <w:divBdr>
        <w:top w:val="none" w:sz="0" w:space="0" w:color="auto"/>
        <w:left w:val="none" w:sz="0" w:space="0" w:color="auto"/>
        <w:bottom w:val="none" w:sz="0" w:space="0" w:color="auto"/>
        <w:right w:val="none" w:sz="0" w:space="0" w:color="auto"/>
      </w:divBdr>
    </w:div>
    <w:div w:id="900487314">
      <w:bodyDiv w:val="1"/>
      <w:marLeft w:val="0"/>
      <w:marRight w:val="0"/>
      <w:marTop w:val="0"/>
      <w:marBottom w:val="0"/>
      <w:divBdr>
        <w:top w:val="none" w:sz="0" w:space="0" w:color="auto"/>
        <w:left w:val="none" w:sz="0" w:space="0" w:color="auto"/>
        <w:bottom w:val="none" w:sz="0" w:space="0" w:color="auto"/>
        <w:right w:val="none" w:sz="0" w:space="0" w:color="auto"/>
      </w:divBdr>
    </w:div>
    <w:div w:id="943000244">
      <w:bodyDiv w:val="1"/>
      <w:marLeft w:val="0"/>
      <w:marRight w:val="0"/>
      <w:marTop w:val="0"/>
      <w:marBottom w:val="0"/>
      <w:divBdr>
        <w:top w:val="none" w:sz="0" w:space="0" w:color="auto"/>
        <w:left w:val="none" w:sz="0" w:space="0" w:color="auto"/>
        <w:bottom w:val="none" w:sz="0" w:space="0" w:color="auto"/>
        <w:right w:val="none" w:sz="0" w:space="0" w:color="auto"/>
      </w:divBdr>
    </w:div>
    <w:div w:id="977615755">
      <w:bodyDiv w:val="1"/>
      <w:marLeft w:val="0"/>
      <w:marRight w:val="0"/>
      <w:marTop w:val="0"/>
      <w:marBottom w:val="0"/>
      <w:divBdr>
        <w:top w:val="none" w:sz="0" w:space="0" w:color="auto"/>
        <w:left w:val="none" w:sz="0" w:space="0" w:color="auto"/>
        <w:bottom w:val="none" w:sz="0" w:space="0" w:color="auto"/>
        <w:right w:val="none" w:sz="0" w:space="0" w:color="auto"/>
      </w:divBdr>
    </w:div>
    <w:div w:id="1032342330">
      <w:bodyDiv w:val="1"/>
      <w:marLeft w:val="0"/>
      <w:marRight w:val="0"/>
      <w:marTop w:val="0"/>
      <w:marBottom w:val="0"/>
      <w:divBdr>
        <w:top w:val="none" w:sz="0" w:space="0" w:color="auto"/>
        <w:left w:val="none" w:sz="0" w:space="0" w:color="auto"/>
        <w:bottom w:val="none" w:sz="0" w:space="0" w:color="auto"/>
        <w:right w:val="none" w:sz="0" w:space="0" w:color="auto"/>
      </w:divBdr>
    </w:div>
    <w:div w:id="1033731607">
      <w:bodyDiv w:val="1"/>
      <w:marLeft w:val="0"/>
      <w:marRight w:val="0"/>
      <w:marTop w:val="0"/>
      <w:marBottom w:val="0"/>
      <w:divBdr>
        <w:top w:val="none" w:sz="0" w:space="0" w:color="auto"/>
        <w:left w:val="none" w:sz="0" w:space="0" w:color="auto"/>
        <w:bottom w:val="none" w:sz="0" w:space="0" w:color="auto"/>
        <w:right w:val="none" w:sz="0" w:space="0" w:color="auto"/>
      </w:divBdr>
    </w:div>
    <w:div w:id="1037202258">
      <w:bodyDiv w:val="1"/>
      <w:marLeft w:val="0"/>
      <w:marRight w:val="0"/>
      <w:marTop w:val="0"/>
      <w:marBottom w:val="0"/>
      <w:divBdr>
        <w:top w:val="none" w:sz="0" w:space="0" w:color="auto"/>
        <w:left w:val="none" w:sz="0" w:space="0" w:color="auto"/>
        <w:bottom w:val="none" w:sz="0" w:space="0" w:color="auto"/>
        <w:right w:val="none" w:sz="0" w:space="0" w:color="auto"/>
      </w:divBdr>
    </w:div>
    <w:div w:id="1097676140">
      <w:bodyDiv w:val="1"/>
      <w:marLeft w:val="0"/>
      <w:marRight w:val="0"/>
      <w:marTop w:val="0"/>
      <w:marBottom w:val="0"/>
      <w:divBdr>
        <w:top w:val="none" w:sz="0" w:space="0" w:color="auto"/>
        <w:left w:val="none" w:sz="0" w:space="0" w:color="auto"/>
        <w:bottom w:val="none" w:sz="0" w:space="0" w:color="auto"/>
        <w:right w:val="none" w:sz="0" w:space="0" w:color="auto"/>
      </w:divBdr>
    </w:div>
    <w:div w:id="1110007479">
      <w:bodyDiv w:val="1"/>
      <w:marLeft w:val="0"/>
      <w:marRight w:val="0"/>
      <w:marTop w:val="0"/>
      <w:marBottom w:val="0"/>
      <w:divBdr>
        <w:top w:val="none" w:sz="0" w:space="0" w:color="auto"/>
        <w:left w:val="none" w:sz="0" w:space="0" w:color="auto"/>
        <w:bottom w:val="none" w:sz="0" w:space="0" w:color="auto"/>
        <w:right w:val="none" w:sz="0" w:space="0" w:color="auto"/>
      </w:divBdr>
    </w:div>
    <w:div w:id="1114322004">
      <w:bodyDiv w:val="1"/>
      <w:marLeft w:val="0"/>
      <w:marRight w:val="0"/>
      <w:marTop w:val="0"/>
      <w:marBottom w:val="0"/>
      <w:divBdr>
        <w:top w:val="none" w:sz="0" w:space="0" w:color="auto"/>
        <w:left w:val="none" w:sz="0" w:space="0" w:color="auto"/>
        <w:bottom w:val="none" w:sz="0" w:space="0" w:color="auto"/>
        <w:right w:val="none" w:sz="0" w:space="0" w:color="auto"/>
      </w:divBdr>
    </w:div>
    <w:div w:id="1114980354">
      <w:bodyDiv w:val="1"/>
      <w:marLeft w:val="0"/>
      <w:marRight w:val="0"/>
      <w:marTop w:val="0"/>
      <w:marBottom w:val="0"/>
      <w:divBdr>
        <w:top w:val="none" w:sz="0" w:space="0" w:color="auto"/>
        <w:left w:val="none" w:sz="0" w:space="0" w:color="auto"/>
        <w:bottom w:val="none" w:sz="0" w:space="0" w:color="auto"/>
        <w:right w:val="none" w:sz="0" w:space="0" w:color="auto"/>
      </w:divBdr>
    </w:div>
    <w:div w:id="1206214479">
      <w:bodyDiv w:val="1"/>
      <w:marLeft w:val="0"/>
      <w:marRight w:val="0"/>
      <w:marTop w:val="0"/>
      <w:marBottom w:val="0"/>
      <w:divBdr>
        <w:top w:val="none" w:sz="0" w:space="0" w:color="auto"/>
        <w:left w:val="none" w:sz="0" w:space="0" w:color="auto"/>
        <w:bottom w:val="none" w:sz="0" w:space="0" w:color="auto"/>
        <w:right w:val="none" w:sz="0" w:space="0" w:color="auto"/>
      </w:divBdr>
    </w:div>
    <w:div w:id="1300305093">
      <w:bodyDiv w:val="1"/>
      <w:marLeft w:val="0"/>
      <w:marRight w:val="0"/>
      <w:marTop w:val="0"/>
      <w:marBottom w:val="0"/>
      <w:divBdr>
        <w:top w:val="none" w:sz="0" w:space="0" w:color="auto"/>
        <w:left w:val="none" w:sz="0" w:space="0" w:color="auto"/>
        <w:bottom w:val="none" w:sz="0" w:space="0" w:color="auto"/>
        <w:right w:val="none" w:sz="0" w:space="0" w:color="auto"/>
      </w:divBdr>
    </w:div>
    <w:div w:id="1313026527">
      <w:bodyDiv w:val="1"/>
      <w:marLeft w:val="0"/>
      <w:marRight w:val="0"/>
      <w:marTop w:val="0"/>
      <w:marBottom w:val="0"/>
      <w:divBdr>
        <w:top w:val="none" w:sz="0" w:space="0" w:color="auto"/>
        <w:left w:val="none" w:sz="0" w:space="0" w:color="auto"/>
        <w:bottom w:val="none" w:sz="0" w:space="0" w:color="auto"/>
        <w:right w:val="none" w:sz="0" w:space="0" w:color="auto"/>
      </w:divBdr>
    </w:div>
    <w:div w:id="1371422548">
      <w:bodyDiv w:val="1"/>
      <w:marLeft w:val="0"/>
      <w:marRight w:val="0"/>
      <w:marTop w:val="0"/>
      <w:marBottom w:val="0"/>
      <w:divBdr>
        <w:top w:val="none" w:sz="0" w:space="0" w:color="auto"/>
        <w:left w:val="none" w:sz="0" w:space="0" w:color="auto"/>
        <w:bottom w:val="none" w:sz="0" w:space="0" w:color="auto"/>
        <w:right w:val="none" w:sz="0" w:space="0" w:color="auto"/>
      </w:divBdr>
    </w:div>
    <w:div w:id="1390302227">
      <w:bodyDiv w:val="1"/>
      <w:marLeft w:val="0"/>
      <w:marRight w:val="0"/>
      <w:marTop w:val="0"/>
      <w:marBottom w:val="0"/>
      <w:divBdr>
        <w:top w:val="none" w:sz="0" w:space="0" w:color="auto"/>
        <w:left w:val="none" w:sz="0" w:space="0" w:color="auto"/>
        <w:bottom w:val="none" w:sz="0" w:space="0" w:color="auto"/>
        <w:right w:val="none" w:sz="0" w:space="0" w:color="auto"/>
      </w:divBdr>
    </w:div>
    <w:div w:id="1391198333">
      <w:bodyDiv w:val="1"/>
      <w:marLeft w:val="0"/>
      <w:marRight w:val="0"/>
      <w:marTop w:val="0"/>
      <w:marBottom w:val="0"/>
      <w:divBdr>
        <w:top w:val="none" w:sz="0" w:space="0" w:color="auto"/>
        <w:left w:val="none" w:sz="0" w:space="0" w:color="auto"/>
        <w:bottom w:val="none" w:sz="0" w:space="0" w:color="auto"/>
        <w:right w:val="none" w:sz="0" w:space="0" w:color="auto"/>
      </w:divBdr>
    </w:div>
    <w:div w:id="1411733951">
      <w:bodyDiv w:val="1"/>
      <w:marLeft w:val="0"/>
      <w:marRight w:val="0"/>
      <w:marTop w:val="0"/>
      <w:marBottom w:val="0"/>
      <w:divBdr>
        <w:top w:val="none" w:sz="0" w:space="0" w:color="auto"/>
        <w:left w:val="none" w:sz="0" w:space="0" w:color="auto"/>
        <w:bottom w:val="none" w:sz="0" w:space="0" w:color="auto"/>
        <w:right w:val="none" w:sz="0" w:space="0" w:color="auto"/>
      </w:divBdr>
    </w:div>
    <w:div w:id="1425878027">
      <w:bodyDiv w:val="1"/>
      <w:marLeft w:val="0"/>
      <w:marRight w:val="0"/>
      <w:marTop w:val="0"/>
      <w:marBottom w:val="0"/>
      <w:divBdr>
        <w:top w:val="none" w:sz="0" w:space="0" w:color="auto"/>
        <w:left w:val="none" w:sz="0" w:space="0" w:color="auto"/>
        <w:bottom w:val="none" w:sz="0" w:space="0" w:color="auto"/>
        <w:right w:val="none" w:sz="0" w:space="0" w:color="auto"/>
      </w:divBdr>
    </w:div>
    <w:div w:id="1455519565">
      <w:bodyDiv w:val="1"/>
      <w:marLeft w:val="0"/>
      <w:marRight w:val="0"/>
      <w:marTop w:val="0"/>
      <w:marBottom w:val="0"/>
      <w:divBdr>
        <w:top w:val="none" w:sz="0" w:space="0" w:color="auto"/>
        <w:left w:val="none" w:sz="0" w:space="0" w:color="auto"/>
        <w:bottom w:val="none" w:sz="0" w:space="0" w:color="auto"/>
        <w:right w:val="none" w:sz="0" w:space="0" w:color="auto"/>
      </w:divBdr>
    </w:div>
    <w:div w:id="1512718302">
      <w:bodyDiv w:val="1"/>
      <w:marLeft w:val="0"/>
      <w:marRight w:val="0"/>
      <w:marTop w:val="0"/>
      <w:marBottom w:val="0"/>
      <w:divBdr>
        <w:top w:val="none" w:sz="0" w:space="0" w:color="auto"/>
        <w:left w:val="none" w:sz="0" w:space="0" w:color="auto"/>
        <w:bottom w:val="none" w:sz="0" w:space="0" w:color="auto"/>
        <w:right w:val="none" w:sz="0" w:space="0" w:color="auto"/>
      </w:divBdr>
    </w:div>
    <w:div w:id="1521698794">
      <w:bodyDiv w:val="1"/>
      <w:marLeft w:val="0"/>
      <w:marRight w:val="0"/>
      <w:marTop w:val="0"/>
      <w:marBottom w:val="0"/>
      <w:divBdr>
        <w:top w:val="none" w:sz="0" w:space="0" w:color="auto"/>
        <w:left w:val="none" w:sz="0" w:space="0" w:color="auto"/>
        <w:bottom w:val="none" w:sz="0" w:space="0" w:color="auto"/>
        <w:right w:val="none" w:sz="0" w:space="0" w:color="auto"/>
      </w:divBdr>
    </w:div>
    <w:div w:id="1598055472">
      <w:bodyDiv w:val="1"/>
      <w:marLeft w:val="0"/>
      <w:marRight w:val="0"/>
      <w:marTop w:val="0"/>
      <w:marBottom w:val="0"/>
      <w:divBdr>
        <w:top w:val="none" w:sz="0" w:space="0" w:color="auto"/>
        <w:left w:val="none" w:sz="0" w:space="0" w:color="auto"/>
        <w:bottom w:val="none" w:sz="0" w:space="0" w:color="auto"/>
        <w:right w:val="none" w:sz="0" w:space="0" w:color="auto"/>
      </w:divBdr>
    </w:div>
    <w:div w:id="1606380470">
      <w:bodyDiv w:val="1"/>
      <w:marLeft w:val="0"/>
      <w:marRight w:val="0"/>
      <w:marTop w:val="0"/>
      <w:marBottom w:val="0"/>
      <w:divBdr>
        <w:top w:val="none" w:sz="0" w:space="0" w:color="auto"/>
        <w:left w:val="none" w:sz="0" w:space="0" w:color="auto"/>
        <w:bottom w:val="none" w:sz="0" w:space="0" w:color="auto"/>
        <w:right w:val="none" w:sz="0" w:space="0" w:color="auto"/>
      </w:divBdr>
    </w:div>
    <w:div w:id="1620574263">
      <w:bodyDiv w:val="1"/>
      <w:marLeft w:val="0"/>
      <w:marRight w:val="0"/>
      <w:marTop w:val="0"/>
      <w:marBottom w:val="0"/>
      <w:divBdr>
        <w:top w:val="none" w:sz="0" w:space="0" w:color="auto"/>
        <w:left w:val="none" w:sz="0" w:space="0" w:color="auto"/>
        <w:bottom w:val="none" w:sz="0" w:space="0" w:color="auto"/>
        <w:right w:val="none" w:sz="0" w:space="0" w:color="auto"/>
      </w:divBdr>
    </w:div>
    <w:div w:id="1664777771">
      <w:bodyDiv w:val="1"/>
      <w:marLeft w:val="0"/>
      <w:marRight w:val="0"/>
      <w:marTop w:val="0"/>
      <w:marBottom w:val="0"/>
      <w:divBdr>
        <w:top w:val="none" w:sz="0" w:space="0" w:color="auto"/>
        <w:left w:val="none" w:sz="0" w:space="0" w:color="auto"/>
        <w:bottom w:val="none" w:sz="0" w:space="0" w:color="auto"/>
        <w:right w:val="none" w:sz="0" w:space="0" w:color="auto"/>
      </w:divBdr>
    </w:div>
    <w:div w:id="1674650550">
      <w:bodyDiv w:val="1"/>
      <w:marLeft w:val="0"/>
      <w:marRight w:val="0"/>
      <w:marTop w:val="0"/>
      <w:marBottom w:val="0"/>
      <w:divBdr>
        <w:top w:val="none" w:sz="0" w:space="0" w:color="auto"/>
        <w:left w:val="none" w:sz="0" w:space="0" w:color="auto"/>
        <w:bottom w:val="none" w:sz="0" w:space="0" w:color="auto"/>
        <w:right w:val="none" w:sz="0" w:space="0" w:color="auto"/>
      </w:divBdr>
    </w:div>
    <w:div w:id="1681202470">
      <w:bodyDiv w:val="1"/>
      <w:marLeft w:val="0"/>
      <w:marRight w:val="0"/>
      <w:marTop w:val="0"/>
      <w:marBottom w:val="0"/>
      <w:divBdr>
        <w:top w:val="none" w:sz="0" w:space="0" w:color="auto"/>
        <w:left w:val="none" w:sz="0" w:space="0" w:color="auto"/>
        <w:bottom w:val="none" w:sz="0" w:space="0" w:color="auto"/>
        <w:right w:val="none" w:sz="0" w:space="0" w:color="auto"/>
      </w:divBdr>
    </w:div>
    <w:div w:id="1718041630">
      <w:bodyDiv w:val="1"/>
      <w:marLeft w:val="0"/>
      <w:marRight w:val="0"/>
      <w:marTop w:val="0"/>
      <w:marBottom w:val="0"/>
      <w:divBdr>
        <w:top w:val="none" w:sz="0" w:space="0" w:color="auto"/>
        <w:left w:val="none" w:sz="0" w:space="0" w:color="auto"/>
        <w:bottom w:val="none" w:sz="0" w:space="0" w:color="auto"/>
        <w:right w:val="none" w:sz="0" w:space="0" w:color="auto"/>
      </w:divBdr>
    </w:div>
    <w:div w:id="1742218984">
      <w:bodyDiv w:val="1"/>
      <w:marLeft w:val="0"/>
      <w:marRight w:val="0"/>
      <w:marTop w:val="0"/>
      <w:marBottom w:val="0"/>
      <w:divBdr>
        <w:top w:val="none" w:sz="0" w:space="0" w:color="auto"/>
        <w:left w:val="none" w:sz="0" w:space="0" w:color="auto"/>
        <w:bottom w:val="none" w:sz="0" w:space="0" w:color="auto"/>
        <w:right w:val="none" w:sz="0" w:space="0" w:color="auto"/>
      </w:divBdr>
    </w:div>
    <w:div w:id="1744835192">
      <w:bodyDiv w:val="1"/>
      <w:marLeft w:val="0"/>
      <w:marRight w:val="0"/>
      <w:marTop w:val="0"/>
      <w:marBottom w:val="0"/>
      <w:divBdr>
        <w:top w:val="none" w:sz="0" w:space="0" w:color="auto"/>
        <w:left w:val="none" w:sz="0" w:space="0" w:color="auto"/>
        <w:bottom w:val="none" w:sz="0" w:space="0" w:color="auto"/>
        <w:right w:val="none" w:sz="0" w:space="0" w:color="auto"/>
      </w:divBdr>
    </w:div>
    <w:div w:id="1745952355">
      <w:bodyDiv w:val="1"/>
      <w:marLeft w:val="0"/>
      <w:marRight w:val="0"/>
      <w:marTop w:val="0"/>
      <w:marBottom w:val="0"/>
      <w:divBdr>
        <w:top w:val="none" w:sz="0" w:space="0" w:color="auto"/>
        <w:left w:val="none" w:sz="0" w:space="0" w:color="auto"/>
        <w:bottom w:val="none" w:sz="0" w:space="0" w:color="auto"/>
        <w:right w:val="none" w:sz="0" w:space="0" w:color="auto"/>
      </w:divBdr>
    </w:div>
    <w:div w:id="1808469757">
      <w:bodyDiv w:val="1"/>
      <w:marLeft w:val="0"/>
      <w:marRight w:val="0"/>
      <w:marTop w:val="0"/>
      <w:marBottom w:val="0"/>
      <w:divBdr>
        <w:top w:val="none" w:sz="0" w:space="0" w:color="auto"/>
        <w:left w:val="none" w:sz="0" w:space="0" w:color="auto"/>
        <w:bottom w:val="none" w:sz="0" w:space="0" w:color="auto"/>
        <w:right w:val="none" w:sz="0" w:space="0" w:color="auto"/>
      </w:divBdr>
    </w:div>
    <w:div w:id="1809282850">
      <w:bodyDiv w:val="1"/>
      <w:marLeft w:val="0"/>
      <w:marRight w:val="0"/>
      <w:marTop w:val="0"/>
      <w:marBottom w:val="0"/>
      <w:divBdr>
        <w:top w:val="none" w:sz="0" w:space="0" w:color="auto"/>
        <w:left w:val="none" w:sz="0" w:space="0" w:color="auto"/>
        <w:bottom w:val="none" w:sz="0" w:space="0" w:color="auto"/>
        <w:right w:val="none" w:sz="0" w:space="0" w:color="auto"/>
      </w:divBdr>
    </w:div>
    <w:div w:id="1844201365">
      <w:bodyDiv w:val="1"/>
      <w:marLeft w:val="0"/>
      <w:marRight w:val="0"/>
      <w:marTop w:val="0"/>
      <w:marBottom w:val="0"/>
      <w:divBdr>
        <w:top w:val="none" w:sz="0" w:space="0" w:color="auto"/>
        <w:left w:val="none" w:sz="0" w:space="0" w:color="auto"/>
        <w:bottom w:val="none" w:sz="0" w:space="0" w:color="auto"/>
        <w:right w:val="none" w:sz="0" w:space="0" w:color="auto"/>
      </w:divBdr>
    </w:div>
    <w:div w:id="1860729514">
      <w:bodyDiv w:val="1"/>
      <w:marLeft w:val="0"/>
      <w:marRight w:val="0"/>
      <w:marTop w:val="0"/>
      <w:marBottom w:val="0"/>
      <w:divBdr>
        <w:top w:val="none" w:sz="0" w:space="0" w:color="auto"/>
        <w:left w:val="none" w:sz="0" w:space="0" w:color="auto"/>
        <w:bottom w:val="none" w:sz="0" w:space="0" w:color="auto"/>
        <w:right w:val="none" w:sz="0" w:space="0" w:color="auto"/>
      </w:divBdr>
    </w:div>
    <w:div w:id="1862814166">
      <w:bodyDiv w:val="1"/>
      <w:marLeft w:val="0"/>
      <w:marRight w:val="0"/>
      <w:marTop w:val="0"/>
      <w:marBottom w:val="0"/>
      <w:divBdr>
        <w:top w:val="none" w:sz="0" w:space="0" w:color="auto"/>
        <w:left w:val="none" w:sz="0" w:space="0" w:color="auto"/>
        <w:bottom w:val="none" w:sz="0" w:space="0" w:color="auto"/>
        <w:right w:val="none" w:sz="0" w:space="0" w:color="auto"/>
      </w:divBdr>
    </w:div>
    <w:div w:id="1870992347">
      <w:bodyDiv w:val="1"/>
      <w:marLeft w:val="0"/>
      <w:marRight w:val="0"/>
      <w:marTop w:val="0"/>
      <w:marBottom w:val="0"/>
      <w:divBdr>
        <w:top w:val="none" w:sz="0" w:space="0" w:color="auto"/>
        <w:left w:val="none" w:sz="0" w:space="0" w:color="auto"/>
        <w:bottom w:val="none" w:sz="0" w:space="0" w:color="auto"/>
        <w:right w:val="none" w:sz="0" w:space="0" w:color="auto"/>
      </w:divBdr>
    </w:div>
    <w:div w:id="1882938175">
      <w:bodyDiv w:val="1"/>
      <w:marLeft w:val="0"/>
      <w:marRight w:val="0"/>
      <w:marTop w:val="0"/>
      <w:marBottom w:val="0"/>
      <w:divBdr>
        <w:top w:val="none" w:sz="0" w:space="0" w:color="auto"/>
        <w:left w:val="none" w:sz="0" w:space="0" w:color="auto"/>
        <w:bottom w:val="none" w:sz="0" w:space="0" w:color="auto"/>
        <w:right w:val="none" w:sz="0" w:space="0" w:color="auto"/>
      </w:divBdr>
    </w:div>
    <w:div w:id="1888372739">
      <w:bodyDiv w:val="1"/>
      <w:marLeft w:val="0"/>
      <w:marRight w:val="0"/>
      <w:marTop w:val="0"/>
      <w:marBottom w:val="0"/>
      <w:divBdr>
        <w:top w:val="none" w:sz="0" w:space="0" w:color="auto"/>
        <w:left w:val="none" w:sz="0" w:space="0" w:color="auto"/>
        <w:bottom w:val="none" w:sz="0" w:space="0" w:color="auto"/>
        <w:right w:val="none" w:sz="0" w:space="0" w:color="auto"/>
      </w:divBdr>
    </w:div>
    <w:div w:id="1898280705">
      <w:bodyDiv w:val="1"/>
      <w:marLeft w:val="0"/>
      <w:marRight w:val="0"/>
      <w:marTop w:val="0"/>
      <w:marBottom w:val="0"/>
      <w:divBdr>
        <w:top w:val="none" w:sz="0" w:space="0" w:color="auto"/>
        <w:left w:val="none" w:sz="0" w:space="0" w:color="auto"/>
        <w:bottom w:val="none" w:sz="0" w:space="0" w:color="auto"/>
        <w:right w:val="none" w:sz="0" w:space="0" w:color="auto"/>
      </w:divBdr>
    </w:div>
    <w:div w:id="1911764737">
      <w:bodyDiv w:val="1"/>
      <w:marLeft w:val="0"/>
      <w:marRight w:val="0"/>
      <w:marTop w:val="0"/>
      <w:marBottom w:val="0"/>
      <w:divBdr>
        <w:top w:val="none" w:sz="0" w:space="0" w:color="auto"/>
        <w:left w:val="none" w:sz="0" w:space="0" w:color="auto"/>
        <w:bottom w:val="none" w:sz="0" w:space="0" w:color="auto"/>
        <w:right w:val="none" w:sz="0" w:space="0" w:color="auto"/>
      </w:divBdr>
    </w:div>
    <w:div w:id="1937589556">
      <w:bodyDiv w:val="1"/>
      <w:marLeft w:val="0"/>
      <w:marRight w:val="0"/>
      <w:marTop w:val="0"/>
      <w:marBottom w:val="0"/>
      <w:divBdr>
        <w:top w:val="none" w:sz="0" w:space="0" w:color="auto"/>
        <w:left w:val="none" w:sz="0" w:space="0" w:color="auto"/>
        <w:bottom w:val="none" w:sz="0" w:space="0" w:color="auto"/>
        <w:right w:val="none" w:sz="0" w:space="0" w:color="auto"/>
      </w:divBdr>
    </w:div>
    <w:div w:id="1964071777">
      <w:bodyDiv w:val="1"/>
      <w:marLeft w:val="0"/>
      <w:marRight w:val="0"/>
      <w:marTop w:val="0"/>
      <w:marBottom w:val="0"/>
      <w:divBdr>
        <w:top w:val="none" w:sz="0" w:space="0" w:color="auto"/>
        <w:left w:val="none" w:sz="0" w:space="0" w:color="auto"/>
        <w:bottom w:val="none" w:sz="0" w:space="0" w:color="auto"/>
        <w:right w:val="none" w:sz="0" w:space="0" w:color="auto"/>
      </w:divBdr>
    </w:div>
    <w:div w:id="1985350965">
      <w:bodyDiv w:val="1"/>
      <w:marLeft w:val="0"/>
      <w:marRight w:val="0"/>
      <w:marTop w:val="0"/>
      <w:marBottom w:val="0"/>
      <w:divBdr>
        <w:top w:val="none" w:sz="0" w:space="0" w:color="auto"/>
        <w:left w:val="none" w:sz="0" w:space="0" w:color="auto"/>
        <w:bottom w:val="none" w:sz="0" w:space="0" w:color="auto"/>
        <w:right w:val="none" w:sz="0" w:space="0" w:color="auto"/>
      </w:divBdr>
    </w:div>
    <w:div w:id="2049526750">
      <w:bodyDiv w:val="1"/>
      <w:marLeft w:val="0"/>
      <w:marRight w:val="0"/>
      <w:marTop w:val="0"/>
      <w:marBottom w:val="0"/>
      <w:divBdr>
        <w:top w:val="none" w:sz="0" w:space="0" w:color="auto"/>
        <w:left w:val="none" w:sz="0" w:space="0" w:color="auto"/>
        <w:bottom w:val="none" w:sz="0" w:space="0" w:color="auto"/>
        <w:right w:val="none" w:sz="0" w:space="0" w:color="auto"/>
      </w:divBdr>
    </w:div>
    <w:div w:id="2074084697">
      <w:bodyDiv w:val="1"/>
      <w:marLeft w:val="0"/>
      <w:marRight w:val="0"/>
      <w:marTop w:val="0"/>
      <w:marBottom w:val="0"/>
      <w:divBdr>
        <w:top w:val="none" w:sz="0" w:space="0" w:color="auto"/>
        <w:left w:val="none" w:sz="0" w:space="0" w:color="auto"/>
        <w:bottom w:val="none" w:sz="0" w:space="0" w:color="auto"/>
        <w:right w:val="none" w:sz="0" w:space="0" w:color="auto"/>
      </w:divBdr>
    </w:div>
    <w:div w:id="2100976420">
      <w:bodyDiv w:val="1"/>
      <w:marLeft w:val="0"/>
      <w:marRight w:val="0"/>
      <w:marTop w:val="0"/>
      <w:marBottom w:val="0"/>
      <w:divBdr>
        <w:top w:val="none" w:sz="0" w:space="0" w:color="auto"/>
        <w:left w:val="none" w:sz="0" w:space="0" w:color="auto"/>
        <w:bottom w:val="none" w:sz="0" w:space="0" w:color="auto"/>
        <w:right w:val="none" w:sz="0" w:space="0" w:color="auto"/>
      </w:divBdr>
    </w:div>
    <w:div w:id="2112117526">
      <w:bodyDiv w:val="1"/>
      <w:marLeft w:val="0"/>
      <w:marRight w:val="0"/>
      <w:marTop w:val="0"/>
      <w:marBottom w:val="0"/>
      <w:divBdr>
        <w:top w:val="none" w:sz="0" w:space="0" w:color="auto"/>
        <w:left w:val="none" w:sz="0" w:space="0" w:color="auto"/>
        <w:bottom w:val="none" w:sz="0" w:space="0" w:color="auto"/>
        <w:right w:val="none" w:sz="0" w:space="0" w:color="auto"/>
      </w:divBdr>
    </w:div>
    <w:div w:id="2123911561">
      <w:bodyDiv w:val="1"/>
      <w:marLeft w:val="0"/>
      <w:marRight w:val="0"/>
      <w:marTop w:val="0"/>
      <w:marBottom w:val="0"/>
      <w:divBdr>
        <w:top w:val="none" w:sz="0" w:space="0" w:color="auto"/>
        <w:left w:val="none" w:sz="0" w:space="0" w:color="auto"/>
        <w:bottom w:val="none" w:sz="0" w:space="0" w:color="auto"/>
        <w:right w:val="none" w:sz="0" w:space="0" w:color="auto"/>
      </w:divBdr>
    </w:div>
    <w:div w:id="213170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989\Desktop\Nouvelle%20AO%20UMF\de%20zakaria\AO%20UMF%20V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C2601-4CD2-4564-8B2D-E4671C2B2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 UMF V2</Template>
  <TotalTime>0</TotalTime>
  <Pages>1</Pages>
  <Words>5466</Words>
  <Characters>30066</Characters>
  <Application>Microsoft Office Word</Application>
  <DocSecurity>0</DocSecurity>
  <Lines>250</Lines>
  <Paragraphs>70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REGLEMENT DE LA CONSULTATION</vt:lpstr>
      <vt:lpstr>REGLEMENT DE LA CONSULTATION</vt:lpstr>
    </vt:vector>
  </TitlesOfParts>
  <Company>OFPPT</Company>
  <LinksUpToDate>false</LinksUpToDate>
  <CharactersWithSpaces>35462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TERRAS Mohamed Amine</dc:creator>
  <cp:lastModifiedBy>ASMAA HSAINI</cp:lastModifiedBy>
  <cp:revision>4</cp:revision>
  <cp:lastPrinted>2021-09-07T18:43:00Z</cp:lastPrinted>
  <dcterms:created xsi:type="dcterms:W3CDTF">2022-07-07T09:38:00Z</dcterms:created>
  <dcterms:modified xsi:type="dcterms:W3CDTF">2022-08-30T13:51:00Z</dcterms:modified>
</cp:coreProperties>
</file>